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A5C25" w14:textId="77777777" w:rsidR="00F3531D" w:rsidRPr="00DA07B5" w:rsidRDefault="00F3531D" w:rsidP="00F3531D">
      <w:pPr>
        <w:jc w:val="center"/>
        <w:rPr>
          <w:rFonts w:ascii="Corbel" w:hAnsi="Corbel" w:cs="Arial"/>
          <w:sz w:val="16"/>
          <w:szCs w:val="16"/>
        </w:rPr>
      </w:pPr>
    </w:p>
    <w:p w14:paraId="329DE690" w14:textId="77777777" w:rsidR="00F3531D" w:rsidRPr="00DA07B5" w:rsidRDefault="00F3531D" w:rsidP="00F3531D">
      <w:pPr>
        <w:jc w:val="center"/>
        <w:rPr>
          <w:rFonts w:ascii="Corbel" w:hAnsi="Corbel" w:cs="Arial"/>
          <w:sz w:val="16"/>
          <w:szCs w:val="16"/>
        </w:rPr>
      </w:pPr>
    </w:p>
    <w:p w14:paraId="6EA2E419" w14:textId="77777777" w:rsidR="00963684" w:rsidRPr="00DA07B5" w:rsidRDefault="00963684" w:rsidP="00605AFC">
      <w:pPr>
        <w:ind w:left="60"/>
        <w:jc w:val="center"/>
        <w:rPr>
          <w:rFonts w:ascii="Corbel" w:hAnsi="Corbel"/>
          <w:b/>
          <w:smallCaps/>
          <w:sz w:val="36"/>
          <w:szCs w:val="36"/>
        </w:rPr>
      </w:pPr>
    </w:p>
    <w:p w14:paraId="7A157F5A" w14:textId="77777777" w:rsidR="00963684" w:rsidRPr="00DA07B5" w:rsidRDefault="00963684" w:rsidP="00605AFC">
      <w:pPr>
        <w:ind w:left="60"/>
        <w:jc w:val="center"/>
        <w:rPr>
          <w:rFonts w:ascii="Corbel" w:hAnsi="Corbel"/>
          <w:b/>
          <w:smallCaps/>
          <w:sz w:val="36"/>
          <w:szCs w:val="36"/>
        </w:rPr>
      </w:pPr>
    </w:p>
    <w:p w14:paraId="25C38BAB" w14:textId="77777777" w:rsidR="008661BC" w:rsidRPr="00DA07B5" w:rsidRDefault="008661BC" w:rsidP="008661BC">
      <w:pPr>
        <w:jc w:val="right"/>
        <w:rPr>
          <w:rFonts w:ascii="Corbel" w:hAnsi="Corbel" w:cs="Arial"/>
        </w:rPr>
      </w:pPr>
    </w:p>
    <w:p w14:paraId="59D1EF38" w14:textId="77777777" w:rsidR="008661BC" w:rsidRPr="00DA07B5" w:rsidRDefault="008661BC" w:rsidP="008661BC">
      <w:pPr>
        <w:jc w:val="right"/>
        <w:rPr>
          <w:rFonts w:ascii="Corbel" w:hAnsi="Corbel" w:cs="Arial"/>
        </w:rPr>
      </w:pPr>
      <w:r w:rsidRPr="00DA07B5">
        <w:rPr>
          <w:rFonts w:ascii="Corbel" w:hAnsi="Corbel" w:cs="Arial"/>
        </w:rPr>
        <w:t>Luogo: ________</w:t>
      </w:r>
    </w:p>
    <w:p w14:paraId="65D317D9" w14:textId="77777777" w:rsidR="008661BC" w:rsidRPr="00DA07B5" w:rsidRDefault="008661BC" w:rsidP="008661BC">
      <w:pPr>
        <w:jc w:val="right"/>
        <w:rPr>
          <w:rFonts w:ascii="Corbel" w:hAnsi="Corbel" w:cs="Arial"/>
          <w:szCs w:val="20"/>
        </w:rPr>
      </w:pPr>
      <w:r w:rsidRPr="00DA07B5">
        <w:rPr>
          <w:rFonts w:ascii="Corbel" w:hAnsi="Corbel" w:cs="Arial"/>
          <w:szCs w:val="20"/>
        </w:rPr>
        <w:t>Data: gg/mm/aaaa</w:t>
      </w:r>
    </w:p>
    <w:p w14:paraId="6E46DE3C" w14:textId="77777777" w:rsidR="00963684" w:rsidRPr="00DA07B5" w:rsidRDefault="00963684" w:rsidP="00605AFC">
      <w:pPr>
        <w:ind w:left="60"/>
        <w:jc w:val="center"/>
        <w:rPr>
          <w:rFonts w:ascii="Corbel" w:hAnsi="Corbel"/>
          <w:b/>
          <w:smallCaps/>
          <w:sz w:val="36"/>
          <w:szCs w:val="3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9854"/>
      </w:tblGrid>
      <w:tr w:rsidR="00A33E02" w:rsidRPr="00DA07B5" w14:paraId="569F2CFA" w14:textId="77777777" w:rsidTr="00A33E02">
        <w:trPr>
          <w:trHeight w:val="407"/>
          <w:jc w:val="center"/>
        </w:trPr>
        <w:tc>
          <w:tcPr>
            <w:tcW w:w="5000" w:type="pct"/>
            <w:shd w:val="clear" w:color="auto" w:fill="FFFF99"/>
            <w:vAlign w:val="center"/>
          </w:tcPr>
          <w:p w14:paraId="2FC88E0C" w14:textId="77777777" w:rsidR="00A33E02" w:rsidRPr="00DA07B5" w:rsidRDefault="00A33E02" w:rsidP="00A33E02">
            <w:pPr>
              <w:shd w:val="clear" w:color="auto" w:fill="FFFF99"/>
              <w:jc w:val="center"/>
              <w:rPr>
                <w:rFonts w:ascii="Corbel" w:hAnsi="Corbel" w:cs="Arial"/>
                <w:b/>
              </w:rPr>
            </w:pPr>
          </w:p>
          <w:p w14:paraId="3BFE2BB7" w14:textId="77777777" w:rsidR="00A33E02" w:rsidRPr="00DA07B5" w:rsidRDefault="00A33E02" w:rsidP="00A33E02">
            <w:pPr>
              <w:shd w:val="clear" w:color="auto" w:fill="FFFF99"/>
              <w:jc w:val="center"/>
              <w:rPr>
                <w:rFonts w:ascii="Corbel" w:hAnsi="Corbel" w:cs="Arial"/>
                <w:b/>
              </w:rPr>
            </w:pPr>
          </w:p>
          <w:p w14:paraId="20DFDEA7" w14:textId="77777777" w:rsidR="00A33E02" w:rsidRPr="00DA07B5" w:rsidRDefault="00A33E02" w:rsidP="00A33E02">
            <w:pPr>
              <w:shd w:val="clear" w:color="auto" w:fill="FFFF99"/>
              <w:jc w:val="center"/>
              <w:rPr>
                <w:rFonts w:ascii="Corbel" w:hAnsi="Corbel" w:cs="Arial"/>
                <w:b/>
                <w:sz w:val="22"/>
                <w:szCs w:val="22"/>
              </w:rPr>
            </w:pPr>
            <w:r w:rsidRPr="00DA07B5">
              <w:rPr>
                <w:rFonts w:ascii="Corbel" w:hAnsi="Corbel" w:cs="Arial"/>
                <w:b/>
                <w:sz w:val="22"/>
                <w:szCs w:val="22"/>
              </w:rPr>
              <w:t xml:space="preserve">PROPOSTA </w:t>
            </w:r>
            <w:r w:rsidR="001477D6" w:rsidRPr="00DA07B5">
              <w:rPr>
                <w:rFonts w:ascii="Corbel" w:hAnsi="Corbel" w:cs="Arial"/>
                <w:b/>
                <w:sz w:val="22"/>
                <w:szCs w:val="22"/>
              </w:rPr>
              <w:t xml:space="preserve">ESECUTIVA </w:t>
            </w:r>
          </w:p>
          <w:p w14:paraId="476D77F9" w14:textId="77777777" w:rsidR="00A33E02" w:rsidRPr="00DA07B5" w:rsidRDefault="00A33E02" w:rsidP="00A33E02">
            <w:pPr>
              <w:shd w:val="clear" w:color="auto" w:fill="FFFF99"/>
              <w:jc w:val="center"/>
              <w:rPr>
                <w:rFonts w:ascii="Corbel" w:hAnsi="Corbel" w:cs="Arial"/>
                <w:b/>
                <w:sz w:val="22"/>
                <w:szCs w:val="22"/>
              </w:rPr>
            </w:pPr>
          </w:p>
          <w:p w14:paraId="4DA053FD" w14:textId="77777777" w:rsidR="00A33E02" w:rsidRPr="00DA07B5" w:rsidRDefault="00587336" w:rsidP="00A33E02">
            <w:pPr>
              <w:shd w:val="clear" w:color="auto" w:fill="FFFF99"/>
              <w:jc w:val="center"/>
              <w:rPr>
                <w:rFonts w:ascii="Corbel" w:hAnsi="Corbel" w:cs="Arial"/>
                <w:b/>
                <w:sz w:val="22"/>
                <w:szCs w:val="22"/>
              </w:rPr>
            </w:pPr>
            <w:r w:rsidRPr="00DA07B5">
              <w:rPr>
                <w:rFonts w:ascii="Corbel" w:hAnsi="Corbel" w:cs="Arial"/>
                <w:b/>
                <w:sz w:val="22"/>
                <w:szCs w:val="22"/>
              </w:rPr>
              <w:t>Ente proponente</w:t>
            </w:r>
            <w:r w:rsidR="00A33E02" w:rsidRPr="00DA07B5">
              <w:rPr>
                <w:rFonts w:ascii="Corbel" w:hAnsi="Corbel" w:cs="Arial"/>
                <w:b/>
                <w:sz w:val="22"/>
                <w:szCs w:val="22"/>
              </w:rPr>
              <w:t>: ______________</w:t>
            </w:r>
          </w:p>
          <w:p w14:paraId="1AC2E428" w14:textId="77777777" w:rsidR="00A33E02" w:rsidRPr="00DA07B5" w:rsidRDefault="00A33E02" w:rsidP="00A33E02">
            <w:pPr>
              <w:shd w:val="clear" w:color="auto" w:fill="FFFF99"/>
              <w:jc w:val="center"/>
              <w:rPr>
                <w:rFonts w:ascii="Corbel" w:hAnsi="Corbel" w:cs="Arial"/>
                <w:b/>
                <w:sz w:val="22"/>
                <w:szCs w:val="22"/>
              </w:rPr>
            </w:pPr>
          </w:p>
          <w:p w14:paraId="41B7A4CE" w14:textId="77777777" w:rsidR="00A33E02" w:rsidRPr="00DA07B5" w:rsidRDefault="00A33E02" w:rsidP="005E604B">
            <w:pPr>
              <w:shd w:val="clear" w:color="auto" w:fill="FFFF99"/>
              <w:jc w:val="center"/>
              <w:rPr>
                <w:rFonts w:ascii="Corbel" w:hAnsi="Corbel" w:cs="Arial"/>
                <w:b/>
                <w:sz w:val="22"/>
                <w:szCs w:val="22"/>
              </w:rPr>
            </w:pPr>
            <w:r w:rsidRPr="00DA07B5">
              <w:rPr>
                <w:rFonts w:ascii="Corbel" w:hAnsi="Corbel" w:cs="Arial"/>
                <w:b/>
                <w:sz w:val="22"/>
                <w:szCs w:val="22"/>
              </w:rPr>
              <w:t xml:space="preserve">Paese: </w:t>
            </w:r>
            <w:r w:rsidR="00CF24FF" w:rsidRPr="00DA07B5">
              <w:rPr>
                <w:rFonts w:ascii="Corbel" w:hAnsi="Corbel" w:cs="Arial"/>
                <w:b/>
                <w:sz w:val="22"/>
                <w:szCs w:val="22"/>
              </w:rPr>
              <w:t>__________</w:t>
            </w:r>
          </w:p>
          <w:p w14:paraId="3D3A373F" w14:textId="77777777" w:rsidR="00A33E02" w:rsidRPr="00DA07B5" w:rsidRDefault="00A33E02" w:rsidP="00E418B0">
            <w:pPr>
              <w:jc w:val="center"/>
              <w:rPr>
                <w:rFonts w:ascii="Corbel" w:hAnsi="Corbel" w:cs="Arial"/>
                <w:b/>
              </w:rPr>
            </w:pPr>
          </w:p>
          <w:p w14:paraId="7D663F81" w14:textId="77777777" w:rsidR="00A33E02" w:rsidRPr="00DA07B5" w:rsidRDefault="00A33E02" w:rsidP="00E418B0">
            <w:pPr>
              <w:jc w:val="center"/>
              <w:rPr>
                <w:rFonts w:ascii="Corbel" w:hAnsi="Corbel" w:cs="Arial"/>
                <w:sz w:val="18"/>
                <w:szCs w:val="18"/>
              </w:rPr>
            </w:pPr>
          </w:p>
        </w:tc>
      </w:tr>
    </w:tbl>
    <w:p w14:paraId="338D4910" w14:textId="77777777" w:rsidR="00A33E02" w:rsidRPr="00DA07B5" w:rsidRDefault="00A33E02" w:rsidP="00A33E02">
      <w:pPr>
        <w:jc w:val="center"/>
        <w:rPr>
          <w:rFonts w:ascii="Corbel" w:hAnsi="Corbel" w:cs="Arial"/>
          <w:sz w:val="28"/>
          <w:szCs w:val="28"/>
        </w:rPr>
      </w:pPr>
    </w:p>
    <w:p w14:paraId="4E38C746" w14:textId="77777777" w:rsidR="00963684" w:rsidRPr="00DA07B5" w:rsidRDefault="00963684" w:rsidP="00A33E02">
      <w:pPr>
        <w:jc w:val="center"/>
        <w:rPr>
          <w:rFonts w:ascii="Corbel" w:hAnsi="Corbel" w:cs="Arial"/>
          <w:sz w:val="28"/>
          <w:szCs w:val="28"/>
        </w:rPr>
      </w:pPr>
    </w:p>
    <w:p w14:paraId="7341A7D0" w14:textId="77777777" w:rsidR="00963684" w:rsidRPr="00DA07B5" w:rsidRDefault="00963684" w:rsidP="00A33E02">
      <w:pPr>
        <w:jc w:val="center"/>
        <w:rPr>
          <w:rFonts w:ascii="Corbel" w:hAnsi="Corbel" w:cs="Arial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9854"/>
      </w:tblGrid>
      <w:tr w:rsidR="00A33E02" w:rsidRPr="00D30F61" w14:paraId="716DC460" w14:textId="77777777" w:rsidTr="00A33E02">
        <w:trPr>
          <w:trHeight w:val="20"/>
          <w:jc w:val="center"/>
        </w:trPr>
        <w:tc>
          <w:tcPr>
            <w:tcW w:w="5000" w:type="pct"/>
            <w:shd w:val="clear" w:color="auto" w:fill="FFFF99"/>
            <w:vAlign w:val="center"/>
          </w:tcPr>
          <w:p w14:paraId="38CFB92B" w14:textId="77777777" w:rsidR="00A33E02" w:rsidRPr="00DA07B5" w:rsidRDefault="00A33E02" w:rsidP="00E418B0">
            <w:pPr>
              <w:jc w:val="center"/>
              <w:rPr>
                <w:rFonts w:ascii="Corbel" w:hAnsi="Corbel" w:cs="Arial"/>
                <w:b/>
              </w:rPr>
            </w:pPr>
          </w:p>
          <w:p w14:paraId="13FF81F6" w14:textId="2D95F907" w:rsidR="00D8769C" w:rsidRDefault="00A33E02" w:rsidP="00C65DCB">
            <w:pPr>
              <w:jc w:val="center"/>
              <w:rPr>
                <w:rFonts w:ascii="Corbel" w:hAnsi="Corbel" w:cs="Arial"/>
                <w:b/>
                <w:sz w:val="22"/>
                <w:szCs w:val="22"/>
              </w:rPr>
            </w:pPr>
            <w:r w:rsidRPr="00DA07B5">
              <w:rPr>
                <w:rFonts w:ascii="Corbel" w:hAnsi="Corbel" w:cs="Arial"/>
                <w:b/>
                <w:sz w:val="22"/>
                <w:szCs w:val="22"/>
              </w:rPr>
              <w:t>Titolo dell’iniziativa:</w:t>
            </w:r>
            <w:r w:rsidR="005E604B" w:rsidRPr="00DA07B5">
              <w:rPr>
                <w:rFonts w:ascii="Corbel" w:hAnsi="Corbel" w:cs="Arial"/>
                <w:b/>
                <w:sz w:val="22"/>
                <w:szCs w:val="22"/>
              </w:rPr>
              <w:t xml:space="preserve"> </w:t>
            </w:r>
          </w:p>
          <w:p w14:paraId="6D7F49FF" w14:textId="424F8A6B" w:rsidR="0061229C" w:rsidRDefault="0061229C" w:rsidP="00C65DCB">
            <w:pPr>
              <w:jc w:val="center"/>
              <w:rPr>
                <w:rFonts w:ascii="Corbel" w:hAnsi="Corbel" w:cs="Arial"/>
                <w:b/>
                <w:sz w:val="22"/>
                <w:szCs w:val="22"/>
              </w:rPr>
            </w:pPr>
            <w:r w:rsidRPr="0061229C">
              <w:rPr>
                <w:rFonts w:ascii="Corbel" w:hAnsi="Corbel" w:cs="Arial"/>
                <w:b/>
                <w:sz w:val="22"/>
                <w:szCs w:val="22"/>
              </w:rPr>
              <w:t>Via delle Cascate: sostegno allo sviluppo turistico sostenibile della Bosnia centrale e nord-occidentale</w:t>
            </w:r>
          </w:p>
          <w:p w14:paraId="1EEC7C6A" w14:textId="5B86AA34" w:rsidR="00A33E02" w:rsidRPr="00D8769C" w:rsidRDefault="00D30F61" w:rsidP="0061229C">
            <w:pPr>
              <w:jc w:val="center"/>
              <w:rPr>
                <w:rFonts w:ascii="Corbel" w:hAnsi="Corbel" w:cs="Arial"/>
                <w:sz w:val="18"/>
                <w:szCs w:val="18"/>
                <w:lang w:val="en-US"/>
              </w:rPr>
            </w:pPr>
            <w:r w:rsidRPr="000E568C">
              <w:rPr>
                <w:rFonts w:ascii="Corbel" w:hAnsi="Corbel" w:cs="Arial"/>
                <w:b/>
                <w:sz w:val="22"/>
                <w:szCs w:val="22"/>
                <w:lang w:val="en-US"/>
              </w:rPr>
              <w:t xml:space="preserve">AID </w:t>
            </w:r>
            <w:r w:rsidR="0009124B">
              <w:rPr>
                <w:rFonts w:ascii="Corbel" w:hAnsi="Corbel" w:cs="Arial"/>
                <w:b/>
                <w:sz w:val="22"/>
                <w:szCs w:val="22"/>
                <w:lang w:val="en-US"/>
              </w:rPr>
              <w:t>12707</w:t>
            </w:r>
          </w:p>
        </w:tc>
      </w:tr>
    </w:tbl>
    <w:p w14:paraId="1B138DDD" w14:textId="77777777" w:rsidR="00A33E02" w:rsidRPr="00D8769C" w:rsidRDefault="00A33E02" w:rsidP="00A33E02">
      <w:pPr>
        <w:rPr>
          <w:rFonts w:ascii="Corbel" w:hAnsi="Corbel" w:cs="Arial"/>
          <w:lang w:val="en-US"/>
        </w:rPr>
      </w:pPr>
    </w:p>
    <w:p w14:paraId="58361BD8" w14:textId="77777777" w:rsidR="008661BC" w:rsidRPr="00D8769C" w:rsidRDefault="008661BC" w:rsidP="008661BC">
      <w:pPr>
        <w:rPr>
          <w:rFonts w:ascii="Corbel" w:hAnsi="Corbel" w:cs="Arial"/>
          <w:lang w:val="en-US"/>
        </w:rPr>
      </w:pPr>
    </w:p>
    <w:p w14:paraId="2ED70F07" w14:textId="77777777" w:rsidR="008661BC" w:rsidRPr="00D8769C" w:rsidRDefault="008661BC" w:rsidP="008661BC">
      <w:pPr>
        <w:rPr>
          <w:rFonts w:ascii="Corbel" w:hAnsi="Corbel" w:cs="Arial"/>
          <w:lang w:val="en-US"/>
        </w:rPr>
      </w:pPr>
    </w:p>
    <w:p w14:paraId="0B68460E" w14:textId="77777777" w:rsidR="00EA6BCC" w:rsidRPr="00D8769C" w:rsidRDefault="00EA6BCC" w:rsidP="00A33E02">
      <w:pPr>
        <w:rPr>
          <w:rFonts w:ascii="Corbel" w:hAnsi="Corbel" w:cs="Arial"/>
          <w:lang w:val="en-US"/>
        </w:rPr>
      </w:pPr>
    </w:p>
    <w:p w14:paraId="3A5437A4" w14:textId="77777777" w:rsidR="008661BC" w:rsidRPr="00D8769C" w:rsidRDefault="008661BC" w:rsidP="00A33E02">
      <w:pPr>
        <w:rPr>
          <w:rFonts w:ascii="Corbel" w:hAnsi="Corbel" w:cs="Arial"/>
          <w:lang w:val="en-US"/>
        </w:rPr>
      </w:pPr>
    </w:p>
    <w:tbl>
      <w:tblPr>
        <w:tblW w:w="36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6"/>
        <w:gridCol w:w="3501"/>
      </w:tblGrid>
      <w:tr w:rsidR="008661BC" w:rsidRPr="00DA07B5" w14:paraId="0EA3BAF8" w14:textId="77777777" w:rsidTr="008661BC">
        <w:trPr>
          <w:trHeight w:val="20"/>
          <w:jc w:val="center"/>
        </w:trPr>
        <w:tc>
          <w:tcPr>
            <w:tcW w:w="2571" w:type="pct"/>
            <w:shd w:val="clear" w:color="auto" w:fill="D9D9D9"/>
            <w:vAlign w:val="center"/>
          </w:tcPr>
          <w:p w14:paraId="4BE75D07" w14:textId="77777777" w:rsidR="008661BC" w:rsidRPr="00D8769C" w:rsidRDefault="008661BC" w:rsidP="00E418B0">
            <w:pPr>
              <w:rPr>
                <w:rFonts w:ascii="Corbel" w:hAnsi="Corbel" w:cs="Arial"/>
                <w:b/>
                <w:bCs/>
                <w:sz w:val="22"/>
                <w:szCs w:val="22"/>
                <w:highlight w:val="yellow"/>
                <w:lang w:val="en-US"/>
              </w:rPr>
            </w:pPr>
          </w:p>
          <w:p w14:paraId="05E8B634" w14:textId="77777777" w:rsidR="008661BC" w:rsidRPr="00DA07B5" w:rsidRDefault="008661BC" w:rsidP="00E418B0">
            <w:pPr>
              <w:rPr>
                <w:rFonts w:ascii="Corbel" w:hAnsi="Corbel" w:cs="Arial"/>
                <w:b/>
                <w:bCs/>
                <w:sz w:val="22"/>
                <w:szCs w:val="22"/>
                <w:highlight w:val="yellow"/>
              </w:rPr>
            </w:pPr>
            <w:r w:rsidRPr="00DA07B5">
              <w:rPr>
                <w:rFonts w:ascii="Corbel" w:hAnsi="Corbel" w:cs="Arial"/>
                <w:b/>
                <w:bCs/>
                <w:sz w:val="22"/>
                <w:szCs w:val="22"/>
              </w:rPr>
              <w:t>Contatti in loco</w:t>
            </w:r>
            <w:r w:rsidR="009F1A71" w:rsidRPr="00DA07B5">
              <w:rPr>
                <w:rFonts w:ascii="Corbel" w:hAnsi="Corbel" w:cs="Arial"/>
                <w:b/>
                <w:bCs/>
                <w:sz w:val="22"/>
                <w:szCs w:val="22"/>
              </w:rPr>
              <w:t>:*</w:t>
            </w:r>
          </w:p>
        </w:tc>
        <w:tc>
          <w:tcPr>
            <w:tcW w:w="2429" w:type="pct"/>
            <w:shd w:val="clear" w:color="auto" w:fill="D9D9D9"/>
            <w:vAlign w:val="center"/>
          </w:tcPr>
          <w:p w14:paraId="4BA2A881" w14:textId="77777777" w:rsidR="008661BC" w:rsidRPr="00DA07B5" w:rsidRDefault="008661BC" w:rsidP="008661BC">
            <w:pPr>
              <w:rPr>
                <w:rFonts w:ascii="Corbel" w:hAnsi="Corbel" w:cs="Arial"/>
                <w:b/>
                <w:bCs/>
                <w:sz w:val="22"/>
                <w:szCs w:val="22"/>
              </w:rPr>
            </w:pPr>
          </w:p>
          <w:p w14:paraId="3A273EDF" w14:textId="77777777" w:rsidR="008661BC" w:rsidRPr="00DA07B5" w:rsidRDefault="008661BC" w:rsidP="008661BC">
            <w:pPr>
              <w:rPr>
                <w:rFonts w:ascii="Corbel" w:hAnsi="Corbel" w:cs="Arial"/>
                <w:b/>
                <w:bCs/>
                <w:sz w:val="22"/>
                <w:szCs w:val="22"/>
                <w:highlight w:val="yellow"/>
              </w:rPr>
            </w:pPr>
            <w:r w:rsidRPr="00DA07B5">
              <w:rPr>
                <w:rFonts w:ascii="Corbel" w:hAnsi="Corbel" w:cs="Arial"/>
                <w:b/>
                <w:bCs/>
                <w:sz w:val="22"/>
                <w:szCs w:val="22"/>
              </w:rPr>
              <w:t>Contatti in Italia</w:t>
            </w:r>
            <w:r w:rsidR="009F1A71" w:rsidRPr="00DA07B5">
              <w:rPr>
                <w:rFonts w:ascii="Corbel" w:hAnsi="Corbel" w:cs="Arial"/>
                <w:b/>
                <w:bCs/>
                <w:sz w:val="22"/>
                <w:szCs w:val="22"/>
              </w:rPr>
              <w:t>:</w:t>
            </w:r>
          </w:p>
        </w:tc>
      </w:tr>
      <w:tr w:rsidR="008661BC" w:rsidRPr="00DA07B5" w14:paraId="11F18019" w14:textId="77777777" w:rsidTr="008661BC">
        <w:trPr>
          <w:trHeight w:val="1383"/>
          <w:jc w:val="center"/>
        </w:trPr>
        <w:tc>
          <w:tcPr>
            <w:tcW w:w="2571" w:type="pct"/>
            <w:shd w:val="clear" w:color="auto" w:fill="auto"/>
            <w:vAlign w:val="center"/>
          </w:tcPr>
          <w:p w14:paraId="3A487A49" w14:textId="77777777" w:rsidR="008661BC" w:rsidRPr="00DA07B5" w:rsidRDefault="008661BC" w:rsidP="008661BC">
            <w:pPr>
              <w:rPr>
                <w:rFonts w:ascii="Corbel" w:hAnsi="Corbel" w:cs="Arial"/>
                <w:bCs/>
                <w:sz w:val="22"/>
                <w:szCs w:val="22"/>
              </w:rPr>
            </w:pPr>
            <w:r w:rsidRPr="00DA07B5">
              <w:rPr>
                <w:rFonts w:ascii="Corbel" w:hAnsi="Corbel" w:cs="Arial"/>
                <w:bCs/>
                <w:sz w:val="22"/>
                <w:szCs w:val="22"/>
              </w:rPr>
              <w:t xml:space="preserve">Nome Cognome: </w:t>
            </w:r>
          </w:p>
          <w:p w14:paraId="09881339" w14:textId="77777777" w:rsidR="008661BC" w:rsidRPr="00DA07B5" w:rsidRDefault="008661BC" w:rsidP="008661BC">
            <w:pPr>
              <w:rPr>
                <w:rFonts w:ascii="Corbel" w:hAnsi="Corbel" w:cs="Arial"/>
                <w:bCs/>
                <w:sz w:val="22"/>
                <w:szCs w:val="22"/>
              </w:rPr>
            </w:pPr>
            <w:r w:rsidRPr="00DA07B5">
              <w:rPr>
                <w:rFonts w:ascii="Corbel" w:hAnsi="Corbel" w:cs="Arial"/>
                <w:bCs/>
                <w:sz w:val="22"/>
                <w:szCs w:val="22"/>
              </w:rPr>
              <w:t xml:space="preserve">Funzione: </w:t>
            </w:r>
          </w:p>
          <w:p w14:paraId="445616DF" w14:textId="77777777" w:rsidR="008661BC" w:rsidRPr="00DA07B5" w:rsidRDefault="008661BC" w:rsidP="008661BC">
            <w:pPr>
              <w:rPr>
                <w:rFonts w:ascii="Corbel" w:hAnsi="Corbel" w:cs="Arial"/>
                <w:bCs/>
                <w:sz w:val="22"/>
                <w:szCs w:val="22"/>
              </w:rPr>
            </w:pPr>
            <w:r w:rsidRPr="00DA07B5">
              <w:rPr>
                <w:rFonts w:ascii="Corbel" w:hAnsi="Corbel" w:cs="Arial"/>
                <w:bCs/>
                <w:sz w:val="22"/>
                <w:szCs w:val="22"/>
              </w:rPr>
              <w:t xml:space="preserve">Indirizzo: </w:t>
            </w:r>
          </w:p>
          <w:p w14:paraId="35B84673" w14:textId="77777777" w:rsidR="008661BC" w:rsidRPr="00DA07B5" w:rsidRDefault="008661BC" w:rsidP="008661BC">
            <w:pPr>
              <w:rPr>
                <w:rFonts w:ascii="Corbel" w:hAnsi="Corbel" w:cs="Arial"/>
                <w:bCs/>
                <w:sz w:val="22"/>
                <w:szCs w:val="22"/>
              </w:rPr>
            </w:pPr>
            <w:r w:rsidRPr="00DA07B5">
              <w:rPr>
                <w:rFonts w:ascii="Corbel" w:hAnsi="Corbel" w:cs="Arial"/>
                <w:bCs/>
                <w:sz w:val="22"/>
                <w:szCs w:val="22"/>
              </w:rPr>
              <w:t>Tel./Cell.:</w:t>
            </w:r>
          </w:p>
          <w:p w14:paraId="797370A8" w14:textId="77777777" w:rsidR="008661BC" w:rsidRPr="00DA07B5" w:rsidRDefault="008661BC" w:rsidP="008661BC">
            <w:pPr>
              <w:rPr>
                <w:rFonts w:ascii="Corbel" w:hAnsi="Corbel" w:cs="Arial"/>
                <w:bCs/>
                <w:sz w:val="22"/>
                <w:szCs w:val="22"/>
              </w:rPr>
            </w:pPr>
            <w:r w:rsidRPr="00DA07B5">
              <w:rPr>
                <w:rFonts w:ascii="Corbel" w:hAnsi="Corbel" w:cs="Arial"/>
                <w:bCs/>
                <w:sz w:val="22"/>
                <w:szCs w:val="22"/>
              </w:rPr>
              <w:t>Fax:</w:t>
            </w:r>
          </w:p>
          <w:p w14:paraId="5CB5D6CA" w14:textId="77777777" w:rsidR="008661BC" w:rsidRPr="00DA07B5" w:rsidRDefault="008661BC" w:rsidP="00E418B0">
            <w:pPr>
              <w:rPr>
                <w:rFonts w:ascii="Corbel" w:hAnsi="Corbel" w:cs="Arial"/>
                <w:bCs/>
                <w:sz w:val="22"/>
                <w:szCs w:val="22"/>
              </w:rPr>
            </w:pPr>
            <w:r w:rsidRPr="00DA07B5">
              <w:rPr>
                <w:rFonts w:ascii="Corbel" w:hAnsi="Corbel" w:cs="Arial"/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242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FDE3AA" w14:textId="77777777" w:rsidR="008661BC" w:rsidRPr="00DA07B5" w:rsidRDefault="008661BC" w:rsidP="00E418B0">
            <w:pPr>
              <w:rPr>
                <w:rFonts w:ascii="Corbel" w:hAnsi="Corbel" w:cs="Arial"/>
                <w:bCs/>
                <w:sz w:val="22"/>
                <w:szCs w:val="22"/>
              </w:rPr>
            </w:pPr>
            <w:r w:rsidRPr="00DA07B5">
              <w:rPr>
                <w:rFonts w:ascii="Corbel" w:hAnsi="Corbel" w:cs="Arial"/>
                <w:bCs/>
                <w:sz w:val="22"/>
                <w:szCs w:val="22"/>
              </w:rPr>
              <w:t xml:space="preserve">Nome Cognome: </w:t>
            </w:r>
          </w:p>
          <w:p w14:paraId="1513DA43" w14:textId="77777777" w:rsidR="008661BC" w:rsidRPr="00DA07B5" w:rsidRDefault="008661BC" w:rsidP="00E418B0">
            <w:pPr>
              <w:rPr>
                <w:rFonts w:ascii="Corbel" w:hAnsi="Corbel" w:cs="Arial"/>
                <w:bCs/>
                <w:sz w:val="22"/>
                <w:szCs w:val="22"/>
              </w:rPr>
            </w:pPr>
            <w:r w:rsidRPr="00DA07B5">
              <w:rPr>
                <w:rFonts w:ascii="Corbel" w:hAnsi="Corbel" w:cs="Arial"/>
                <w:bCs/>
                <w:sz w:val="22"/>
                <w:szCs w:val="22"/>
              </w:rPr>
              <w:t xml:space="preserve">Funzione: </w:t>
            </w:r>
          </w:p>
          <w:p w14:paraId="35A8E63A" w14:textId="77777777" w:rsidR="008661BC" w:rsidRPr="00DA07B5" w:rsidRDefault="008661BC" w:rsidP="00E418B0">
            <w:pPr>
              <w:rPr>
                <w:rFonts w:ascii="Corbel" w:hAnsi="Corbel" w:cs="Arial"/>
                <w:bCs/>
                <w:sz w:val="22"/>
                <w:szCs w:val="22"/>
              </w:rPr>
            </w:pPr>
            <w:r w:rsidRPr="00DA07B5">
              <w:rPr>
                <w:rFonts w:ascii="Corbel" w:hAnsi="Corbel" w:cs="Arial"/>
                <w:bCs/>
                <w:sz w:val="22"/>
                <w:szCs w:val="22"/>
              </w:rPr>
              <w:t xml:space="preserve">Indirizzo: </w:t>
            </w:r>
          </w:p>
          <w:p w14:paraId="2B950727" w14:textId="77777777" w:rsidR="008661BC" w:rsidRPr="00DA07B5" w:rsidRDefault="008661BC" w:rsidP="00E418B0">
            <w:pPr>
              <w:rPr>
                <w:rFonts w:ascii="Corbel" w:hAnsi="Corbel" w:cs="Arial"/>
                <w:bCs/>
                <w:sz w:val="22"/>
                <w:szCs w:val="22"/>
              </w:rPr>
            </w:pPr>
            <w:r w:rsidRPr="00DA07B5">
              <w:rPr>
                <w:rFonts w:ascii="Corbel" w:hAnsi="Corbel" w:cs="Arial"/>
                <w:bCs/>
                <w:sz w:val="22"/>
                <w:szCs w:val="22"/>
              </w:rPr>
              <w:t>Tel./Cell.:</w:t>
            </w:r>
          </w:p>
          <w:p w14:paraId="0F4032F8" w14:textId="77777777" w:rsidR="008661BC" w:rsidRPr="00DA07B5" w:rsidRDefault="008661BC" w:rsidP="00E418B0">
            <w:pPr>
              <w:rPr>
                <w:rFonts w:ascii="Corbel" w:hAnsi="Corbel" w:cs="Arial"/>
                <w:bCs/>
                <w:sz w:val="22"/>
                <w:szCs w:val="22"/>
              </w:rPr>
            </w:pPr>
            <w:r w:rsidRPr="00DA07B5">
              <w:rPr>
                <w:rFonts w:ascii="Corbel" w:hAnsi="Corbel" w:cs="Arial"/>
                <w:bCs/>
                <w:sz w:val="22"/>
                <w:szCs w:val="22"/>
              </w:rPr>
              <w:t>Fax:</w:t>
            </w:r>
          </w:p>
          <w:p w14:paraId="2CF018BB" w14:textId="77777777" w:rsidR="008661BC" w:rsidRPr="00DA07B5" w:rsidRDefault="008661BC" w:rsidP="00E418B0">
            <w:pPr>
              <w:rPr>
                <w:rFonts w:ascii="Corbel" w:hAnsi="Corbel" w:cs="Arial"/>
                <w:bCs/>
                <w:sz w:val="22"/>
                <w:szCs w:val="22"/>
              </w:rPr>
            </w:pPr>
            <w:r w:rsidRPr="00DA07B5">
              <w:rPr>
                <w:rFonts w:ascii="Corbel" w:hAnsi="Corbel" w:cs="Arial"/>
                <w:bCs/>
                <w:sz w:val="22"/>
                <w:szCs w:val="22"/>
              </w:rPr>
              <w:t xml:space="preserve">e-mail: </w:t>
            </w:r>
          </w:p>
        </w:tc>
      </w:tr>
    </w:tbl>
    <w:p w14:paraId="78CC0177" w14:textId="77777777" w:rsidR="00F3531D" w:rsidRDefault="00F3531D" w:rsidP="00F3531D">
      <w:pPr>
        <w:jc w:val="center"/>
        <w:rPr>
          <w:rFonts w:ascii="Corbel" w:hAnsi="Corbel" w:cs="Arial"/>
          <w:sz w:val="16"/>
          <w:szCs w:val="16"/>
        </w:rPr>
      </w:pPr>
    </w:p>
    <w:p w14:paraId="45612FE3" w14:textId="77777777" w:rsidR="00DA16E6" w:rsidRPr="00DA07B5" w:rsidRDefault="00DA16E6" w:rsidP="00F3531D">
      <w:pPr>
        <w:jc w:val="center"/>
        <w:rPr>
          <w:rFonts w:ascii="Corbel" w:hAnsi="Corbel" w:cs="Arial"/>
          <w:sz w:val="16"/>
          <w:szCs w:val="16"/>
        </w:rPr>
      </w:pPr>
    </w:p>
    <w:p w14:paraId="3C76E278" w14:textId="77777777" w:rsidR="00D8769C" w:rsidRDefault="00D8769C" w:rsidP="00166849">
      <w:pPr>
        <w:rPr>
          <w:rFonts w:ascii="Corbel" w:hAnsi="Corbel" w:cs="Arial"/>
          <w:b/>
          <w:bCs/>
          <w:szCs w:val="20"/>
          <w:u w:val="single"/>
        </w:rPr>
      </w:pPr>
    </w:p>
    <w:p w14:paraId="37DAE89D" w14:textId="77777777" w:rsidR="001F1432" w:rsidRDefault="001F1432" w:rsidP="00166849">
      <w:pPr>
        <w:rPr>
          <w:rFonts w:ascii="Corbel" w:hAnsi="Corbel" w:cs="Arial"/>
          <w:b/>
          <w:bCs/>
          <w:szCs w:val="20"/>
          <w:u w:val="single"/>
        </w:rPr>
      </w:pPr>
    </w:p>
    <w:p w14:paraId="641AB2C3" w14:textId="77777777" w:rsidR="001F1432" w:rsidRDefault="001F1432" w:rsidP="00166849">
      <w:pPr>
        <w:rPr>
          <w:rFonts w:ascii="Corbel" w:hAnsi="Corbel" w:cs="Arial"/>
          <w:b/>
          <w:bCs/>
          <w:szCs w:val="20"/>
          <w:u w:val="single"/>
        </w:rPr>
      </w:pPr>
    </w:p>
    <w:p w14:paraId="0EE345E9" w14:textId="77777777" w:rsidR="00767DE4" w:rsidRDefault="00767DE4" w:rsidP="00166849">
      <w:pPr>
        <w:rPr>
          <w:rFonts w:ascii="Corbel" w:hAnsi="Corbel" w:cs="Arial"/>
          <w:b/>
          <w:bCs/>
          <w:szCs w:val="20"/>
          <w:u w:val="single"/>
        </w:rPr>
      </w:pPr>
    </w:p>
    <w:p w14:paraId="0D7CC76E" w14:textId="77777777" w:rsidR="00767DE4" w:rsidRDefault="00767DE4" w:rsidP="00166849">
      <w:pPr>
        <w:rPr>
          <w:rFonts w:ascii="Corbel" w:hAnsi="Corbel" w:cs="Arial"/>
          <w:b/>
          <w:bCs/>
          <w:szCs w:val="20"/>
          <w:u w:val="single"/>
        </w:rPr>
      </w:pPr>
    </w:p>
    <w:p w14:paraId="6F48D9F9" w14:textId="77777777" w:rsidR="001F1432" w:rsidRDefault="001F1432" w:rsidP="00166849">
      <w:pPr>
        <w:rPr>
          <w:rFonts w:ascii="Corbel" w:hAnsi="Corbel" w:cs="Arial"/>
          <w:b/>
          <w:bCs/>
          <w:szCs w:val="20"/>
          <w:u w:val="single"/>
        </w:rPr>
      </w:pPr>
    </w:p>
    <w:p w14:paraId="58DF1E51" w14:textId="77777777" w:rsidR="00166849" w:rsidRPr="00DA07B5" w:rsidRDefault="00166849" w:rsidP="00166849">
      <w:pPr>
        <w:rPr>
          <w:rFonts w:ascii="Corbel" w:hAnsi="Corbel" w:cs="Arial"/>
          <w:bCs/>
          <w:szCs w:val="20"/>
        </w:rPr>
      </w:pPr>
      <w:r w:rsidRPr="00DA07B5">
        <w:rPr>
          <w:rFonts w:ascii="Corbel" w:hAnsi="Corbel" w:cs="Arial"/>
          <w:b/>
          <w:bCs/>
          <w:szCs w:val="20"/>
          <w:u w:val="single"/>
        </w:rPr>
        <w:lastRenderedPageBreak/>
        <w:t>1. DATI IDENTIFICATIVI</w:t>
      </w:r>
      <w:r w:rsidRPr="00DA07B5">
        <w:rPr>
          <w:rFonts w:ascii="Corbel" w:hAnsi="Corbel" w:cs="Arial"/>
          <w:bCs/>
          <w:szCs w:val="20"/>
        </w:rPr>
        <w:t xml:space="preserve"> </w:t>
      </w:r>
    </w:p>
    <w:p w14:paraId="029AE2D2" w14:textId="77777777" w:rsidR="00494019" w:rsidRPr="00DA07B5" w:rsidRDefault="00494019" w:rsidP="00166849">
      <w:pPr>
        <w:rPr>
          <w:rFonts w:ascii="Corbel" w:hAnsi="Corbel" w:cs="Arial"/>
          <w:sz w:val="16"/>
          <w:szCs w:val="16"/>
        </w:rPr>
      </w:pPr>
    </w:p>
    <w:p w14:paraId="0AFC3A28" w14:textId="77777777" w:rsidR="00494019" w:rsidRPr="00DA07B5" w:rsidRDefault="00494019" w:rsidP="00F3531D">
      <w:pPr>
        <w:jc w:val="center"/>
        <w:rPr>
          <w:rFonts w:ascii="Corbel" w:hAnsi="Corbel" w:cs="Arial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7"/>
        <w:gridCol w:w="6147"/>
      </w:tblGrid>
      <w:tr w:rsidR="001B260A" w:rsidRPr="00D30F61" w14:paraId="4020E8BA" w14:textId="77777777" w:rsidTr="007111BC">
        <w:trPr>
          <w:trHeight w:val="165"/>
        </w:trPr>
        <w:tc>
          <w:tcPr>
            <w:tcW w:w="1881" w:type="pct"/>
            <w:tcBorders>
              <w:right w:val="single" w:sz="4" w:space="0" w:color="auto"/>
            </w:tcBorders>
            <w:shd w:val="clear" w:color="auto" w:fill="CCFFFF"/>
          </w:tcPr>
          <w:p w14:paraId="094FB5ED" w14:textId="77777777" w:rsidR="001B260A" w:rsidRPr="00DA07B5" w:rsidRDefault="001B260A" w:rsidP="007111BC">
            <w:pPr>
              <w:rPr>
                <w:rFonts w:ascii="Corbel" w:hAnsi="Corbel" w:cs="Arial"/>
                <w:b/>
                <w:sz w:val="18"/>
                <w:szCs w:val="18"/>
              </w:rPr>
            </w:pPr>
            <w:r w:rsidRPr="00DA07B5">
              <w:rPr>
                <w:rFonts w:ascii="Corbel" w:hAnsi="Corbel" w:cs="Arial"/>
                <w:b/>
                <w:sz w:val="18"/>
                <w:szCs w:val="18"/>
              </w:rPr>
              <w:t xml:space="preserve">TITOLO DEL PROGETTO </w:t>
            </w:r>
          </w:p>
          <w:p w14:paraId="520301B4" w14:textId="77777777" w:rsidR="001B260A" w:rsidRPr="00DA07B5" w:rsidRDefault="001B260A" w:rsidP="007111BC">
            <w:pPr>
              <w:rPr>
                <w:rFonts w:ascii="Corbel" w:hAnsi="Corbel" w:cs="Arial"/>
                <w:b/>
                <w:sz w:val="18"/>
                <w:szCs w:val="18"/>
              </w:rPr>
            </w:pP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8654550" w14:textId="501DDF1B" w:rsidR="001B260A" w:rsidRPr="00D30F61" w:rsidRDefault="0061229C" w:rsidP="00D8769C">
            <w:pPr>
              <w:rPr>
                <w:rFonts w:ascii="Corbel" w:hAnsi="Corbel" w:cs="Arial"/>
                <w:b/>
                <w:sz w:val="18"/>
                <w:szCs w:val="18"/>
              </w:rPr>
            </w:pPr>
            <w:r w:rsidRPr="0061229C">
              <w:rPr>
                <w:rFonts w:ascii="Corbel" w:hAnsi="Corbel" w:cs="Arial"/>
                <w:b/>
                <w:sz w:val="18"/>
                <w:szCs w:val="18"/>
              </w:rPr>
              <w:t xml:space="preserve">Via delle Cascate: sostegno allo sviluppo turistico sostenibile della Bosnia centrale e nord-occidentale </w:t>
            </w:r>
            <w:r w:rsidR="00D30F61" w:rsidRPr="00D30F61">
              <w:rPr>
                <w:rFonts w:ascii="Corbel" w:hAnsi="Corbel" w:cs="Arial"/>
                <w:b/>
                <w:sz w:val="18"/>
                <w:szCs w:val="18"/>
              </w:rPr>
              <w:t xml:space="preserve">- </w:t>
            </w:r>
            <w:r w:rsidR="00D30F61" w:rsidRPr="000E568C">
              <w:rPr>
                <w:rFonts w:ascii="Corbel" w:hAnsi="Corbel" w:cs="Arial"/>
                <w:b/>
                <w:sz w:val="18"/>
                <w:szCs w:val="18"/>
              </w:rPr>
              <w:t xml:space="preserve">AID </w:t>
            </w:r>
            <w:r w:rsidR="0009124B">
              <w:rPr>
                <w:rFonts w:ascii="Corbel" w:hAnsi="Corbel" w:cs="Arial"/>
                <w:b/>
                <w:sz w:val="18"/>
                <w:szCs w:val="18"/>
              </w:rPr>
              <w:t>012707</w:t>
            </w:r>
          </w:p>
        </w:tc>
      </w:tr>
      <w:tr w:rsidR="00F3531D" w:rsidRPr="00DA07B5" w14:paraId="19C8D459" w14:textId="77777777" w:rsidTr="00E32C5E">
        <w:trPr>
          <w:trHeight w:val="185"/>
        </w:trPr>
        <w:tc>
          <w:tcPr>
            <w:tcW w:w="1881" w:type="pct"/>
            <w:shd w:val="clear" w:color="auto" w:fill="CCFFFF"/>
          </w:tcPr>
          <w:p w14:paraId="498CF92B" w14:textId="77777777" w:rsidR="00F3531D" w:rsidRPr="00DA07B5" w:rsidRDefault="00F3531D" w:rsidP="00F3531D">
            <w:pPr>
              <w:rPr>
                <w:rFonts w:ascii="Corbel" w:hAnsi="Corbel" w:cs="Arial"/>
                <w:b/>
                <w:sz w:val="18"/>
                <w:szCs w:val="18"/>
              </w:rPr>
            </w:pPr>
            <w:r w:rsidRPr="00DA07B5">
              <w:rPr>
                <w:rFonts w:ascii="Corbel" w:hAnsi="Corbel" w:cs="Arial"/>
                <w:b/>
                <w:sz w:val="18"/>
                <w:szCs w:val="18"/>
              </w:rPr>
              <w:t xml:space="preserve">ENTE </w:t>
            </w:r>
            <w:r w:rsidR="00605AFC" w:rsidRPr="00DA07B5">
              <w:rPr>
                <w:rFonts w:ascii="Corbel" w:hAnsi="Corbel" w:cs="Arial"/>
                <w:b/>
                <w:sz w:val="18"/>
                <w:szCs w:val="18"/>
              </w:rPr>
              <w:t>P</w:t>
            </w:r>
            <w:r w:rsidR="00587336" w:rsidRPr="00DA07B5">
              <w:rPr>
                <w:rFonts w:ascii="Corbel" w:hAnsi="Corbel" w:cs="Arial"/>
                <w:b/>
                <w:sz w:val="18"/>
                <w:szCs w:val="18"/>
              </w:rPr>
              <w:t>ROPONENTE</w:t>
            </w:r>
          </w:p>
          <w:p w14:paraId="403FB90B" w14:textId="77777777" w:rsidR="00F3531D" w:rsidRPr="00DA07B5" w:rsidRDefault="00F3531D" w:rsidP="00F3531D">
            <w:pPr>
              <w:rPr>
                <w:rFonts w:ascii="Corbel" w:hAnsi="Corbel" w:cs="Arial"/>
                <w:b/>
                <w:sz w:val="18"/>
                <w:szCs w:val="18"/>
              </w:rPr>
            </w:pPr>
          </w:p>
        </w:tc>
        <w:tc>
          <w:tcPr>
            <w:tcW w:w="3119" w:type="pct"/>
            <w:tcBorders>
              <w:bottom w:val="single" w:sz="4" w:space="0" w:color="auto"/>
            </w:tcBorders>
            <w:shd w:val="clear" w:color="auto" w:fill="CCFFFF"/>
          </w:tcPr>
          <w:p w14:paraId="67AAAD57" w14:textId="77777777" w:rsidR="00F3531D" w:rsidRPr="00DA07B5" w:rsidRDefault="00F3531D" w:rsidP="00F3531D">
            <w:pPr>
              <w:rPr>
                <w:rFonts w:ascii="Corbel" w:hAnsi="Corbel" w:cs="Arial"/>
                <w:b/>
                <w:sz w:val="18"/>
                <w:szCs w:val="18"/>
              </w:rPr>
            </w:pPr>
          </w:p>
        </w:tc>
      </w:tr>
      <w:tr w:rsidR="00B63D8C" w:rsidRPr="00DA07B5" w14:paraId="67A54064" w14:textId="77777777" w:rsidTr="002B7CB4">
        <w:trPr>
          <w:trHeight w:val="136"/>
        </w:trPr>
        <w:tc>
          <w:tcPr>
            <w:tcW w:w="1881" w:type="pct"/>
            <w:shd w:val="clear" w:color="auto" w:fill="auto"/>
          </w:tcPr>
          <w:p w14:paraId="488729D5" w14:textId="77777777" w:rsidR="00B63D8C" w:rsidRPr="00DA07B5" w:rsidRDefault="007D2243" w:rsidP="00E15601">
            <w:pPr>
              <w:jc w:val="both"/>
              <w:rPr>
                <w:rFonts w:ascii="Corbel" w:hAnsi="Corbel" w:cs="Arial"/>
                <w:bCs/>
                <w:sz w:val="16"/>
                <w:szCs w:val="16"/>
              </w:rPr>
            </w:pPr>
            <w:r w:rsidRPr="00DA07B5">
              <w:rPr>
                <w:rFonts w:ascii="Corbel" w:hAnsi="Corbel" w:cs="Arial"/>
                <w:bCs/>
                <w:sz w:val="16"/>
                <w:szCs w:val="16"/>
              </w:rPr>
              <w:t>Descrizione del Progetto</w:t>
            </w:r>
            <w:r w:rsidR="00B63D8C" w:rsidRPr="00DA07B5">
              <w:rPr>
                <w:rFonts w:ascii="Corbel" w:hAnsi="Corbel" w:cs="Arial"/>
                <w:bCs/>
                <w:sz w:val="16"/>
                <w:szCs w:val="16"/>
              </w:rPr>
              <w:t>:</w:t>
            </w:r>
          </w:p>
          <w:p w14:paraId="045C9F82" w14:textId="77777777" w:rsidR="006C7F1B" w:rsidRPr="00DA07B5" w:rsidRDefault="00B63D8C" w:rsidP="00E15601">
            <w:pPr>
              <w:jc w:val="both"/>
              <w:rPr>
                <w:rFonts w:ascii="Corbel" w:hAnsi="Corbel" w:cs="Arial"/>
                <w:bCs/>
                <w:i/>
                <w:sz w:val="16"/>
                <w:szCs w:val="16"/>
              </w:rPr>
            </w:pPr>
            <w:r w:rsidRPr="00DA07B5">
              <w:rPr>
                <w:rFonts w:ascii="Corbel" w:hAnsi="Corbel" w:cs="Arial"/>
                <w:bCs/>
                <w:i/>
                <w:sz w:val="16"/>
                <w:szCs w:val="16"/>
              </w:rPr>
              <w:t xml:space="preserve">Descrivere </w:t>
            </w:r>
            <w:r w:rsidR="006B0DC9" w:rsidRPr="00DA07B5">
              <w:rPr>
                <w:rFonts w:ascii="Corbel" w:hAnsi="Corbel" w:cs="Arial"/>
                <w:bCs/>
                <w:i/>
                <w:sz w:val="16"/>
                <w:szCs w:val="16"/>
              </w:rPr>
              <w:t xml:space="preserve">in massimo </w:t>
            </w:r>
            <w:r w:rsidR="00997962" w:rsidRPr="00DA07B5">
              <w:rPr>
                <w:rFonts w:ascii="Corbel" w:hAnsi="Corbel" w:cs="Arial"/>
                <w:bCs/>
                <w:i/>
                <w:sz w:val="16"/>
                <w:szCs w:val="16"/>
              </w:rPr>
              <w:t>250 caratteri</w:t>
            </w:r>
            <w:r w:rsidR="006B0DC9" w:rsidRPr="00DA07B5">
              <w:rPr>
                <w:rFonts w:ascii="Corbel" w:hAnsi="Corbel" w:cs="Arial"/>
                <w:bCs/>
                <w:i/>
                <w:sz w:val="16"/>
                <w:szCs w:val="16"/>
              </w:rPr>
              <w:t xml:space="preserve"> l’intervento proposto, </w:t>
            </w:r>
            <w:r w:rsidR="006C7F1B" w:rsidRPr="00DA07B5">
              <w:rPr>
                <w:rFonts w:ascii="Corbel" w:hAnsi="Corbel" w:cs="Arial"/>
                <w:bCs/>
                <w:i/>
                <w:sz w:val="16"/>
                <w:szCs w:val="16"/>
              </w:rPr>
              <w:t xml:space="preserve">riassumendo la logica d’intervento, </w:t>
            </w:r>
          </w:p>
          <w:p w14:paraId="705FEA82" w14:textId="77777777" w:rsidR="00B63D8C" w:rsidRPr="00DA07B5" w:rsidRDefault="006C7F1B" w:rsidP="00E15601">
            <w:pPr>
              <w:jc w:val="both"/>
              <w:rPr>
                <w:rFonts w:ascii="Corbel" w:hAnsi="Corbel" w:cs="Arial"/>
                <w:bCs/>
                <w:i/>
                <w:sz w:val="16"/>
                <w:szCs w:val="16"/>
              </w:rPr>
            </w:pPr>
            <w:r w:rsidRPr="00DA07B5">
              <w:rPr>
                <w:rFonts w:ascii="Corbel" w:hAnsi="Corbel" w:cs="Arial"/>
                <w:bCs/>
                <w:i/>
                <w:sz w:val="16"/>
                <w:szCs w:val="16"/>
              </w:rPr>
              <w:t>E</w:t>
            </w:r>
            <w:r w:rsidR="00B63D8C" w:rsidRPr="00DA07B5">
              <w:rPr>
                <w:rFonts w:ascii="Corbel" w:hAnsi="Corbel" w:cs="Arial"/>
                <w:bCs/>
                <w:i/>
                <w:sz w:val="16"/>
                <w:szCs w:val="16"/>
              </w:rPr>
              <w:t>vita</w:t>
            </w:r>
            <w:r w:rsidRPr="00DA07B5">
              <w:rPr>
                <w:rFonts w:ascii="Corbel" w:hAnsi="Corbel" w:cs="Arial"/>
                <w:bCs/>
                <w:i/>
                <w:sz w:val="16"/>
                <w:szCs w:val="16"/>
              </w:rPr>
              <w:t>re</w:t>
            </w:r>
            <w:r w:rsidR="00B63D8C" w:rsidRPr="00DA07B5">
              <w:rPr>
                <w:rFonts w:ascii="Corbel" w:hAnsi="Corbel" w:cs="Arial"/>
                <w:bCs/>
                <w:i/>
                <w:sz w:val="16"/>
                <w:szCs w:val="16"/>
              </w:rPr>
              <w:t xml:space="preserve">, per quanto possibile, l’uso di acronimi. </w:t>
            </w:r>
          </w:p>
          <w:p w14:paraId="2AB4647B" w14:textId="77777777" w:rsidR="00186BB5" w:rsidRPr="00DA07B5" w:rsidRDefault="00186BB5" w:rsidP="00E15601">
            <w:pPr>
              <w:jc w:val="both"/>
              <w:rPr>
                <w:rFonts w:ascii="Corbel" w:hAnsi="Corbel" w:cs="Arial"/>
                <w:b/>
                <w:sz w:val="16"/>
                <w:szCs w:val="16"/>
              </w:rPr>
            </w:pPr>
          </w:p>
        </w:tc>
        <w:tc>
          <w:tcPr>
            <w:tcW w:w="3119" w:type="pct"/>
            <w:shd w:val="clear" w:color="auto" w:fill="auto"/>
          </w:tcPr>
          <w:p w14:paraId="657F81D9" w14:textId="77777777" w:rsidR="00B63D8C" w:rsidRPr="00DA07B5" w:rsidRDefault="00B63D8C" w:rsidP="00F3531D">
            <w:pPr>
              <w:rPr>
                <w:rFonts w:ascii="Corbel" w:hAnsi="Corbel" w:cs="Arial"/>
                <w:b/>
                <w:sz w:val="16"/>
                <w:szCs w:val="16"/>
              </w:rPr>
            </w:pPr>
          </w:p>
        </w:tc>
      </w:tr>
      <w:tr w:rsidR="009926B2" w:rsidRPr="00DA07B5" w14:paraId="347B80E3" w14:textId="77777777" w:rsidTr="002B7CB4">
        <w:trPr>
          <w:trHeight w:val="77"/>
        </w:trPr>
        <w:tc>
          <w:tcPr>
            <w:tcW w:w="1881" w:type="pct"/>
          </w:tcPr>
          <w:p w14:paraId="49A41F02" w14:textId="77777777" w:rsidR="009926B2" w:rsidRPr="00DA07B5" w:rsidRDefault="00587336" w:rsidP="00E15601">
            <w:pPr>
              <w:jc w:val="both"/>
              <w:rPr>
                <w:rFonts w:ascii="Corbel" w:hAnsi="Corbel" w:cs="Arial"/>
                <w:sz w:val="16"/>
                <w:szCs w:val="16"/>
              </w:rPr>
            </w:pPr>
            <w:r w:rsidRPr="00DA07B5">
              <w:rPr>
                <w:rFonts w:ascii="Corbel" w:hAnsi="Corbel" w:cs="Arial"/>
                <w:sz w:val="16"/>
                <w:szCs w:val="16"/>
              </w:rPr>
              <w:t xml:space="preserve">Durata e </w:t>
            </w:r>
            <w:r w:rsidR="009926B2" w:rsidRPr="00DA07B5">
              <w:rPr>
                <w:rFonts w:ascii="Corbel" w:hAnsi="Corbel" w:cs="Arial"/>
                <w:sz w:val="16"/>
                <w:szCs w:val="16"/>
              </w:rPr>
              <w:t>Periodo di attuazione:</w:t>
            </w:r>
          </w:p>
          <w:p w14:paraId="38467209" w14:textId="77777777" w:rsidR="009926B2" w:rsidRPr="00DA07B5" w:rsidRDefault="009926B2" w:rsidP="00E15601">
            <w:pPr>
              <w:jc w:val="both"/>
              <w:rPr>
                <w:rFonts w:ascii="Corbel" w:hAnsi="Corbel" w:cs="Arial"/>
                <w:sz w:val="16"/>
                <w:szCs w:val="16"/>
              </w:rPr>
            </w:pPr>
          </w:p>
        </w:tc>
        <w:tc>
          <w:tcPr>
            <w:tcW w:w="3119" w:type="pct"/>
          </w:tcPr>
          <w:p w14:paraId="019182BD" w14:textId="77777777" w:rsidR="00587336" w:rsidRPr="00DA07B5" w:rsidRDefault="00587336" w:rsidP="00587336">
            <w:pPr>
              <w:rPr>
                <w:rFonts w:ascii="Corbel" w:hAnsi="Corbel" w:cs="Arial"/>
                <w:sz w:val="16"/>
                <w:szCs w:val="16"/>
              </w:rPr>
            </w:pPr>
            <w:r w:rsidRPr="00DA07B5">
              <w:rPr>
                <w:rFonts w:ascii="Corbel" w:hAnsi="Corbel" w:cs="Arial"/>
                <w:sz w:val="16"/>
                <w:szCs w:val="16"/>
              </w:rPr>
              <w:softHyphen/>
            </w:r>
            <w:r w:rsidRPr="00DA07B5">
              <w:rPr>
                <w:rFonts w:ascii="Corbel" w:hAnsi="Corbel" w:cs="Arial"/>
                <w:sz w:val="16"/>
                <w:szCs w:val="16"/>
              </w:rPr>
              <w:softHyphen/>
            </w:r>
            <w:r w:rsidRPr="00DA07B5">
              <w:rPr>
                <w:rFonts w:ascii="Corbel" w:hAnsi="Corbel" w:cs="Arial"/>
                <w:sz w:val="16"/>
                <w:szCs w:val="16"/>
              </w:rPr>
              <w:softHyphen/>
            </w:r>
            <w:r w:rsidRPr="00DA07B5">
              <w:rPr>
                <w:rFonts w:ascii="Corbel" w:hAnsi="Corbel" w:cs="Arial"/>
                <w:sz w:val="16"/>
                <w:szCs w:val="16"/>
              </w:rPr>
              <w:softHyphen/>
            </w:r>
            <w:r w:rsidRPr="00DA07B5">
              <w:rPr>
                <w:rFonts w:ascii="Corbel" w:hAnsi="Corbel" w:cs="Arial"/>
                <w:sz w:val="16"/>
                <w:szCs w:val="16"/>
              </w:rPr>
              <w:softHyphen/>
            </w:r>
            <w:r w:rsidRPr="00DA07B5">
              <w:rPr>
                <w:rFonts w:ascii="Corbel" w:hAnsi="Corbel" w:cs="Arial"/>
                <w:sz w:val="16"/>
                <w:szCs w:val="16"/>
              </w:rPr>
              <w:softHyphen/>
              <w:t xml:space="preserve">N. __ mesi </w:t>
            </w:r>
          </w:p>
          <w:p w14:paraId="46513A5E" w14:textId="77777777" w:rsidR="009926B2" w:rsidRPr="00DA07B5" w:rsidRDefault="009926B2" w:rsidP="00533A3D">
            <w:pPr>
              <w:rPr>
                <w:rFonts w:ascii="Corbel" w:hAnsi="Corbel" w:cs="Arial"/>
                <w:sz w:val="16"/>
                <w:szCs w:val="16"/>
              </w:rPr>
            </w:pPr>
            <w:r w:rsidRPr="00DA07B5">
              <w:rPr>
                <w:rFonts w:ascii="Corbel" w:hAnsi="Corbel" w:cs="Arial"/>
                <w:sz w:val="16"/>
                <w:szCs w:val="16"/>
              </w:rPr>
              <w:t>Data prevista di inizio delle attività: gg/mm/aaaa</w:t>
            </w:r>
          </w:p>
          <w:p w14:paraId="3538FA59" w14:textId="77777777" w:rsidR="009926B2" w:rsidRPr="00DA07B5" w:rsidRDefault="009926B2" w:rsidP="00533A3D">
            <w:pPr>
              <w:rPr>
                <w:rFonts w:ascii="Corbel" w:hAnsi="Corbel" w:cs="Arial"/>
                <w:sz w:val="16"/>
                <w:szCs w:val="16"/>
              </w:rPr>
            </w:pPr>
            <w:r w:rsidRPr="00DA07B5">
              <w:rPr>
                <w:rFonts w:ascii="Corbel" w:hAnsi="Corbel" w:cs="Arial"/>
                <w:sz w:val="16"/>
                <w:szCs w:val="16"/>
              </w:rPr>
              <w:t>Data prevista per conclusione attività: gg/mm/aaaa</w:t>
            </w:r>
          </w:p>
          <w:p w14:paraId="65E8F13C" w14:textId="77777777" w:rsidR="009926B2" w:rsidRPr="00DA07B5" w:rsidRDefault="009926B2" w:rsidP="00533A3D">
            <w:pPr>
              <w:rPr>
                <w:rFonts w:ascii="Corbel" w:hAnsi="Corbel" w:cs="Arial"/>
                <w:sz w:val="16"/>
                <w:szCs w:val="16"/>
              </w:rPr>
            </w:pPr>
          </w:p>
        </w:tc>
      </w:tr>
      <w:tr w:rsidR="009926B2" w:rsidRPr="00DA07B5" w14:paraId="0F4C425A" w14:textId="77777777" w:rsidTr="002B7CB4">
        <w:tc>
          <w:tcPr>
            <w:tcW w:w="1881" w:type="pct"/>
          </w:tcPr>
          <w:p w14:paraId="010C4223" w14:textId="77777777" w:rsidR="009926B2" w:rsidRPr="00DA07B5" w:rsidRDefault="009926B2" w:rsidP="00E15601">
            <w:pPr>
              <w:jc w:val="both"/>
              <w:rPr>
                <w:rFonts w:ascii="Corbel" w:hAnsi="Corbel" w:cs="Arial"/>
                <w:sz w:val="16"/>
                <w:szCs w:val="16"/>
                <w:vertAlign w:val="superscript"/>
              </w:rPr>
            </w:pPr>
            <w:r w:rsidRPr="00DA07B5">
              <w:rPr>
                <w:rFonts w:ascii="Corbel" w:hAnsi="Corbel" w:cs="Arial"/>
                <w:sz w:val="16"/>
                <w:szCs w:val="16"/>
              </w:rPr>
              <w:t>Valore complessivo del progetto in €</w:t>
            </w:r>
          </w:p>
          <w:p w14:paraId="4E51D8A2" w14:textId="77777777" w:rsidR="009926B2" w:rsidRPr="00DA07B5" w:rsidRDefault="009926B2" w:rsidP="00E15601">
            <w:pPr>
              <w:jc w:val="both"/>
              <w:rPr>
                <w:rFonts w:ascii="Corbel" w:hAnsi="Corbel" w:cs="Arial"/>
                <w:sz w:val="16"/>
                <w:szCs w:val="16"/>
                <w:vertAlign w:val="superscript"/>
              </w:rPr>
            </w:pPr>
          </w:p>
        </w:tc>
        <w:tc>
          <w:tcPr>
            <w:tcW w:w="3119" w:type="pct"/>
          </w:tcPr>
          <w:p w14:paraId="34F0A73B" w14:textId="77777777" w:rsidR="009926B2" w:rsidRPr="00DA07B5" w:rsidRDefault="009926B2" w:rsidP="00F3531D">
            <w:pPr>
              <w:rPr>
                <w:rFonts w:ascii="Corbel" w:hAnsi="Corbel" w:cs="Arial"/>
                <w:sz w:val="16"/>
                <w:szCs w:val="16"/>
              </w:rPr>
            </w:pPr>
          </w:p>
        </w:tc>
      </w:tr>
      <w:tr w:rsidR="009926B2" w:rsidRPr="00DA07B5" w14:paraId="1D2B980C" w14:textId="77777777" w:rsidTr="002B7CB4">
        <w:tc>
          <w:tcPr>
            <w:tcW w:w="1881" w:type="pct"/>
          </w:tcPr>
          <w:p w14:paraId="7B9A27D8" w14:textId="77777777" w:rsidR="009926B2" w:rsidRPr="00DA07B5" w:rsidRDefault="00130CAA" w:rsidP="00E15601">
            <w:pPr>
              <w:jc w:val="both"/>
              <w:rPr>
                <w:rFonts w:ascii="Corbel" w:hAnsi="Corbel" w:cs="Arial"/>
                <w:sz w:val="16"/>
                <w:szCs w:val="16"/>
                <w:vertAlign w:val="superscript"/>
              </w:rPr>
            </w:pPr>
            <w:r w:rsidRPr="00DA07B5">
              <w:rPr>
                <w:rFonts w:ascii="Corbel" w:hAnsi="Corbel" w:cs="Arial"/>
                <w:sz w:val="16"/>
                <w:szCs w:val="16"/>
              </w:rPr>
              <w:t xml:space="preserve">Finanziamento richiesto </w:t>
            </w:r>
            <w:r w:rsidR="009926B2" w:rsidRPr="00DA07B5">
              <w:rPr>
                <w:rFonts w:ascii="Corbel" w:hAnsi="Corbel" w:cs="Arial"/>
                <w:sz w:val="16"/>
                <w:szCs w:val="16"/>
              </w:rPr>
              <w:t>in €</w:t>
            </w:r>
          </w:p>
          <w:p w14:paraId="63F78FAA" w14:textId="77777777" w:rsidR="009926B2" w:rsidRPr="00DA07B5" w:rsidRDefault="009926B2" w:rsidP="00E15601">
            <w:pPr>
              <w:jc w:val="both"/>
              <w:rPr>
                <w:rFonts w:ascii="Corbel" w:hAnsi="Corbel" w:cs="Arial"/>
                <w:sz w:val="16"/>
                <w:szCs w:val="16"/>
                <w:vertAlign w:val="superscript"/>
              </w:rPr>
            </w:pPr>
          </w:p>
        </w:tc>
        <w:tc>
          <w:tcPr>
            <w:tcW w:w="3119" w:type="pct"/>
          </w:tcPr>
          <w:p w14:paraId="2B4F52E3" w14:textId="77777777" w:rsidR="009926B2" w:rsidRPr="00DA07B5" w:rsidRDefault="009926B2" w:rsidP="00F3531D">
            <w:pPr>
              <w:rPr>
                <w:rFonts w:ascii="Corbel" w:hAnsi="Corbel" w:cs="Arial"/>
                <w:sz w:val="16"/>
                <w:szCs w:val="16"/>
              </w:rPr>
            </w:pPr>
          </w:p>
        </w:tc>
      </w:tr>
      <w:tr w:rsidR="009926B2" w:rsidRPr="00DA07B5" w14:paraId="3C2B797E" w14:textId="77777777" w:rsidTr="002B7CB4">
        <w:tc>
          <w:tcPr>
            <w:tcW w:w="1881" w:type="pct"/>
          </w:tcPr>
          <w:p w14:paraId="2C74C613" w14:textId="77777777" w:rsidR="009926B2" w:rsidRPr="00DA07B5" w:rsidRDefault="009926B2" w:rsidP="00E15601">
            <w:pPr>
              <w:jc w:val="both"/>
              <w:rPr>
                <w:rFonts w:ascii="Corbel" w:hAnsi="Corbel" w:cs="Arial"/>
                <w:sz w:val="16"/>
                <w:szCs w:val="16"/>
                <w:vertAlign w:val="superscript"/>
              </w:rPr>
            </w:pPr>
            <w:r w:rsidRPr="00DA07B5">
              <w:rPr>
                <w:rFonts w:ascii="Corbel" w:hAnsi="Corbel" w:cs="Arial"/>
                <w:sz w:val="16"/>
                <w:szCs w:val="16"/>
              </w:rPr>
              <w:t>Altri apporti in €</w:t>
            </w:r>
          </w:p>
          <w:p w14:paraId="16DF85D8" w14:textId="77777777" w:rsidR="009926B2" w:rsidRPr="00DA07B5" w:rsidRDefault="009926B2" w:rsidP="00E15601">
            <w:pPr>
              <w:jc w:val="both"/>
              <w:rPr>
                <w:rFonts w:ascii="Corbel" w:hAnsi="Corbel" w:cs="Arial"/>
                <w:i/>
                <w:sz w:val="16"/>
                <w:szCs w:val="16"/>
                <w:vertAlign w:val="superscript"/>
              </w:rPr>
            </w:pPr>
            <w:r w:rsidRPr="00DA07B5">
              <w:rPr>
                <w:rFonts w:ascii="Corbel" w:hAnsi="Corbel" w:cs="Arial"/>
                <w:i/>
                <w:sz w:val="16"/>
                <w:szCs w:val="16"/>
              </w:rPr>
              <w:t xml:space="preserve">In caso di presenza di altri finanziamenti, indicare il nome dell’ente finanziatore e l’ammontare del finanziamento. Allegare i documenti comprovanti gli impegni dell’ente finanziatore </w:t>
            </w:r>
          </w:p>
        </w:tc>
        <w:tc>
          <w:tcPr>
            <w:tcW w:w="3119" w:type="pct"/>
          </w:tcPr>
          <w:p w14:paraId="181E7920" w14:textId="77777777" w:rsidR="009926B2" w:rsidRPr="00DA07B5" w:rsidRDefault="009926B2" w:rsidP="00F3531D">
            <w:pPr>
              <w:rPr>
                <w:rFonts w:ascii="Corbel" w:hAnsi="Corbel" w:cs="Arial"/>
                <w:sz w:val="16"/>
                <w:szCs w:val="16"/>
              </w:rPr>
            </w:pPr>
          </w:p>
          <w:p w14:paraId="6419894E" w14:textId="77777777" w:rsidR="009926B2" w:rsidRPr="00DA07B5" w:rsidRDefault="009926B2" w:rsidP="00F3531D">
            <w:pPr>
              <w:rPr>
                <w:rFonts w:ascii="Corbel" w:hAnsi="Corbel" w:cs="Arial"/>
                <w:sz w:val="16"/>
                <w:szCs w:val="16"/>
              </w:rPr>
            </w:pPr>
            <w:r w:rsidRPr="00DA07B5">
              <w:rPr>
                <w:rFonts w:ascii="Corbel" w:hAnsi="Corbel" w:cs="Arial"/>
                <w:sz w:val="16"/>
                <w:szCs w:val="16"/>
              </w:rPr>
              <w:t>Ente finanziatore: ____________ Importo in €: _______ (vedasi allegato n. ___)</w:t>
            </w:r>
          </w:p>
          <w:p w14:paraId="42B55685" w14:textId="77777777" w:rsidR="009926B2" w:rsidRPr="00DA07B5" w:rsidRDefault="009926B2" w:rsidP="00F3531D">
            <w:pPr>
              <w:rPr>
                <w:rFonts w:ascii="Corbel" w:hAnsi="Corbel" w:cs="Arial"/>
                <w:sz w:val="16"/>
                <w:szCs w:val="16"/>
              </w:rPr>
            </w:pPr>
            <w:r w:rsidRPr="00DA07B5">
              <w:rPr>
                <w:rFonts w:ascii="Corbel" w:hAnsi="Corbel" w:cs="Arial"/>
                <w:sz w:val="16"/>
                <w:szCs w:val="16"/>
              </w:rPr>
              <w:t>Ente finanziatore: ____________ Importo in €: _______ (vedasi allegato n. ___)</w:t>
            </w:r>
          </w:p>
          <w:p w14:paraId="41C4F659" w14:textId="77777777" w:rsidR="009926B2" w:rsidRPr="00DA07B5" w:rsidRDefault="009926B2" w:rsidP="00F3531D">
            <w:pPr>
              <w:rPr>
                <w:rFonts w:ascii="Corbel" w:hAnsi="Corbel" w:cs="Arial"/>
                <w:sz w:val="16"/>
                <w:szCs w:val="16"/>
              </w:rPr>
            </w:pPr>
          </w:p>
        </w:tc>
      </w:tr>
      <w:tr w:rsidR="009926B2" w:rsidRPr="00DA07B5" w14:paraId="2D60D01E" w14:textId="77777777" w:rsidTr="008661BC">
        <w:tblPrEx>
          <w:jc w:val="center"/>
        </w:tblPrEx>
        <w:trPr>
          <w:trHeight w:val="20"/>
          <w:jc w:val="center"/>
        </w:trPr>
        <w:tc>
          <w:tcPr>
            <w:tcW w:w="1881" w:type="pct"/>
            <w:shd w:val="clear" w:color="auto" w:fill="auto"/>
            <w:vAlign w:val="center"/>
          </w:tcPr>
          <w:p w14:paraId="6AE0A359" w14:textId="77777777" w:rsidR="009926B2" w:rsidRPr="00DA07B5" w:rsidRDefault="009926B2" w:rsidP="00E15601">
            <w:pPr>
              <w:jc w:val="both"/>
              <w:rPr>
                <w:rFonts w:ascii="Corbel" w:hAnsi="Corbel" w:cs="Arial"/>
                <w:b/>
                <w:bCs/>
                <w:sz w:val="16"/>
                <w:szCs w:val="16"/>
              </w:rPr>
            </w:pPr>
            <w:r w:rsidRPr="00DA07B5">
              <w:rPr>
                <w:rFonts w:ascii="Corbel" w:hAnsi="Corbel" w:cs="Arial"/>
                <w:bCs/>
                <w:sz w:val="16"/>
                <w:szCs w:val="16"/>
              </w:rPr>
              <w:t>Risorse Umane:</w:t>
            </w:r>
            <w:r w:rsidRPr="00DA07B5">
              <w:rPr>
                <w:rFonts w:ascii="Corbel" w:hAnsi="Corbel" w:cs="Arial"/>
                <w:b/>
                <w:bCs/>
                <w:sz w:val="16"/>
                <w:szCs w:val="16"/>
              </w:rPr>
              <w:t xml:space="preserve"> </w:t>
            </w:r>
            <w:r w:rsidRPr="00DA07B5">
              <w:rPr>
                <w:rFonts w:ascii="Corbel" w:hAnsi="Corbel" w:cs="Arial"/>
                <w:bCs/>
                <w:i/>
                <w:sz w:val="16"/>
                <w:szCs w:val="16"/>
              </w:rPr>
              <w:t>Indicare il numero e la funzione delle risorse umane previste per la gestione del progetto, ad esempio: n.1 Capo Programma; n.1 Amministrativo-contabil</w:t>
            </w:r>
            <w:r w:rsidR="00452D44" w:rsidRPr="00DA07B5">
              <w:rPr>
                <w:rFonts w:ascii="Corbel" w:hAnsi="Corbel" w:cs="Arial"/>
                <w:bCs/>
                <w:i/>
                <w:sz w:val="16"/>
                <w:szCs w:val="16"/>
              </w:rPr>
              <w:t>e</w:t>
            </w:r>
            <w:r w:rsidRPr="00DA07B5">
              <w:rPr>
                <w:rFonts w:ascii="Corbel" w:hAnsi="Corbel" w:cs="Arial"/>
                <w:bCs/>
                <w:i/>
                <w:sz w:val="16"/>
                <w:szCs w:val="16"/>
              </w:rPr>
              <w:t>.</w:t>
            </w:r>
          </w:p>
        </w:tc>
        <w:tc>
          <w:tcPr>
            <w:tcW w:w="3119" w:type="pct"/>
            <w:shd w:val="clear" w:color="auto" w:fill="auto"/>
            <w:vAlign w:val="center"/>
          </w:tcPr>
          <w:p w14:paraId="46E77F99" w14:textId="77777777" w:rsidR="009926B2" w:rsidRPr="00DA07B5" w:rsidRDefault="009926B2" w:rsidP="00494019">
            <w:pPr>
              <w:rPr>
                <w:rFonts w:ascii="Corbel" w:hAnsi="Corbel" w:cs="Arial"/>
                <w:bCs/>
                <w:sz w:val="16"/>
                <w:szCs w:val="16"/>
              </w:rPr>
            </w:pPr>
          </w:p>
          <w:p w14:paraId="3A16EA92" w14:textId="77777777" w:rsidR="009926B2" w:rsidRPr="00DA07B5" w:rsidRDefault="009926B2" w:rsidP="00494019">
            <w:pPr>
              <w:rPr>
                <w:rFonts w:ascii="Corbel" w:hAnsi="Corbel" w:cs="Arial"/>
                <w:bCs/>
                <w:sz w:val="16"/>
                <w:szCs w:val="16"/>
              </w:rPr>
            </w:pPr>
            <w:r w:rsidRPr="00DA07B5">
              <w:rPr>
                <w:rFonts w:ascii="Corbel" w:hAnsi="Corbel" w:cs="Arial"/>
                <w:bCs/>
                <w:sz w:val="16"/>
                <w:szCs w:val="16"/>
              </w:rPr>
              <w:t xml:space="preserve">Funzione: </w:t>
            </w:r>
          </w:p>
          <w:p w14:paraId="1C31C2A6" w14:textId="77777777" w:rsidR="009926B2" w:rsidRPr="00DA07B5" w:rsidRDefault="009926B2" w:rsidP="00494019">
            <w:pPr>
              <w:rPr>
                <w:rFonts w:ascii="Corbel" w:hAnsi="Corbel" w:cs="Arial"/>
                <w:bCs/>
                <w:sz w:val="16"/>
                <w:szCs w:val="16"/>
              </w:rPr>
            </w:pPr>
            <w:r w:rsidRPr="00DA07B5">
              <w:rPr>
                <w:rFonts w:ascii="Corbel" w:hAnsi="Corbel" w:cs="Arial"/>
                <w:bCs/>
                <w:sz w:val="16"/>
                <w:szCs w:val="16"/>
              </w:rPr>
              <w:t>T</w:t>
            </w:r>
            <w:r w:rsidR="00130CAA" w:rsidRPr="00DA07B5">
              <w:rPr>
                <w:rFonts w:ascii="Corbel" w:hAnsi="Corbel" w:cs="Arial"/>
                <w:bCs/>
                <w:sz w:val="16"/>
                <w:szCs w:val="16"/>
              </w:rPr>
              <w:t>d</w:t>
            </w:r>
            <w:r w:rsidRPr="00DA07B5">
              <w:rPr>
                <w:rFonts w:ascii="Corbel" w:hAnsi="Corbel" w:cs="Arial"/>
                <w:bCs/>
                <w:sz w:val="16"/>
                <w:szCs w:val="16"/>
              </w:rPr>
              <w:t>R allegato n. __</w:t>
            </w:r>
          </w:p>
          <w:p w14:paraId="3C052B74" w14:textId="77777777" w:rsidR="009926B2" w:rsidRPr="00DA07B5" w:rsidRDefault="009926B2" w:rsidP="00494019">
            <w:pPr>
              <w:rPr>
                <w:rFonts w:ascii="Corbel" w:hAnsi="Corbel" w:cs="Arial"/>
                <w:bCs/>
                <w:sz w:val="16"/>
                <w:szCs w:val="16"/>
              </w:rPr>
            </w:pPr>
          </w:p>
        </w:tc>
      </w:tr>
    </w:tbl>
    <w:p w14:paraId="761CD39B" w14:textId="77777777" w:rsidR="00494019" w:rsidRPr="00DA07B5" w:rsidRDefault="00494019" w:rsidP="00494019">
      <w:pPr>
        <w:rPr>
          <w:rFonts w:ascii="Corbel" w:hAnsi="Corbel" w:cs="Arial"/>
          <w:b/>
          <w:bCs/>
          <w:szCs w:val="20"/>
          <w:u w:val="single"/>
        </w:rPr>
      </w:pPr>
    </w:p>
    <w:p w14:paraId="4AEED0CD" w14:textId="77777777" w:rsidR="00A7395C" w:rsidRPr="00DA07B5" w:rsidRDefault="00494019" w:rsidP="00A7395C">
      <w:pPr>
        <w:rPr>
          <w:rFonts w:ascii="Corbel" w:hAnsi="Corbel" w:cs="Arial"/>
          <w:bCs/>
          <w:szCs w:val="20"/>
        </w:rPr>
      </w:pPr>
      <w:r w:rsidRPr="00DA07B5">
        <w:rPr>
          <w:rFonts w:ascii="Corbel" w:hAnsi="Corbel" w:cs="Arial"/>
          <w:b/>
          <w:bCs/>
          <w:szCs w:val="20"/>
          <w:u w:val="single"/>
        </w:rPr>
        <w:br w:type="page"/>
      </w:r>
      <w:r w:rsidR="0060694E" w:rsidRPr="00DA07B5">
        <w:rPr>
          <w:rFonts w:ascii="Corbel" w:hAnsi="Corbel" w:cs="Arial"/>
          <w:b/>
          <w:bCs/>
          <w:szCs w:val="20"/>
          <w:u w:val="single"/>
        </w:rPr>
        <w:t>2</w:t>
      </w:r>
      <w:r w:rsidR="00A7395C" w:rsidRPr="00DA07B5">
        <w:rPr>
          <w:rFonts w:ascii="Corbel" w:hAnsi="Corbel" w:cs="Arial"/>
          <w:b/>
          <w:bCs/>
          <w:szCs w:val="20"/>
          <w:u w:val="single"/>
        </w:rPr>
        <w:t>. QUADRO GENERALE</w:t>
      </w:r>
      <w:r w:rsidR="00A7395C" w:rsidRPr="00DA07B5">
        <w:rPr>
          <w:rFonts w:ascii="Corbel" w:hAnsi="Corbel" w:cs="Arial"/>
          <w:bCs/>
          <w:szCs w:val="20"/>
        </w:rPr>
        <w:t xml:space="preserve">: </w:t>
      </w:r>
    </w:p>
    <w:p w14:paraId="46CD2D1A" w14:textId="77777777" w:rsidR="00A7395C" w:rsidRPr="00DA07B5" w:rsidRDefault="00A7395C" w:rsidP="00A7395C">
      <w:pPr>
        <w:rPr>
          <w:rFonts w:ascii="Corbel" w:hAnsi="Corbel" w:cs="Arial"/>
          <w:bCs/>
          <w:szCs w:val="20"/>
        </w:rPr>
      </w:pPr>
    </w:p>
    <w:p w14:paraId="4848161C" w14:textId="77777777" w:rsidR="00A7395C" w:rsidRPr="00DA07B5" w:rsidRDefault="00A7395C" w:rsidP="00A7395C">
      <w:pPr>
        <w:rPr>
          <w:rFonts w:ascii="Corbel" w:hAnsi="Corbel" w:cs="Arial"/>
          <w:bCs/>
          <w:i/>
          <w:szCs w:val="20"/>
        </w:rPr>
      </w:pPr>
    </w:p>
    <w:p w14:paraId="10851DF2" w14:textId="77777777" w:rsidR="00D65D84" w:rsidRPr="00DA07B5" w:rsidRDefault="0060694E" w:rsidP="00494019">
      <w:pPr>
        <w:rPr>
          <w:rFonts w:ascii="Corbel" w:hAnsi="Corbel" w:cs="Arial"/>
          <w:b/>
          <w:bCs/>
          <w:szCs w:val="20"/>
        </w:rPr>
      </w:pPr>
      <w:r w:rsidRPr="00DA07B5">
        <w:rPr>
          <w:rFonts w:ascii="Corbel" w:hAnsi="Corbel" w:cs="Arial"/>
          <w:b/>
          <w:bCs/>
          <w:szCs w:val="20"/>
        </w:rPr>
        <w:t>2</w:t>
      </w:r>
      <w:r w:rsidR="00A7395C" w:rsidRPr="00DA07B5">
        <w:rPr>
          <w:rFonts w:ascii="Corbel" w:hAnsi="Corbel" w:cs="Arial"/>
          <w:b/>
          <w:bCs/>
          <w:szCs w:val="20"/>
        </w:rPr>
        <w:t>.1.</w:t>
      </w:r>
      <w:r w:rsidR="00587336" w:rsidRPr="00DA07B5">
        <w:rPr>
          <w:rFonts w:ascii="Corbel" w:hAnsi="Corbel" w:cs="Arial"/>
          <w:b/>
          <w:bCs/>
          <w:szCs w:val="20"/>
        </w:rPr>
        <w:t xml:space="preserve"> Background </w:t>
      </w:r>
      <w:r w:rsidR="00D8769C" w:rsidRPr="00DA07B5">
        <w:rPr>
          <w:rFonts w:ascii="Corbel" w:hAnsi="Corbel" w:cs="Arial"/>
          <w:b/>
          <w:bCs/>
          <w:szCs w:val="20"/>
        </w:rPr>
        <w:t>dell’Ente</w:t>
      </w:r>
      <w:r w:rsidR="00587336" w:rsidRPr="00DA07B5">
        <w:rPr>
          <w:rFonts w:ascii="Corbel" w:hAnsi="Corbel" w:cs="Arial"/>
          <w:b/>
          <w:bCs/>
          <w:szCs w:val="20"/>
        </w:rPr>
        <w:t xml:space="preserve"> </w:t>
      </w:r>
      <w:r w:rsidR="00AD42FD" w:rsidRPr="00DA07B5">
        <w:rPr>
          <w:rFonts w:ascii="Corbel" w:hAnsi="Corbel" w:cs="Arial"/>
          <w:b/>
          <w:bCs/>
          <w:szCs w:val="20"/>
        </w:rPr>
        <w:t>proponente</w:t>
      </w:r>
      <w:r w:rsidR="007D2243" w:rsidRPr="00DA07B5">
        <w:rPr>
          <w:rFonts w:ascii="Corbel" w:hAnsi="Corbel" w:cs="Arial"/>
          <w:b/>
          <w:bCs/>
          <w:szCs w:val="20"/>
        </w:rPr>
        <w:t xml:space="preserve"> e degli enti partner</w:t>
      </w:r>
      <w:r w:rsidR="00E73A2C" w:rsidRPr="00DA07B5">
        <w:rPr>
          <w:rFonts w:ascii="Corbel" w:hAnsi="Corbel" w:cs="Arial"/>
          <w:b/>
          <w:bCs/>
          <w:szCs w:val="20"/>
        </w:rPr>
        <w:t>:</w:t>
      </w:r>
    </w:p>
    <w:p w14:paraId="5DDA845C" w14:textId="0E59D6EA" w:rsidR="00EA15FB" w:rsidRPr="00DA07B5" w:rsidRDefault="00D65D84" w:rsidP="00FD7FD3">
      <w:pPr>
        <w:jc w:val="both"/>
        <w:rPr>
          <w:rFonts w:ascii="Corbel" w:hAnsi="Corbel" w:cs="Arial"/>
          <w:bCs/>
          <w:i/>
          <w:sz w:val="16"/>
          <w:szCs w:val="16"/>
        </w:rPr>
      </w:pPr>
      <w:r w:rsidRPr="00DA07B5">
        <w:rPr>
          <w:rFonts w:ascii="Corbel" w:hAnsi="Corbel" w:cs="Arial"/>
          <w:bCs/>
          <w:i/>
          <w:sz w:val="16"/>
          <w:szCs w:val="16"/>
        </w:rPr>
        <w:t xml:space="preserve">Presentare in </w:t>
      </w:r>
      <w:r w:rsidR="0060694E" w:rsidRPr="00DA07B5">
        <w:rPr>
          <w:rFonts w:ascii="Corbel" w:hAnsi="Corbel" w:cs="Arial"/>
          <w:bCs/>
          <w:i/>
          <w:sz w:val="16"/>
          <w:szCs w:val="16"/>
        </w:rPr>
        <w:t>manier</w:t>
      </w:r>
      <w:r w:rsidR="00587336" w:rsidRPr="00DA07B5">
        <w:rPr>
          <w:rFonts w:ascii="Corbel" w:hAnsi="Corbel" w:cs="Arial"/>
          <w:bCs/>
          <w:i/>
          <w:sz w:val="16"/>
          <w:szCs w:val="16"/>
        </w:rPr>
        <w:t xml:space="preserve">a accurata l’operato dell’ente proponente </w:t>
      </w:r>
      <w:r w:rsidR="005905F2" w:rsidRPr="00DA07B5">
        <w:rPr>
          <w:rFonts w:ascii="Corbel" w:hAnsi="Corbel" w:cs="Arial"/>
          <w:bCs/>
          <w:i/>
          <w:sz w:val="16"/>
          <w:szCs w:val="16"/>
        </w:rPr>
        <w:t>ne</w:t>
      </w:r>
      <w:r w:rsidR="001B260A" w:rsidRPr="00DA07B5">
        <w:rPr>
          <w:rFonts w:ascii="Corbel" w:hAnsi="Corbel" w:cs="Arial"/>
          <w:bCs/>
          <w:i/>
          <w:sz w:val="16"/>
          <w:szCs w:val="16"/>
        </w:rPr>
        <w:t>i</w:t>
      </w:r>
      <w:r w:rsidR="005905F2" w:rsidRPr="00DA07B5">
        <w:rPr>
          <w:rFonts w:ascii="Corbel" w:hAnsi="Corbel" w:cs="Arial"/>
          <w:bCs/>
          <w:i/>
          <w:sz w:val="16"/>
          <w:szCs w:val="16"/>
        </w:rPr>
        <w:t xml:space="preserve"> </w:t>
      </w:r>
      <w:r w:rsidR="007D2243" w:rsidRPr="00DA07B5">
        <w:rPr>
          <w:rFonts w:ascii="Corbel" w:hAnsi="Corbel" w:cs="Arial"/>
          <w:bCs/>
          <w:i/>
          <w:sz w:val="16"/>
          <w:szCs w:val="16"/>
        </w:rPr>
        <w:t>Paes</w:t>
      </w:r>
      <w:r w:rsidR="001B260A" w:rsidRPr="00DA07B5">
        <w:rPr>
          <w:rFonts w:ascii="Corbel" w:hAnsi="Corbel" w:cs="Arial"/>
          <w:bCs/>
          <w:i/>
          <w:sz w:val="16"/>
          <w:szCs w:val="16"/>
        </w:rPr>
        <w:t>i d’intervento</w:t>
      </w:r>
      <w:r w:rsidR="007D2243" w:rsidRPr="00DA07B5">
        <w:rPr>
          <w:rFonts w:ascii="Corbel" w:hAnsi="Corbel" w:cs="Arial"/>
          <w:bCs/>
          <w:i/>
          <w:sz w:val="16"/>
          <w:szCs w:val="16"/>
        </w:rPr>
        <w:t>, e degli Enti partner in caso di progetto consortile</w:t>
      </w:r>
      <w:r w:rsidR="005905F2" w:rsidRPr="00DA07B5">
        <w:rPr>
          <w:rFonts w:ascii="Corbel" w:hAnsi="Corbel" w:cs="Arial"/>
          <w:bCs/>
          <w:i/>
          <w:sz w:val="16"/>
          <w:szCs w:val="16"/>
        </w:rPr>
        <w:t xml:space="preserve"> con particolare riferimento all’area d’intervento</w:t>
      </w:r>
      <w:r w:rsidRPr="00DA07B5">
        <w:rPr>
          <w:rFonts w:ascii="Corbel" w:hAnsi="Corbel" w:cs="Arial"/>
          <w:bCs/>
          <w:i/>
          <w:sz w:val="16"/>
          <w:szCs w:val="16"/>
        </w:rPr>
        <w:t xml:space="preserve"> della presente proposta di progetto, </w:t>
      </w:r>
      <w:r w:rsidR="00890339" w:rsidRPr="00DA07B5">
        <w:rPr>
          <w:rFonts w:ascii="Corbel" w:hAnsi="Corbel" w:cs="Arial"/>
          <w:bCs/>
          <w:i/>
          <w:sz w:val="16"/>
          <w:szCs w:val="16"/>
        </w:rPr>
        <w:t xml:space="preserve">i) </w:t>
      </w:r>
      <w:r w:rsidR="00252A86" w:rsidRPr="00DA07B5">
        <w:rPr>
          <w:rFonts w:ascii="Corbel" w:hAnsi="Corbel" w:cs="Arial"/>
          <w:bCs/>
          <w:i/>
          <w:sz w:val="16"/>
          <w:szCs w:val="16"/>
        </w:rPr>
        <w:t>descrivendo</w:t>
      </w:r>
      <w:r w:rsidR="00AB475A" w:rsidRPr="00DA07B5">
        <w:rPr>
          <w:rFonts w:ascii="Corbel" w:hAnsi="Corbel" w:cs="Arial"/>
          <w:bCs/>
          <w:i/>
          <w:sz w:val="16"/>
          <w:szCs w:val="16"/>
        </w:rPr>
        <w:t xml:space="preserve"> le esperienze in </w:t>
      </w:r>
      <w:r w:rsidR="001B260A" w:rsidRPr="00DA07B5">
        <w:rPr>
          <w:rFonts w:ascii="Corbel" w:hAnsi="Corbel" w:cs="Arial"/>
          <w:bCs/>
          <w:i/>
          <w:sz w:val="16"/>
          <w:szCs w:val="16"/>
        </w:rPr>
        <w:t>uno o più settori indicati dall’Avviso</w:t>
      </w:r>
      <w:r w:rsidR="00AB475A" w:rsidRPr="00DA07B5">
        <w:rPr>
          <w:rFonts w:ascii="Corbel" w:hAnsi="Corbel" w:cs="Arial"/>
          <w:bCs/>
          <w:i/>
          <w:sz w:val="16"/>
          <w:szCs w:val="16"/>
        </w:rPr>
        <w:t xml:space="preserve"> (</w:t>
      </w:r>
      <w:r w:rsidR="009E7FAF" w:rsidRPr="009E7FAF">
        <w:rPr>
          <w:rFonts w:ascii="Corbel" w:hAnsi="Corbel" w:cs="Arial"/>
          <w:bCs/>
          <w:i/>
          <w:sz w:val="16"/>
          <w:szCs w:val="16"/>
        </w:rPr>
        <w:t>sviluppo territoriale e ambientale, turismo sostenibile, sviluppo socio-economico locale.</w:t>
      </w:r>
      <w:r w:rsidR="001B260A" w:rsidRPr="00DA07B5">
        <w:rPr>
          <w:rFonts w:ascii="Corbel" w:hAnsi="Corbel" w:cs="Arial"/>
          <w:bCs/>
          <w:i/>
          <w:sz w:val="16"/>
          <w:szCs w:val="16"/>
        </w:rPr>
        <w:t>)</w:t>
      </w:r>
      <w:r w:rsidR="001A0032" w:rsidRPr="00DA07B5">
        <w:rPr>
          <w:rFonts w:ascii="Corbel" w:hAnsi="Corbel" w:cs="Arial"/>
          <w:bCs/>
          <w:i/>
          <w:sz w:val="16"/>
          <w:szCs w:val="16"/>
        </w:rPr>
        <w:t xml:space="preserve">, </w:t>
      </w:r>
      <w:r w:rsidR="00252A86" w:rsidRPr="00DA07B5">
        <w:rPr>
          <w:rFonts w:ascii="Corbel" w:hAnsi="Corbel" w:cs="Arial"/>
          <w:bCs/>
          <w:i/>
          <w:sz w:val="16"/>
          <w:szCs w:val="16"/>
        </w:rPr>
        <w:t xml:space="preserve">indicandone gli elementi essenziali quali: localizzazione, committente, finanziamenti ottenuti, </w:t>
      </w:r>
      <w:r w:rsidR="00DE7E93">
        <w:rPr>
          <w:rFonts w:ascii="Corbel" w:hAnsi="Corbel" w:cs="Arial"/>
          <w:bCs/>
          <w:i/>
          <w:sz w:val="16"/>
          <w:szCs w:val="16"/>
        </w:rPr>
        <w:t xml:space="preserve">obiettivi, risultati, </w:t>
      </w:r>
      <w:r w:rsidR="00252A86" w:rsidRPr="00DA07B5">
        <w:rPr>
          <w:rFonts w:ascii="Corbel" w:hAnsi="Corbel" w:cs="Arial"/>
          <w:bCs/>
          <w:i/>
          <w:sz w:val="16"/>
          <w:szCs w:val="16"/>
        </w:rPr>
        <w:t xml:space="preserve">attività svolte, etc.; ii) illustrando le </w:t>
      </w:r>
      <w:r w:rsidR="00D46743" w:rsidRPr="00DA07B5">
        <w:rPr>
          <w:rFonts w:ascii="Corbel" w:hAnsi="Corbel" w:cs="Arial"/>
          <w:bCs/>
          <w:i/>
          <w:sz w:val="16"/>
          <w:szCs w:val="16"/>
        </w:rPr>
        <w:t>competenze tecniche ed operative</w:t>
      </w:r>
      <w:r w:rsidR="00952FB6" w:rsidRPr="00DA07B5">
        <w:rPr>
          <w:rFonts w:ascii="Corbel" w:hAnsi="Corbel" w:cs="Arial"/>
          <w:bCs/>
          <w:i/>
          <w:sz w:val="16"/>
          <w:szCs w:val="16"/>
        </w:rPr>
        <w:t>, le quali possono esser</w:t>
      </w:r>
      <w:r w:rsidR="001B260A" w:rsidRPr="00DA07B5">
        <w:rPr>
          <w:rFonts w:ascii="Corbel" w:hAnsi="Corbel" w:cs="Arial"/>
          <w:bCs/>
          <w:i/>
          <w:sz w:val="16"/>
          <w:szCs w:val="16"/>
        </w:rPr>
        <w:t>e possedute anche dagli Enti</w:t>
      </w:r>
      <w:r w:rsidR="00952FB6" w:rsidRPr="00DA07B5">
        <w:rPr>
          <w:rFonts w:ascii="Corbel" w:hAnsi="Corbel" w:cs="Arial"/>
          <w:bCs/>
          <w:i/>
          <w:sz w:val="16"/>
          <w:szCs w:val="16"/>
        </w:rPr>
        <w:t xml:space="preserve"> partner </w:t>
      </w:r>
      <w:r w:rsidR="00BD691E" w:rsidRPr="00DA07B5">
        <w:rPr>
          <w:rFonts w:ascii="Corbel" w:hAnsi="Corbel" w:cs="Arial"/>
          <w:bCs/>
          <w:i/>
          <w:sz w:val="16"/>
          <w:szCs w:val="16"/>
        </w:rPr>
        <w:t>prescelt</w:t>
      </w:r>
      <w:r w:rsidR="000F77E8" w:rsidRPr="00DA07B5">
        <w:rPr>
          <w:rFonts w:ascii="Corbel" w:hAnsi="Corbel" w:cs="Arial"/>
          <w:bCs/>
          <w:i/>
          <w:sz w:val="16"/>
          <w:szCs w:val="16"/>
        </w:rPr>
        <w:t>i</w:t>
      </w:r>
      <w:r w:rsidR="00767DE4">
        <w:rPr>
          <w:rFonts w:ascii="Corbel" w:hAnsi="Corbel" w:cs="Arial"/>
          <w:bCs/>
          <w:i/>
          <w:sz w:val="16"/>
          <w:szCs w:val="16"/>
        </w:rPr>
        <w:t>,</w:t>
      </w:r>
      <w:r w:rsidR="000F77E8" w:rsidRPr="00DA07B5">
        <w:rPr>
          <w:rFonts w:ascii="Corbel" w:hAnsi="Corbel" w:cs="Arial"/>
          <w:bCs/>
          <w:i/>
          <w:sz w:val="16"/>
          <w:szCs w:val="16"/>
        </w:rPr>
        <w:t xml:space="preserve"> sia internazionali che locali</w:t>
      </w:r>
      <w:r w:rsidR="00452170" w:rsidRPr="00DA07B5">
        <w:rPr>
          <w:rFonts w:ascii="Corbel" w:hAnsi="Corbel" w:cs="Arial"/>
          <w:bCs/>
          <w:i/>
          <w:sz w:val="16"/>
          <w:szCs w:val="16"/>
        </w:rPr>
        <w:t xml:space="preserve"> (presenza logistica e capacità operativ</w:t>
      </w:r>
      <w:r w:rsidR="00D46743" w:rsidRPr="00DA07B5">
        <w:rPr>
          <w:rFonts w:ascii="Corbel" w:hAnsi="Corbel" w:cs="Arial"/>
          <w:bCs/>
          <w:i/>
          <w:sz w:val="16"/>
          <w:szCs w:val="16"/>
        </w:rPr>
        <w:t>a</w:t>
      </w:r>
      <w:r w:rsidR="00452170" w:rsidRPr="00DA07B5">
        <w:rPr>
          <w:rFonts w:ascii="Corbel" w:hAnsi="Corbel" w:cs="Arial"/>
          <w:bCs/>
          <w:i/>
          <w:sz w:val="16"/>
          <w:szCs w:val="16"/>
        </w:rPr>
        <w:t xml:space="preserve"> del soggetto proponente nel Paese</w:t>
      </w:r>
      <w:r w:rsidR="00D46743" w:rsidRPr="00DA07B5">
        <w:rPr>
          <w:rFonts w:ascii="Corbel" w:hAnsi="Corbel" w:cs="Arial"/>
          <w:bCs/>
          <w:i/>
          <w:sz w:val="16"/>
          <w:szCs w:val="16"/>
        </w:rPr>
        <w:t xml:space="preserve">: </w:t>
      </w:r>
      <w:r w:rsidR="00CE356F" w:rsidRPr="00DA07B5">
        <w:rPr>
          <w:rFonts w:ascii="Corbel" w:hAnsi="Corbel" w:cs="Arial"/>
          <w:bCs/>
          <w:i/>
          <w:sz w:val="16"/>
          <w:szCs w:val="16"/>
        </w:rPr>
        <w:t>capacità di gestire risorse umane</w:t>
      </w:r>
      <w:r w:rsidR="00767DE4">
        <w:rPr>
          <w:rFonts w:ascii="Corbel" w:hAnsi="Corbel" w:cs="Arial"/>
          <w:bCs/>
          <w:i/>
          <w:sz w:val="16"/>
          <w:szCs w:val="16"/>
        </w:rPr>
        <w:t>,</w:t>
      </w:r>
      <w:r w:rsidR="00CE356F" w:rsidRPr="00DA07B5">
        <w:rPr>
          <w:rFonts w:ascii="Corbel" w:hAnsi="Corbel" w:cs="Arial"/>
          <w:bCs/>
          <w:i/>
          <w:sz w:val="16"/>
          <w:szCs w:val="16"/>
        </w:rPr>
        <w:t xml:space="preserve"> presenza di </w:t>
      </w:r>
      <w:r w:rsidR="00D46743" w:rsidRPr="00DA07B5">
        <w:rPr>
          <w:rFonts w:ascii="Corbel" w:hAnsi="Corbel" w:cs="Arial"/>
          <w:bCs/>
          <w:i/>
          <w:sz w:val="16"/>
          <w:szCs w:val="16"/>
        </w:rPr>
        <w:t>uffici, bilancio di sede</w:t>
      </w:r>
      <w:r w:rsidR="00B85F06" w:rsidRPr="00DA07B5">
        <w:rPr>
          <w:rFonts w:ascii="Corbel" w:hAnsi="Corbel" w:cs="Arial"/>
          <w:bCs/>
          <w:i/>
          <w:sz w:val="16"/>
          <w:szCs w:val="16"/>
        </w:rPr>
        <w:t xml:space="preserve">, registrazione presso le autorità competenti </w:t>
      </w:r>
      <w:r w:rsidR="00452170" w:rsidRPr="00DA07B5">
        <w:rPr>
          <w:rFonts w:ascii="Corbel" w:hAnsi="Corbel" w:cs="Arial"/>
          <w:bCs/>
          <w:i/>
          <w:sz w:val="16"/>
          <w:szCs w:val="16"/>
        </w:rPr>
        <w:t>)</w:t>
      </w:r>
      <w:r w:rsidR="00BD691E" w:rsidRPr="00DA07B5">
        <w:rPr>
          <w:rFonts w:ascii="Corbel" w:hAnsi="Corbel" w:cs="Arial"/>
          <w:bCs/>
          <w:i/>
          <w:sz w:val="16"/>
          <w:szCs w:val="16"/>
        </w:rPr>
        <w:t>.</w:t>
      </w:r>
      <w:r w:rsidR="00D46743" w:rsidRPr="00DA07B5">
        <w:rPr>
          <w:rFonts w:ascii="Corbel" w:hAnsi="Corbel" w:cs="Arial"/>
          <w:bCs/>
          <w:i/>
          <w:sz w:val="16"/>
          <w:szCs w:val="16"/>
        </w:rPr>
        <w:t xml:space="preserve"> </w:t>
      </w:r>
    </w:p>
    <w:p w14:paraId="2314A726" w14:textId="77777777" w:rsidR="00EA15FB" w:rsidRPr="00DA07B5" w:rsidRDefault="00EA15FB" w:rsidP="00EE368A">
      <w:pPr>
        <w:rPr>
          <w:rFonts w:ascii="Corbel" w:hAnsi="Corbel" w:cs="Arial"/>
          <w:bCs/>
          <w:i/>
          <w:sz w:val="16"/>
          <w:szCs w:val="16"/>
        </w:rPr>
      </w:pPr>
    </w:p>
    <w:p w14:paraId="6A5D1B98" w14:textId="77777777" w:rsidR="002823DE" w:rsidRPr="00DA07B5" w:rsidRDefault="002823DE" w:rsidP="002823DE">
      <w:pPr>
        <w:rPr>
          <w:rFonts w:ascii="Corbel" w:hAnsi="Corbel" w:cs="Arial"/>
          <w:bCs/>
          <w:szCs w:val="20"/>
        </w:rPr>
      </w:pPr>
    </w:p>
    <w:p w14:paraId="10F8784E" w14:textId="77777777" w:rsidR="002823DE" w:rsidRPr="00DA07B5" w:rsidRDefault="002823DE" w:rsidP="002823DE">
      <w:pPr>
        <w:rPr>
          <w:rFonts w:ascii="Corbel" w:hAnsi="Corbel" w:cs="Arial"/>
          <w:szCs w:val="20"/>
        </w:rPr>
      </w:pPr>
      <w:r w:rsidRPr="00DA07B5">
        <w:rPr>
          <w:rFonts w:ascii="Corbel" w:hAnsi="Corbel" w:cs="Arial"/>
          <w:bCs/>
          <w:szCs w:val="20"/>
        </w:rPr>
        <w:t xml:space="preserve">[circa </w:t>
      </w:r>
      <w:r w:rsidR="00B85F06" w:rsidRPr="00DA07B5">
        <w:rPr>
          <w:rFonts w:ascii="Corbel" w:hAnsi="Corbel" w:cs="Arial"/>
          <w:bCs/>
          <w:szCs w:val="20"/>
        </w:rPr>
        <w:t>2</w:t>
      </w:r>
      <w:r w:rsidRPr="00DA07B5">
        <w:rPr>
          <w:rFonts w:ascii="Corbel" w:hAnsi="Corbel" w:cs="Arial"/>
          <w:bCs/>
          <w:szCs w:val="20"/>
        </w:rPr>
        <w:t xml:space="preserve"> pagin</w:t>
      </w:r>
      <w:r w:rsidR="00C56A3A" w:rsidRPr="00DA07B5">
        <w:rPr>
          <w:rFonts w:ascii="Corbel" w:hAnsi="Corbel" w:cs="Arial"/>
          <w:bCs/>
          <w:szCs w:val="20"/>
        </w:rPr>
        <w:t>e</w:t>
      </w:r>
      <w:r w:rsidRPr="00DA07B5">
        <w:rPr>
          <w:rFonts w:ascii="Corbel" w:hAnsi="Corbel" w:cs="Arial"/>
          <w:bCs/>
          <w:szCs w:val="20"/>
        </w:rPr>
        <w:t>]</w:t>
      </w:r>
    </w:p>
    <w:p w14:paraId="272BF2E6" w14:textId="77777777" w:rsidR="00A7395C" w:rsidRPr="00DA07B5" w:rsidRDefault="00A7395C" w:rsidP="00494019">
      <w:pPr>
        <w:rPr>
          <w:rFonts w:ascii="Corbel" w:hAnsi="Corbel" w:cs="Arial"/>
          <w:bCs/>
          <w:i/>
          <w:szCs w:val="20"/>
        </w:rPr>
      </w:pPr>
    </w:p>
    <w:p w14:paraId="5C121B9F" w14:textId="77777777" w:rsidR="00D748DE" w:rsidRPr="00DA07B5" w:rsidRDefault="00D748DE" w:rsidP="00494019">
      <w:pPr>
        <w:rPr>
          <w:rFonts w:ascii="Corbel" w:hAnsi="Corbel" w:cs="Arial"/>
          <w:szCs w:val="20"/>
          <w:u w:val="single"/>
        </w:rPr>
      </w:pPr>
    </w:p>
    <w:p w14:paraId="3DBA9A33" w14:textId="77777777" w:rsidR="00D748DE" w:rsidRPr="00DA07B5" w:rsidRDefault="001A0032" w:rsidP="00494019">
      <w:pPr>
        <w:rPr>
          <w:rFonts w:ascii="Corbel" w:hAnsi="Corbel" w:cs="Arial"/>
          <w:szCs w:val="20"/>
        </w:rPr>
      </w:pPr>
      <w:r w:rsidRPr="00DA07B5">
        <w:rPr>
          <w:rFonts w:ascii="Corbel" w:hAnsi="Corbel" w:cs="Arial"/>
          <w:b/>
          <w:szCs w:val="20"/>
        </w:rPr>
        <w:t>2</w:t>
      </w:r>
      <w:r w:rsidR="00E04D7B" w:rsidRPr="00DA07B5">
        <w:rPr>
          <w:rFonts w:ascii="Corbel" w:hAnsi="Corbel" w:cs="Arial"/>
          <w:b/>
          <w:szCs w:val="20"/>
        </w:rPr>
        <w:t>.</w:t>
      </w:r>
      <w:r w:rsidRPr="00DA07B5">
        <w:rPr>
          <w:rFonts w:ascii="Corbel" w:hAnsi="Corbel" w:cs="Arial"/>
          <w:b/>
          <w:szCs w:val="20"/>
        </w:rPr>
        <w:t>2.</w:t>
      </w:r>
      <w:r w:rsidR="00E04D7B" w:rsidRPr="00DA07B5">
        <w:rPr>
          <w:rFonts w:ascii="Corbel" w:hAnsi="Corbel" w:cs="Arial"/>
          <w:b/>
          <w:szCs w:val="20"/>
        </w:rPr>
        <w:t xml:space="preserve"> </w:t>
      </w:r>
      <w:r w:rsidR="00E04D7B" w:rsidRPr="00DA07B5">
        <w:rPr>
          <w:rFonts w:ascii="Corbel" w:hAnsi="Corbel" w:cs="Arial"/>
          <w:b/>
          <w:bCs/>
          <w:szCs w:val="20"/>
        </w:rPr>
        <w:t>A</w:t>
      </w:r>
      <w:r w:rsidRPr="00DA07B5">
        <w:rPr>
          <w:rFonts w:ascii="Corbel" w:hAnsi="Corbel" w:cs="Arial"/>
          <w:b/>
          <w:bCs/>
          <w:szCs w:val="20"/>
        </w:rPr>
        <w:t>nalisi del contesto nazionale e regionale:</w:t>
      </w:r>
    </w:p>
    <w:p w14:paraId="3ABA5E89" w14:textId="77777777" w:rsidR="00D748DE" w:rsidRPr="00DA07B5" w:rsidRDefault="00D748DE" w:rsidP="00494019">
      <w:pPr>
        <w:rPr>
          <w:rFonts w:ascii="Corbel" w:hAnsi="Corbel" w:cs="Arial"/>
          <w:szCs w:val="20"/>
          <w:u w:val="single"/>
        </w:rPr>
      </w:pPr>
    </w:p>
    <w:p w14:paraId="1AC9769A" w14:textId="77777777" w:rsidR="005E74B1" w:rsidRPr="00DA07B5" w:rsidRDefault="00E04D7B" w:rsidP="00E15601">
      <w:pPr>
        <w:jc w:val="both"/>
        <w:rPr>
          <w:rFonts w:ascii="Corbel" w:hAnsi="Corbel" w:cs="Arial"/>
          <w:bCs/>
          <w:i/>
          <w:sz w:val="16"/>
          <w:szCs w:val="16"/>
        </w:rPr>
      </w:pPr>
      <w:r w:rsidRPr="00DA07B5">
        <w:rPr>
          <w:rFonts w:ascii="Corbel" w:hAnsi="Corbel" w:cs="Arial"/>
          <w:bCs/>
          <w:i/>
          <w:sz w:val="16"/>
          <w:szCs w:val="16"/>
        </w:rPr>
        <w:t>Descriver</w:t>
      </w:r>
      <w:r w:rsidR="001B260A" w:rsidRPr="00DA07B5">
        <w:rPr>
          <w:rFonts w:ascii="Corbel" w:hAnsi="Corbel" w:cs="Arial"/>
          <w:bCs/>
          <w:i/>
          <w:sz w:val="16"/>
          <w:szCs w:val="16"/>
        </w:rPr>
        <w:t>e il contesto generale dei Paesi d’intervento</w:t>
      </w:r>
      <w:r w:rsidRPr="00DA07B5">
        <w:rPr>
          <w:rFonts w:ascii="Corbel" w:hAnsi="Corbel" w:cs="Arial"/>
          <w:bCs/>
          <w:i/>
          <w:sz w:val="16"/>
          <w:szCs w:val="16"/>
        </w:rPr>
        <w:t xml:space="preserve"> con specifico riferimento all’area ed ai settori d’intervento del progetto</w:t>
      </w:r>
      <w:r w:rsidR="00096E90" w:rsidRPr="00DA07B5">
        <w:rPr>
          <w:rFonts w:ascii="Corbel" w:hAnsi="Corbel" w:cs="Arial"/>
          <w:bCs/>
          <w:i/>
          <w:sz w:val="16"/>
          <w:szCs w:val="16"/>
        </w:rPr>
        <w:t>; identificare le problematiche</w:t>
      </w:r>
      <w:r w:rsidR="005E74B1" w:rsidRPr="00DA07B5">
        <w:rPr>
          <w:rFonts w:ascii="Corbel" w:hAnsi="Corbel" w:cs="Arial"/>
          <w:bCs/>
          <w:i/>
          <w:sz w:val="16"/>
          <w:szCs w:val="16"/>
        </w:rPr>
        <w:t xml:space="preserve"> settoriali e tecniche</w:t>
      </w:r>
      <w:r w:rsidR="00096E90" w:rsidRPr="00DA07B5">
        <w:rPr>
          <w:rFonts w:ascii="Corbel" w:hAnsi="Corbel" w:cs="Arial"/>
          <w:bCs/>
          <w:i/>
          <w:sz w:val="16"/>
          <w:szCs w:val="16"/>
        </w:rPr>
        <w:t xml:space="preserve"> e i bisogni dell’area territoriale </w:t>
      </w:r>
      <w:r w:rsidR="001A0032" w:rsidRPr="00DA07B5">
        <w:rPr>
          <w:rFonts w:ascii="Corbel" w:hAnsi="Corbel" w:cs="Arial"/>
          <w:bCs/>
          <w:i/>
          <w:sz w:val="16"/>
          <w:szCs w:val="16"/>
        </w:rPr>
        <w:t>specifica.</w:t>
      </w:r>
      <w:r w:rsidRPr="00DA07B5">
        <w:rPr>
          <w:rFonts w:ascii="Corbel" w:hAnsi="Corbel" w:cs="Arial"/>
          <w:bCs/>
          <w:i/>
          <w:sz w:val="16"/>
          <w:szCs w:val="16"/>
        </w:rPr>
        <w:t xml:space="preserve"> </w:t>
      </w:r>
    </w:p>
    <w:p w14:paraId="3DD7BAB3" w14:textId="77777777" w:rsidR="005E74B1" w:rsidRPr="00DA07B5" w:rsidRDefault="005E74B1" w:rsidP="00E04D7B">
      <w:pPr>
        <w:rPr>
          <w:rFonts w:ascii="Corbel" w:hAnsi="Corbel" w:cs="Arial"/>
          <w:bCs/>
          <w:i/>
          <w:sz w:val="16"/>
          <w:szCs w:val="16"/>
        </w:rPr>
      </w:pPr>
    </w:p>
    <w:p w14:paraId="18224D2E" w14:textId="77777777" w:rsidR="000E26C9" w:rsidRPr="00DA07B5" w:rsidRDefault="000E26C9" w:rsidP="000E26C9">
      <w:pPr>
        <w:rPr>
          <w:rFonts w:ascii="Corbel" w:hAnsi="Corbel" w:cs="Arial"/>
          <w:bCs/>
          <w:szCs w:val="20"/>
        </w:rPr>
      </w:pPr>
      <w:r w:rsidRPr="00DA07B5">
        <w:rPr>
          <w:rFonts w:ascii="Corbel" w:hAnsi="Corbel" w:cs="Arial"/>
          <w:bCs/>
          <w:szCs w:val="20"/>
        </w:rPr>
        <w:t>[circa 2 pagine]</w:t>
      </w:r>
    </w:p>
    <w:p w14:paraId="76F7A39E" w14:textId="77777777" w:rsidR="00C13519" w:rsidRPr="00DA07B5" w:rsidRDefault="00C13519" w:rsidP="000E26C9">
      <w:pPr>
        <w:rPr>
          <w:rFonts w:ascii="Corbel" w:hAnsi="Corbel" w:cs="Arial"/>
          <w:bCs/>
          <w:szCs w:val="20"/>
        </w:rPr>
      </w:pPr>
    </w:p>
    <w:p w14:paraId="154CD04C" w14:textId="77777777" w:rsidR="00C13519" w:rsidRPr="00DA07B5" w:rsidRDefault="00C13519" w:rsidP="000E26C9">
      <w:pPr>
        <w:rPr>
          <w:rFonts w:ascii="Corbel" w:hAnsi="Corbel" w:cs="Arial"/>
          <w:bCs/>
          <w:szCs w:val="20"/>
        </w:rPr>
      </w:pPr>
    </w:p>
    <w:p w14:paraId="3EDFBCAA" w14:textId="77777777" w:rsidR="00C13519" w:rsidRPr="00DA07B5" w:rsidRDefault="00C13519" w:rsidP="00C13519">
      <w:pPr>
        <w:tabs>
          <w:tab w:val="left" w:pos="4574"/>
        </w:tabs>
        <w:rPr>
          <w:rFonts w:ascii="Corbel" w:hAnsi="Corbel" w:cs="Arial"/>
          <w:b/>
          <w:bCs/>
          <w:i/>
          <w:szCs w:val="20"/>
        </w:rPr>
      </w:pPr>
      <w:r w:rsidRPr="00DA07B5">
        <w:rPr>
          <w:rFonts w:ascii="Corbel" w:hAnsi="Corbel" w:cs="Arial"/>
          <w:b/>
          <w:bCs/>
          <w:szCs w:val="20"/>
        </w:rPr>
        <w:t>2.3. Allineamento col Paese partner</w:t>
      </w:r>
      <w:r w:rsidR="0059600D" w:rsidRPr="00DA07B5">
        <w:rPr>
          <w:rFonts w:ascii="Corbel" w:hAnsi="Corbel" w:cs="Arial"/>
          <w:b/>
          <w:bCs/>
          <w:szCs w:val="20"/>
        </w:rPr>
        <w:t>, strategie e piani nazionali e locali</w:t>
      </w:r>
      <w:r w:rsidRPr="00DA07B5">
        <w:rPr>
          <w:rFonts w:ascii="Corbel" w:hAnsi="Corbel" w:cs="Arial"/>
          <w:b/>
          <w:bCs/>
          <w:szCs w:val="20"/>
        </w:rPr>
        <w:t xml:space="preserve"> e modalità di coordinamento in loco</w:t>
      </w:r>
    </w:p>
    <w:p w14:paraId="2855A36C" w14:textId="77777777" w:rsidR="00F542C6" w:rsidRPr="00D8769C" w:rsidRDefault="00C13519" w:rsidP="00E15601">
      <w:pPr>
        <w:jc w:val="both"/>
        <w:rPr>
          <w:rFonts w:ascii="Corbel" w:hAnsi="Corbel" w:cs="Arial"/>
          <w:i/>
          <w:color w:val="FF0000"/>
          <w:sz w:val="16"/>
          <w:szCs w:val="16"/>
        </w:rPr>
      </w:pPr>
      <w:r w:rsidRPr="00D8769C">
        <w:rPr>
          <w:rFonts w:ascii="Corbel" w:hAnsi="Corbel" w:cs="Arial"/>
          <w:bCs/>
          <w:i/>
          <w:sz w:val="16"/>
          <w:szCs w:val="16"/>
        </w:rPr>
        <w:t xml:space="preserve">Indicare come il progetto si integri con la strategia ed i piani nazionali, provinciali e distrettuali </w:t>
      </w:r>
      <w:r w:rsidR="001B260A" w:rsidRPr="00D8769C">
        <w:rPr>
          <w:rFonts w:ascii="Corbel" w:hAnsi="Corbel" w:cs="Arial"/>
          <w:bCs/>
          <w:i/>
          <w:sz w:val="16"/>
          <w:szCs w:val="16"/>
        </w:rPr>
        <w:t>dei</w:t>
      </w:r>
      <w:r w:rsidRPr="00D8769C">
        <w:rPr>
          <w:rFonts w:ascii="Corbel" w:hAnsi="Corbel" w:cs="Arial"/>
          <w:bCs/>
          <w:i/>
          <w:sz w:val="16"/>
          <w:szCs w:val="16"/>
        </w:rPr>
        <w:t xml:space="preserve"> Paes</w:t>
      </w:r>
      <w:r w:rsidR="001B260A" w:rsidRPr="00D8769C">
        <w:rPr>
          <w:rFonts w:ascii="Corbel" w:hAnsi="Corbel" w:cs="Arial"/>
          <w:bCs/>
          <w:i/>
          <w:sz w:val="16"/>
          <w:szCs w:val="16"/>
        </w:rPr>
        <w:t>i</w:t>
      </w:r>
      <w:r w:rsidRPr="00D8769C">
        <w:rPr>
          <w:rFonts w:ascii="Corbel" w:hAnsi="Corbel" w:cs="Arial"/>
          <w:bCs/>
          <w:i/>
          <w:sz w:val="16"/>
          <w:szCs w:val="16"/>
        </w:rPr>
        <w:t xml:space="preserve"> partner, specificando le modalità di coordinamento del progetto proposto con gli attori istituzionali </w:t>
      </w:r>
      <w:r w:rsidR="0059600D" w:rsidRPr="00D8769C">
        <w:rPr>
          <w:rFonts w:ascii="Corbel" w:hAnsi="Corbel" w:cs="Arial"/>
          <w:bCs/>
          <w:i/>
          <w:sz w:val="16"/>
          <w:szCs w:val="16"/>
        </w:rPr>
        <w:t xml:space="preserve">nell’area d’intervento </w:t>
      </w:r>
      <w:r w:rsidRPr="00D8769C">
        <w:rPr>
          <w:rFonts w:ascii="Corbel" w:hAnsi="Corbel" w:cs="Arial"/>
          <w:bCs/>
          <w:i/>
          <w:sz w:val="16"/>
          <w:szCs w:val="16"/>
        </w:rPr>
        <w:t xml:space="preserve">e </w:t>
      </w:r>
      <w:r w:rsidR="0059600D" w:rsidRPr="00D8769C">
        <w:rPr>
          <w:rFonts w:ascii="Corbel" w:hAnsi="Corbel" w:cs="Arial"/>
          <w:bCs/>
          <w:i/>
          <w:sz w:val="16"/>
          <w:szCs w:val="16"/>
        </w:rPr>
        <w:t xml:space="preserve">i </w:t>
      </w:r>
      <w:r w:rsidRPr="00D8769C">
        <w:rPr>
          <w:rFonts w:ascii="Corbel" w:hAnsi="Corbel" w:cs="Arial"/>
          <w:bCs/>
          <w:i/>
          <w:sz w:val="16"/>
          <w:szCs w:val="16"/>
        </w:rPr>
        <w:t xml:space="preserve">partner locali. </w:t>
      </w:r>
    </w:p>
    <w:p w14:paraId="786B1BA8" w14:textId="77777777" w:rsidR="00C13519" w:rsidRPr="00DA07B5" w:rsidRDefault="00C13519" w:rsidP="00E15601">
      <w:pPr>
        <w:jc w:val="both"/>
        <w:rPr>
          <w:rFonts w:ascii="Corbel" w:hAnsi="Corbel" w:cs="Arial"/>
          <w:bCs/>
          <w:i/>
          <w:sz w:val="16"/>
          <w:szCs w:val="16"/>
        </w:rPr>
      </w:pPr>
      <w:r w:rsidRPr="00DA07B5">
        <w:rPr>
          <w:rFonts w:ascii="Corbel" w:hAnsi="Corbel" w:cs="Arial"/>
          <w:bCs/>
          <w:i/>
          <w:sz w:val="16"/>
          <w:szCs w:val="16"/>
        </w:rPr>
        <w:t xml:space="preserve">Specificare, inoltre, le modalità di divisione dei compiti, coordinamento e collaborazione con altri attori internazionali presenti sul territorio. </w:t>
      </w:r>
    </w:p>
    <w:p w14:paraId="4010E96D" w14:textId="77777777" w:rsidR="00C13519" w:rsidRPr="00DA07B5" w:rsidRDefault="00C13519" w:rsidP="000E26C9">
      <w:pPr>
        <w:rPr>
          <w:rFonts w:ascii="Corbel" w:hAnsi="Corbel" w:cs="Arial"/>
          <w:bCs/>
          <w:szCs w:val="20"/>
        </w:rPr>
      </w:pPr>
    </w:p>
    <w:p w14:paraId="63D7DBED" w14:textId="77777777" w:rsidR="00C13519" w:rsidRPr="00DA07B5" w:rsidRDefault="0059600D" w:rsidP="000E26C9">
      <w:pPr>
        <w:rPr>
          <w:rFonts w:ascii="Corbel" w:hAnsi="Corbel" w:cs="Arial"/>
          <w:bCs/>
          <w:szCs w:val="20"/>
        </w:rPr>
      </w:pPr>
      <w:r w:rsidRPr="00DA07B5">
        <w:rPr>
          <w:rFonts w:ascii="Corbel" w:hAnsi="Corbel" w:cs="Arial"/>
          <w:bCs/>
          <w:szCs w:val="20"/>
        </w:rPr>
        <w:t>[1 pagina]</w:t>
      </w:r>
    </w:p>
    <w:p w14:paraId="6B1D116D" w14:textId="77777777" w:rsidR="00C13519" w:rsidRPr="00DA07B5" w:rsidRDefault="00C13519" w:rsidP="000E26C9">
      <w:pPr>
        <w:rPr>
          <w:rFonts w:ascii="Corbel" w:hAnsi="Corbel" w:cs="Arial"/>
          <w:szCs w:val="20"/>
        </w:rPr>
      </w:pPr>
    </w:p>
    <w:p w14:paraId="553265E0" w14:textId="77777777" w:rsidR="005E74B1" w:rsidRPr="00DA07B5" w:rsidRDefault="005E74B1" w:rsidP="00E04D7B">
      <w:pPr>
        <w:rPr>
          <w:rFonts w:ascii="Corbel" w:hAnsi="Corbel" w:cs="Arial"/>
          <w:bCs/>
          <w:i/>
          <w:sz w:val="16"/>
          <w:szCs w:val="16"/>
        </w:rPr>
      </w:pPr>
    </w:p>
    <w:p w14:paraId="097B3625" w14:textId="77777777" w:rsidR="00813A2D" w:rsidRPr="00DA07B5" w:rsidRDefault="00AA2CE1" w:rsidP="00813A2D">
      <w:pPr>
        <w:rPr>
          <w:rFonts w:ascii="Corbel" w:hAnsi="Corbel" w:cs="Arial"/>
          <w:sz w:val="18"/>
          <w:szCs w:val="18"/>
          <w:u w:val="single"/>
        </w:rPr>
      </w:pPr>
      <w:r w:rsidRPr="00DA07B5">
        <w:rPr>
          <w:rFonts w:ascii="Corbel" w:hAnsi="Corbel" w:cs="Arial"/>
          <w:b/>
          <w:szCs w:val="20"/>
          <w:u w:val="single"/>
        </w:rPr>
        <w:t>3</w:t>
      </w:r>
      <w:r w:rsidR="00813A2D" w:rsidRPr="00DA07B5">
        <w:rPr>
          <w:rFonts w:ascii="Corbel" w:hAnsi="Corbel" w:cs="Arial"/>
          <w:b/>
          <w:szCs w:val="20"/>
          <w:u w:val="single"/>
        </w:rPr>
        <w:t>. QUADRO LOGICO:</w:t>
      </w:r>
      <w:r w:rsidR="00813A2D" w:rsidRPr="00DA07B5">
        <w:rPr>
          <w:rFonts w:ascii="Corbel" w:hAnsi="Corbel" w:cs="Arial"/>
          <w:sz w:val="18"/>
          <w:szCs w:val="18"/>
          <w:u w:val="single"/>
        </w:rPr>
        <w:t xml:space="preserve">  </w:t>
      </w:r>
    </w:p>
    <w:p w14:paraId="56D8CEE8" w14:textId="77777777" w:rsidR="00813A2D" w:rsidRPr="00DA07B5" w:rsidRDefault="00813A2D" w:rsidP="00813A2D">
      <w:pPr>
        <w:rPr>
          <w:rFonts w:ascii="Corbel" w:hAnsi="Corbel" w:cs="Arial"/>
          <w:bCs/>
          <w:i/>
          <w:sz w:val="16"/>
          <w:szCs w:val="16"/>
        </w:rPr>
      </w:pPr>
      <w:r w:rsidRPr="00DA07B5">
        <w:rPr>
          <w:rFonts w:ascii="Corbel" w:hAnsi="Corbel" w:cs="Arial"/>
          <w:bCs/>
          <w:i/>
          <w:sz w:val="16"/>
          <w:szCs w:val="16"/>
        </w:rPr>
        <w:t xml:space="preserve">Compilare il quadro logico in maniera accurata e dettagliata. Prestare particolare attenzione alla definizione e quantificazione degli indicatori </w:t>
      </w:r>
    </w:p>
    <w:p w14:paraId="56866D3A" w14:textId="77777777" w:rsidR="00813A2D" w:rsidRPr="00DA07B5" w:rsidRDefault="00813A2D" w:rsidP="00813A2D">
      <w:pPr>
        <w:rPr>
          <w:rFonts w:ascii="Corbel" w:hAnsi="Corbel" w:cs="Arial"/>
          <w:sz w:val="18"/>
          <w:szCs w:val="1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0"/>
        <w:gridCol w:w="2137"/>
        <w:gridCol w:w="2081"/>
        <w:gridCol w:w="1879"/>
        <w:gridCol w:w="1879"/>
      </w:tblGrid>
      <w:tr w:rsidR="00813A2D" w:rsidRPr="00DA07B5" w14:paraId="044ED744" w14:textId="77777777" w:rsidTr="00984250">
        <w:tc>
          <w:tcPr>
            <w:tcW w:w="1120" w:type="dxa"/>
            <w:tcBorders>
              <w:top w:val="single" w:sz="4" w:space="0" w:color="auto"/>
            </w:tcBorders>
            <w:shd w:val="clear" w:color="auto" w:fill="CCFFFF"/>
          </w:tcPr>
          <w:p w14:paraId="7E1926D4" w14:textId="77777777" w:rsidR="00813A2D" w:rsidRPr="00DA07B5" w:rsidRDefault="00813A2D" w:rsidP="00984250">
            <w:pPr>
              <w:rPr>
                <w:rFonts w:ascii="Corbel" w:hAnsi="Corbel" w:cs="Arial"/>
                <w:b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sz="4" w:space="0" w:color="auto"/>
            </w:tcBorders>
            <w:shd w:val="clear" w:color="auto" w:fill="CCFFFF"/>
          </w:tcPr>
          <w:p w14:paraId="25F38E46" w14:textId="77777777" w:rsidR="00813A2D" w:rsidRPr="00DA07B5" w:rsidRDefault="00813A2D" w:rsidP="00984250">
            <w:pPr>
              <w:rPr>
                <w:rFonts w:ascii="Corbel" w:hAnsi="Corbel" w:cs="Arial"/>
                <w:b/>
                <w:sz w:val="18"/>
                <w:szCs w:val="18"/>
              </w:rPr>
            </w:pPr>
            <w:r w:rsidRPr="00DA07B5">
              <w:rPr>
                <w:rFonts w:ascii="Corbel" w:hAnsi="Corbel" w:cs="Arial"/>
                <w:b/>
                <w:sz w:val="18"/>
                <w:szCs w:val="18"/>
              </w:rPr>
              <w:t>Logica d’intervento</w:t>
            </w:r>
          </w:p>
          <w:p w14:paraId="0BA5E5A1" w14:textId="77777777" w:rsidR="00813A2D" w:rsidRPr="00DA07B5" w:rsidRDefault="00813A2D" w:rsidP="00984250">
            <w:pPr>
              <w:rPr>
                <w:rFonts w:ascii="Corbel" w:hAnsi="Corbel" w:cs="Arial"/>
                <w:b/>
                <w:sz w:val="18"/>
                <w:szCs w:val="18"/>
              </w:rPr>
            </w:pPr>
          </w:p>
        </w:tc>
        <w:tc>
          <w:tcPr>
            <w:tcW w:w="2081" w:type="dxa"/>
            <w:tcBorders>
              <w:top w:val="single" w:sz="4" w:space="0" w:color="auto"/>
            </w:tcBorders>
            <w:shd w:val="clear" w:color="auto" w:fill="CCFFFF"/>
          </w:tcPr>
          <w:p w14:paraId="76670EED" w14:textId="77777777" w:rsidR="00813A2D" w:rsidRPr="00DA07B5" w:rsidRDefault="00813A2D" w:rsidP="00984250">
            <w:pPr>
              <w:rPr>
                <w:rFonts w:ascii="Corbel" w:hAnsi="Corbel" w:cs="Arial"/>
                <w:b/>
                <w:sz w:val="18"/>
                <w:szCs w:val="18"/>
              </w:rPr>
            </w:pPr>
            <w:r w:rsidRPr="00DA07B5">
              <w:rPr>
                <w:rFonts w:ascii="Corbel" w:hAnsi="Corbel" w:cs="Arial"/>
                <w:b/>
                <w:sz w:val="18"/>
                <w:szCs w:val="18"/>
              </w:rPr>
              <w:t>Indicatori</w:t>
            </w:r>
            <w:r w:rsidR="00806DCB" w:rsidRPr="00DA07B5">
              <w:rPr>
                <w:rFonts w:ascii="Corbel" w:hAnsi="Corbel" w:cs="Arial"/>
                <w:b/>
                <w:sz w:val="18"/>
                <w:szCs w:val="18"/>
              </w:rPr>
              <w:t>***</w:t>
            </w:r>
          </w:p>
        </w:tc>
        <w:tc>
          <w:tcPr>
            <w:tcW w:w="1879" w:type="dxa"/>
            <w:tcBorders>
              <w:top w:val="single" w:sz="4" w:space="0" w:color="auto"/>
            </w:tcBorders>
            <w:shd w:val="clear" w:color="auto" w:fill="CCFFFF"/>
          </w:tcPr>
          <w:p w14:paraId="6AB49833" w14:textId="77777777" w:rsidR="00813A2D" w:rsidRPr="00DA07B5" w:rsidRDefault="00813A2D" w:rsidP="00984250">
            <w:pPr>
              <w:rPr>
                <w:rFonts w:ascii="Corbel" w:hAnsi="Corbel" w:cs="Arial"/>
                <w:b/>
                <w:sz w:val="18"/>
                <w:szCs w:val="18"/>
              </w:rPr>
            </w:pPr>
            <w:r w:rsidRPr="00DA07B5">
              <w:rPr>
                <w:rFonts w:ascii="Corbel" w:hAnsi="Corbel" w:cs="Arial"/>
                <w:b/>
                <w:sz w:val="18"/>
                <w:szCs w:val="18"/>
              </w:rPr>
              <w:t>Fonti di verifica</w:t>
            </w:r>
          </w:p>
        </w:tc>
        <w:tc>
          <w:tcPr>
            <w:tcW w:w="18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D3FD158" w14:textId="77777777" w:rsidR="00813A2D" w:rsidRPr="00DA07B5" w:rsidRDefault="00813A2D" w:rsidP="00984250">
            <w:pPr>
              <w:rPr>
                <w:rFonts w:ascii="Corbel" w:hAnsi="Corbel" w:cs="Arial"/>
                <w:b/>
                <w:sz w:val="18"/>
                <w:szCs w:val="18"/>
              </w:rPr>
            </w:pPr>
            <w:r w:rsidRPr="00DA07B5">
              <w:rPr>
                <w:rFonts w:ascii="Corbel" w:hAnsi="Corbel" w:cs="Arial"/>
                <w:b/>
                <w:sz w:val="18"/>
                <w:szCs w:val="18"/>
              </w:rPr>
              <w:t>Condizioni</w:t>
            </w:r>
          </w:p>
        </w:tc>
      </w:tr>
      <w:tr w:rsidR="00813A2D" w:rsidRPr="00DA07B5" w14:paraId="304CECC3" w14:textId="77777777" w:rsidTr="00984250">
        <w:tc>
          <w:tcPr>
            <w:tcW w:w="1120" w:type="dxa"/>
            <w:shd w:val="clear" w:color="auto" w:fill="CCFFFF"/>
          </w:tcPr>
          <w:p w14:paraId="5FA50B51" w14:textId="77777777" w:rsidR="00813A2D" w:rsidRPr="00DA07B5" w:rsidRDefault="00813A2D" w:rsidP="00984250">
            <w:pPr>
              <w:rPr>
                <w:rFonts w:ascii="Corbel" w:hAnsi="Corbel" w:cs="Arial"/>
                <w:b/>
                <w:sz w:val="18"/>
                <w:szCs w:val="18"/>
              </w:rPr>
            </w:pPr>
            <w:r w:rsidRPr="00DA07B5">
              <w:rPr>
                <w:rFonts w:ascii="Corbel" w:hAnsi="Corbel" w:cs="Arial"/>
                <w:b/>
                <w:sz w:val="18"/>
                <w:szCs w:val="18"/>
              </w:rPr>
              <w:t>Obiettivo Generale</w:t>
            </w:r>
            <w:r w:rsidR="00941882" w:rsidRPr="00DA07B5">
              <w:rPr>
                <w:rFonts w:ascii="Corbel" w:hAnsi="Corbel" w:cs="Arial"/>
                <w:b/>
                <w:sz w:val="16"/>
                <w:szCs w:val="16"/>
              </w:rPr>
              <w:t>*</w:t>
            </w:r>
          </w:p>
          <w:p w14:paraId="59B0046E" w14:textId="77777777" w:rsidR="00813A2D" w:rsidRPr="00DA07B5" w:rsidRDefault="00813A2D" w:rsidP="00984250">
            <w:pPr>
              <w:rPr>
                <w:rFonts w:ascii="Corbel" w:hAnsi="Corbel" w:cs="Arial"/>
                <w:b/>
                <w:sz w:val="18"/>
                <w:szCs w:val="18"/>
              </w:rPr>
            </w:pPr>
          </w:p>
        </w:tc>
        <w:tc>
          <w:tcPr>
            <w:tcW w:w="2137" w:type="dxa"/>
          </w:tcPr>
          <w:p w14:paraId="50A6E047" w14:textId="77777777" w:rsidR="00813A2D" w:rsidRPr="00DA07B5" w:rsidRDefault="00813A2D" w:rsidP="00984250">
            <w:pPr>
              <w:rPr>
                <w:rFonts w:ascii="Corbel" w:hAnsi="Corbel" w:cs="Arial"/>
                <w:sz w:val="18"/>
                <w:szCs w:val="18"/>
              </w:rPr>
            </w:pPr>
          </w:p>
        </w:tc>
        <w:tc>
          <w:tcPr>
            <w:tcW w:w="2081" w:type="dxa"/>
            <w:shd w:val="clear" w:color="auto" w:fill="auto"/>
          </w:tcPr>
          <w:p w14:paraId="2CF6E859" w14:textId="77777777" w:rsidR="00813A2D" w:rsidRPr="00DA07B5" w:rsidRDefault="00813A2D" w:rsidP="00984250">
            <w:pPr>
              <w:rPr>
                <w:rFonts w:ascii="Corbel" w:hAnsi="Corbel" w:cs="Arial"/>
                <w:sz w:val="18"/>
                <w:szCs w:val="18"/>
              </w:rPr>
            </w:pPr>
          </w:p>
        </w:tc>
        <w:tc>
          <w:tcPr>
            <w:tcW w:w="1879" w:type="dxa"/>
            <w:shd w:val="clear" w:color="auto" w:fill="auto"/>
          </w:tcPr>
          <w:p w14:paraId="173C6F08" w14:textId="77777777" w:rsidR="00813A2D" w:rsidRPr="00DA07B5" w:rsidRDefault="00813A2D" w:rsidP="00984250">
            <w:pPr>
              <w:rPr>
                <w:rFonts w:ascii="Corbel" w:hAnsi="Corbel" w:cs="Arial"/>
                <w:sz w:val="18"/>
                <w:szCs w:val="18"/>
              </w:rPr>
            </w:pPr>
          </w:p>
        </w:tc>
        <w:tc>
          <w:tcPr>
            <w:tcW w:w="1879" w:type="dxa"/>
            <w:tcBorders>
              <w:right w:val="single" w:sz="4" w:space="0" w:color="auto"/>
            </w:tcBorders>
            <w:shd w:val="clear" w:color="auto" w:fill="C0C0C0"/>
          </w:tcPr>
          <w:p w14:paraId="047C5170" w14:textId="77777777" w:rsidR="00813A2D" w:rsidRPr="00DA07B5" w:rsidRDefault="00813A2D" w:rsidP="00984250">
            <w:pPr>
              <w:rPr>
                <w:rFonts w:ascii="Corbel" w:hAnsi="Corbel" w:cs="Arial"/>
                <w:sz w:val="18"/>
                <w:szCs w:val="18"/>
              </w:rPr>
            </w:pPr>
          </w:p>
        </w:tc>
      </w:tr>
      <w:tr w:rsidR="00813A2D" w:rsidRPr="00DA07B5" w14:paraId="65A17514" w14:textId="77777777" w:rsidTr="00984250">
        <w:tc>
          <w:tcPr>
            <w:tcW w:w="1120" w:type="dxa"/>
            <w:shd w:val="clear" w:color="auto" w:fill="CCFFFF"/>
          </w:tcPr>
          <w:p w14:paraId="1223BBBA" w14:textId="77777777" w:rsidR="00813A2D" w:rsidRPr="00DA07B5" w:rsidRDefault="00813A2D" w:rsidP="00984250">
            <w:pPr>
              <w:rPr>
                <w:rFonts w:ascii="Corbel" w:hAnsi="Corbel" w:cs="Arial"/>
                <w:b/>
                <w:sz w:val="18"/>
                <w:szCs w:val="18"/>
              </w:rPr>
            </w:pPr>
            <w:r w:rsidRPr="00DA07B5">
              <w:rPr>
                <w:rFonts w:ascii="Corbel" w:hAnsi="Corbel" w:cs="Arial"/>
                <w:b/>
                <w:sz w:val="18"/>
                <w:szCs w:val="18"/>
              </w:rPr>
              <w:t>Obiettivo</w:t>
            </w:r>
            <w:r w:rsidR="00941882" w:rsidRPr="00DA07B5">
              <w:rPr>
                <w:rFonts w:ascii="Corbel" w:hAnsi="Corbel" w:cs="Arial"/>
                <w:b/>
                <w:sz w:val="16"/>
                <w:szCs w:val="16"/>
              </w:rPr>
              <w:t>*</w:t>
            </w:r>
            <w:r w:rsidRPr="00DA07B5">
              <w:rPr>
                <w:rFonts w:ascii="Corbel" w:hAnsi="Corbel" w:cs="Arial"/>
                <w:b/>
                <w:sz w:val="18"/>
                <w:szCs w:val="18"/>
              </w:rPr>
              <w:t xml:space="preserve"> </w:t>
            </w:r>
          </w:p>
          <w:p w14:paraId="7FE57B99" w14:textId="77777777" w:rsidR="00813A2D" w:rsidRPr="00DA07B5" w:rsidRDefault="00813A2D" w:rsidP="00984250">
            <w:pPr>
              <w:rPr>
                <w:rFonts w:ascii="Corbel" w:hAnsi="Corbel" w:cs="Arial"/>
                <w:b/>
                <w:sz w:val="18"/>
                <w:szCs w:val="18"/>
              </w:rPr>
            </w:pPr>
            <w:r w:rsidRPr="00DA07B5">
              <w:rPr>
                <w:rFonts w:ascii="Corbel" w:hAnsi="Corbel" w:cs="Arial"/>
                <w:b/>
                <w:sz w:val="18"/>
                <w:szCs w:val="18"/>
              </w:rPr>
              <w:t>Specifico</w:t>
            </w:r>
          </w:p>
          <w:p w14:paraId="21C3A328" w14:textId="77777777" w:rsidR="00813A2D" w:rsidRPr="00DA07B5" w:rsidRDefault="00813A2D" w:rsidP="00984250">
            <w:pPr>
              <w:rPr>
                <w:rFonts w:ascii="Corbel" w:hAnsi="Corbel" w:cs="Arial"/>
                <w:b/>
                <w:sz w:val="18"/>
                <w:szCs w:val="18"/>
              </w:rPr>
            </w:pPr>
          </w:p>
          <w:p w14:paraId="6956F1B2" w14:textId="77777777" w:rsidR="00813A2D" w:rsidRPr="00DA07B5" w:rsidRDefault="00813A2D" w:rsidP="00984250">
            <w:pPr>
              <w:rPr>
                <w:rFonts w:ascii="Corbel" w:hAnsi="Corbel" w:cs="Arial"/>
                <w:b/>
                <w:sz w:val="18"/>
                <w:szCs w:val="18"/>
              </w:rPr>
            </w:pPr>
          </w:p>
        </w:tc>
        <w:tc>
          <w:tcPr>
            <w:tcW w:w="2137" w:type="dxa"/>
          </w:tcPr>
          <w:p w14:paraId="47833465" w14:textId="77777777" w:rsidR="00813A2D" w:rsidRPr="00DA07B5" w:rsidRDefault="00813A2D" w:rsidP="00984250">
            <w:pPr>
              <w:rPr>
                <w:rFonts w:ascii="Corbel" w:hAnsi="Corbel" w:cs="Arial"/>
                <w:sz w:val="18"/>
                <w:szCs w:val="18"/>
              </w:rPr>
            </w:pPr>
          </w:p>
        </w:tc>
        <w:tc>
          <w:tcPr>
            <w:tcW w:w="2081" w:type="dxa"/>
            <w:shd w:val="clear" w:color="auto" w:fill="auto"/>
          </w:tcPr>
          <w:p w14:paraId="0F7DF4C4" w14:textId="77777777" w:rsidR="00813A2D" w:rsidRPr="00DA07B5" w:rsidRDefault="00813A2D" w:rsidP="00984250">
            <w:pPr>
              <w:rPr>
                <w:rFonts w:ascii="Corbel" w:hAnsi="Corbel" w:cs="Arial"/>
                <w:sz w:val="18"/>
                <w:szCs w:val="18"/>
              </w:rPr>
            </w:pPr>
          </w:p>
        </w:tc>
        <w:tc>
          <w:tcPr>
            <w:tcW w:w="1879" w:type="dxa"/>
            <w:shd w:val="clear" w:color="auto" w:fill="auto"/>
          </w:tcPr>
          <w:p w14:paraId="6E23B028" w14:textId="77777777" w:rsidR="00813A2D" w:rsidRPr="00DA07B5" w:rsidRDefault="00813A2D" w:rsidP="00984250">
            <w:pPr>
              <w:rPr>
                <w:rFonts w:ascii="Corbel" w:hAnsi="Corbel" w:cs="Arial"/>
                <w:sz w:val="18"/>
                <w:szCs w:val="18"/>
              </w:rPr>
            </w:pPr>
          </w:p>
        </w:tc>
        <w:tc>
          <w:tcPr>
            <w:tcW w:w="1879" w:type="dxa"/>
            <w:tcBorders>
              <w:right w:val="single" w:sz="4" w:space="0" w:color="auto"/>
            </w:tcBorders>
          </w:tcPr>
          <w:p w14:paraId="6A29EE22" w14:textId="77777777" w:rsidR="00813A2D" w:rsidRPr="00DA07B5" w:rsidRDefault="00813A2D" w:rsidP="00984250">
            <w:pPr>
              <w:rPr>
                <w:rFonts w:ascii="Corbel" w:hAnsi="Corbel" w:cs="Arial"/>
                <w:sz w:val="18"/>
                <w:szCs w:val="18"/>
              </w:rPr>
            </w:pPr>
          </w:p>
        </w:tc>
      </w:tr>
      <w:tr w:rsidR="00813A2D" w:rsidRPr="00DA07B5" w14:paraId="57504B5F" w14:textId="77777777" w:rsidTr="00984250">
        <w:tc>
          <w:tcPr>
            <w:tcW w:w="1120" w:type="dxa"/>
            <w:shd w:val="clear" w:color="auto" w:fill="CCFFFF"/>
          </w:tcPr>
          <w:p w14:paraId="7E155B3A" w14:textId="77777777" w:rsidR="00813A2D" w:rsidRPr="00DA07B5" w:rsidRDefault="00813A2D" w:rsidP="00984250">
            <w:pPr>
              <w:rPr>
                <w:rFonts w:ascii="Corbel" w:hAnsi="Corbel" w:cs="Arial"/>
                <w:b/>
                <w:sz w:val="18"/>
                <w:szCs w:val="18"/>
              </w:rPr>
            </w:pPr>
            <w:r w:rsidRPr="00DA07B5">
              <w:rPr>
                <w:rFonts w:ascii="Corbel" w:hAnsi="Corbel" w:cs="Arial"/>
                <w:b/>
                <w:sz w:val="18"/>
                <w:szCs w:val="18"/>
              </w:rPr>
              <w:t>Risultati attesi</w:t>
            </w:r>
            <w:r w:rsidR="00842A41" w:rsidRPr="00DA07B5">
              <w:rPr>
                <w:rFonts w:ascii="Corbel" w:hAnsi="Corbel" w:cs="Arial"/>
                <w:b/>
                <w:sz w:val="18"/>
                <w:szCs w:val="18"/>
              </w:rPr>
              <w:t>**</w:t>
            </w:r>
          </w:p>
          <w:p w14:paraId="1459AD8B" w14:textId="77777777" w:rsidR="00813A2D" w:rsidRPr="00DA07B5" w:rsidRDefault="00813A2D" w:rsidP="00984250">
            <w:pPr>
              <w:rPr>
                <w:rFonts w:ascii="Corbel" w:hAnsi="Corbel" w:cs="Arial"/>
                <w:b/>
                <w:sz w:val="18"/>
                <w:szCs w:val="18"/>
                <w:lang w:val="en-GB"/>
              </w:rPr>
            </w:pPr>
          </w:p>
          <w:p w14:paraId="4F636F82" w14:textId="77777777" w:rsidR="00813A2D" w:rsidRPr="00DA07B5" w:rsidRDefault="00813A2D" w:rsidP="00984250">
            <w:pPr>
              <w:rPr>
                <w:rFonts w:ascii="Corbel" w:hAnsi="Corbe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137" w:type="dxa"/>
          </w:tcPr>
          <w:p w14:paraId="34B9A90A" w14:textId="77777777" w:rsidR="00813A2D" w:rsidRPr="00DA07B5" w:rsidRDefault="00813A2D" w:rsidP="00984250">
            <w:pPr>
              <w:rPr>
                <w:rFonts w:ascii="Corbel" w:hAnsi="Corbel" w:cs="Arial"/>
                <w:sz w:val="18"/>
                <w:szCs w:val="18"/>
                <w:lang w:val="en-GB"/>
              </w:rPr>
            </w:pPr>
          </w:p>
        </w:tc>
        <w:tc>
          <w:tcPr>
            <w:tcW w:w="2081" w:type="dxa"/>
            <w:shd w:val="clear" w:color="auto" w:fill="auto"/>
          </w:tcPr>
          <w:p w14:paraId="5196C42A" w14:textId="77777777" w:rsidR="00813A2D" w:rsidRPr="00DA07B5" w:rsidRDefault="00813A2D" w:rsidP="00984250">
            <w:pPr>
              <w:rPr>
                <w:rFonts w:ascii="Corbel" w:hAnsi="Corbel" w:cs="Arial"/>
                <w:sz w:val="18"/>
                <w:szCs w:val="18"/>
                <w:lang w:val="en-GB"/>
              </w:rPr>
            </w:pPr>
          </w:p>
        </w:tc>
        <w:tc>
          <w:tcPr>
            <w:tcW w:w="1879" w:type="dxa"/>
            <w:shd w:val="clear" w:color="auto" w:fill="auto"/>
          </w:tcPr>
          <w:p w14:paraId="1FF06FCD" w14:textId="77777777" w:rsidR="00813A2D" w:rsidRPr="00DA07B5" w:rsidRDefault="00813A2D" w:rsidP="00984250">
            <w:pPr>
              <w:rPr>
                <w:rFonts w:ascii="Corbel" w:hAnsi="Corbel" w:cs="Arial"/>
                <w:sz w:val="18"/>
                <w:szCs w:val="18"/>
                <w:lang w:val="en-GB"/>
              </w:rPr>
            </w:pPr>
          </w:p>
        </w:tc>
        <w:tc>
          <w:tcPr>
            <w:tcW w:w="1879" w:type="dxa"/>
            <w:tcBorders>
              <w:right w:val="single" w:sz="4" w:space="0" w:color="auto"/>
            </w:tcBorders>
          </w:tcPr>
          <w:p w14:paraId="65FDDE91" w14:textId="77777777" w:rsidR="00813A2D" w:rsidRPr="00DA07B5" w:rsidRDefault="00813A2D" w:rsidP="00984250">
            <w:pPr>
              <w:rPr>
                <w:rFonts w:ascii="Corbel" w:hAnsi="Corbel" w:cs="Arial"/>
                <w:sz w:val="18"/>
                <w:szCs w:val="18"/>
                <w:lang w:val="en-GB"/>
              </w:rPr>
            </w:pPr>
          </w:p>
        </w:tc>
      </w:tr>
      <w:tr w:rsidR="00813A2D" w:rsidRPr="00DA07B5" w14:paraId="45304E4D" w14:textId="77777777" w:rsidTr="00984250">
        <w:tc>
          <w:tcPr>
            <w:tcW w:w="1120" w:type="dxa"/>
            <w:tcBorders>
              <w:bottom w:val="single" w:sz="4" w:space="0" w:color="auto"/>
            </w:tcBorders>
            <w:shd w:val="clear" w:color="auto" w:fill="CCFFFF"/>
          </w:tcPr>
          <w:p w14:paraId="3E686E87" w14:textId="77777777" w:rsidR="00813A2D" w:rsidRPr="00DA07B5" w:rsidRDefault="00813A2D" w:rsidP="00984250">
            <w:pPr>
              <w:rPr>
                <w:rFonts w:ascii="Corbel" w:hAnsi="Corbel" w:cs="Arial"/>
                <w:b/>
                <w:sz w:val="18"/>
                <w:szCs w:val="18"/>
                <w:lang w:val="en-GB"/>
              </w:rPr>
            </w:pPr>
            <w:r w:rsidRPr="00DA07B5">
              <w:rPr>
                <w:rFonts w:ascii="Corbel" w:hAnsi="Corbel" w:cs="Arial"/>
                <w:b/>
                <w:sz w:val="18"/>
                <w:szCs w:val="18"/>
                <w:lang w:val="en-GB"/>
              </w:rPr>
              <w:t>Attività</w:t>
            </w:r>
          </w:p>
          <w:p w14:paraId="476503EA" w14:textId="77777777" w:rsidR="00813A2D" w:rsidRPr="00DA07B5" w:rsidRDefault="00813A2D" w:rsidP="00984250">
            <w:pPr>
              <w:rPr>
                <w:rFonts w:ascii="Corbel" w:hAnsi="Corbe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137" w:type="dxa"/>
            <w:tcBorders>
              <w:bottom w:val="single" w:sz="4" w:space="0" w:color="auto"/>
            </w:tcBorders>
          </w:tcPr>
          <w:p w14:paraId="0953FDCE" w14:textId="77777777" w:rsidR="00813A2D" w:rsidRPr="00DA07B5" w:rsidRDefault="00813A2D" w:rsidP="00984250">
            <w:pPr>
              <w:rPr>
                <w:rFonts w:ascii="Corbel" w:hAnsi="Corbel" w:cs="Arial"/>
                <w:sz w:val="18"/>
                <w:szCs w:val="18"/>
                <w:lang w:val="en-GB"/>
              </w:rPr>
            </w:pPr>
          </w:p>
        </w:tc>
        <w:tc>
          <w:tcPr>
            <w:tcW w:w="2081" w:type="dxa"/>
            <w:tcBorders>
              <w:bottom w:val="single" w:sz="4" w:space="0" w:color="auto"/>
            </w:tcBorders>
            <w:shd w:val="clear" w:color="auto" w:fill="auto"/>
          </w:tcPr>
          <w:p w14:paraId="763C7A7C" w14:textId="77777777" w:rsidR="00813A2D" w:rsidRPr="00DA07B5" w:rsidRDefault="00813A2D" w:rsidP="00984250">
            <w:pPr>
              <w:rPr>
                <w:rFonts w:ascii="Corbel" w:hAnsi="Corbel" w:cs="Arial"/>
                <w:sz w:val="18"/>
                <w:szCs w:val="18"/>
                <w:lang w:val="en-GB"/>
              </w:rPr>
            </w:pPr>
            <w:r w:rsidRPr="00DA07B5">
              <w:rPr>
                <w:rFonts w:ascii="Corbel" w:hAnsi="Corbel" w:cs="Arial"/>
                <w:b/>
                <w:sz w:val="18"/>
                <w:szCs w:val="18"/>
                <w:lang w:val="en-GB"/>
              </w:rPr>
              <w:t>Risorse</w:t>
            </w:r>
            <w:r w:rsidRPr="00DA07B5">
              <w:rPr>
                <w:rFonts w:ascii="Corbel" w:hAnsi="Corbel" w:cs="Arial"/>
                <w:sz w:val="18"/>
                <w:szCs w:val="18"/>
                <w:lang w:val="en-GB"/>
              </w:rPr>
              <w:t xml:space="preserve">: </w:t>
            </w:r>
          </w:p>
        </w:tc>
        <w:tc>
          <w:tcPr>
            <w:tcW w:w="1879" w:type="dxa"/>
            <w:tcBorders>
              <w:bottom w:val="single" w:sz="4" w:space="0" w:color="auto"/>
            </w:tcBorders>
            <w:shd w:val="clear" w:color="auto" w:fill="auto"/>
          </w:tcPr>
          <w:p w14:paraId="0933DF29" w14:textId="77777777" w:rsidR="00813A2D" w:rsidRPr="00DA07B5" w:rsidRDefault="00813A2D" w:rsidP="00984250">
            <w:pPr>
              <w:rPr>
                <w:rFonts w:ascii="Corbel" w:hAnsi="Corbel" w:cs="Arial"/>
                <w:sz w:val="18"/>
                <w:szCs w:val="18"/>
                <w:lang w:val="en-GB"/>
              </w:rPr>
            </w:pPr>
            <w:r w:rsidRPr="00DA07B5">
              <w:rPr>
                <w:rFonts w:ascii="Corbel" w:hAnsi="Corbel" w:cs="Arial"/>
                <w:b/>
                <w:sz w:val="18"/>
                <w:szCs w:val="18"/>
                <w:lang w:val="en-GB"/>
              </w:rPr>
              <w:t>Costi</w:t>
            </w:r>
            <w:r w:rsidRPr="00DA07B5">
              <w:rPr>
                <w:rFonts w:ascii="Corbel" w:hAnsi="Corbel" w:cs="Arial"/>
                <w:sz w:val="18"/>
                <w:szCs w:val="18"/>
                <w:lang w:val="en-GB"/>
              </w:rPr>
              <w:t>:</w:t>
            </w:r>
          </w:p>
          <w:p w14:paraId="2604E1F7" w14:textId="77777777" w:rsidR="00813A2D" w:rsidRPr="00DA07B5" w:rsidRDefault="00813A2D" w:rsidP="00984250">
            <w:pPr>
              <w:rPr>
                <w:rFonts w:ascii="Corbel" w:hAnsi="Corbel" w:cs="Arial"/>
                <w:sz w:val="18"/>
                <w:szCs w:val="18"/>
                <w:lang w:val="en-GB"/>
              </w:rPr>
            </w:pPr>
          </w:p>
          <w:p w14:paraId="245D91CE" w14:textId="77777777" w:rsidR="00813A2D" w:rsidRPr="00DA07B5" w:rsidRDefault="00813A2D" w:rsidP="00984250">
            <w:pPr>
              <w:rPr>
                <w:rFonts w:ascii="Corbel" w:hAnsi="Corbel" w:cs="Arial"/>
                <w:sz w:val="18"/>
                <w:szCs w:val="18"/>
                <w:lang w:val="en-GB"/>
              </w:rPr>
            </w:pPr>
          </w:p>
        </w:tc>
        <w:tc>
          <w:tcPr>
            <w:tcW w:w="1879" w:type="dxa"/>
            <w:tcBorders>
              <w:right w:val="single" w:sz="4" w:space="0" w:color="auto"/>
            </w:tcBorders>
          </w:tcPr>
          <w:p w14:paraId="34AF53D8" w14:textId="77777777" w:rsidR="00813A2D" w:rsidRPr="00DA07B5" w:rsidRDefault="00813A2D" w:rsidP="00984250">
            <w:pPr>
              <w:rPr>
                <w:rFonts w:ascii="Corbel" w:hAnsi="Corbel" w:cs="Arial"/>
                <w:sz w:val="18"/>
                <w:szCs w:val="18"/>
                <w:lang w:val="en-GB"/>
              </w:rPr>
            </w:pPr>
          </w:p>
        </w:tc>
      </w:tr>
      <w:tr w:rsidR="00813A2D" w:rsidRPr="00DA07B5" w14:paraId="5AF89900" w14:textId="77777777" w:rsidTr="00984250">
        <w:tc>
          <w:tcPr>
            <w:tcW w:w="112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938A8BA" w14:textId="77777777" w:rsidR="00813A2D" w:rsidRPr="00DA07B5" w:rsidRDefault="00813A2D" w:rsidP="00984250">
            <w:pPr>
              <w:rPr>
                <w:rFonts w:ascii="Corbel" w:hAnsi="Corbel" w:cs="Arial"/>
                <w:sz w:val="18"/>
                <w:szCs w:val="18"/>
                <w:lang w:val="en-GB"/>
              </w:rPr>
            </w:pPr>
          </w:p>
          <w:p w14:paraId="3DADCFB9" w14:textId="77777777" w:rsidR="00813A2D" w:rsidRPr="00DA07B5" w:rsidRDefault="00813A2D" w:rsidP="00984250">
            <w:pPr>
              <w:rPr>
                <w:rFonts w:ascii="Corbel" w:hAnsi="Corbel" w:cs="Arial"/>
                <w:sz w:val="18"/>
                <w:szCs w:val="18"/>
                <w:lang w:val="en-GB"/>
              </w:rPr>
            </w:pPr>
          </w:p>
          <w:p w14:paraId="5006B21D" w14:textId="77777777" w:rsidR="00813A2D" w:rsidRPr="00DA07B5" w:rsidRDefault="00813A2D" w:rsidP="00984250">
            <w:pPr>
              <w:rPr>
                <w:rFonts w:ascii="Corbel" w:hAnsi="Corbel" w:cs="Arial"/>
                <w:sz w:val="18"/>
                <w:szCs w:val="18"/>
                <w:lang w:val="en-GB"/>
              </w:rPr>
            </w:pPr>
          </w:p>
        </w:tc>
        <w:tc>
          <w:tcPr>
            <w:tcW w:w="213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BEBEE6F" w14:textId="77777777" w:rsidR="00813A2D" w:rsidRPr="00DA07B5" w:rsidRDefault="00813A2D" w:rsidP="00984250">
            <w:pPr>
              <w:rPr>
                <w:rFonts w:ascii="Corbel" w:hAnsi="Corbel" w:cs="Arial"/>
                <w:sz w:val="18"/>
                <w:szCs w:val="18"/>
                <w:lang w:val="en-GB"/>
              </w:rPr>
            </w:pPr>
          </w:p>
        </w:tc>
        <w:tc>
          <w:tcPr>
            <w:tcW w:w="208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526E162" w14:textId="77777777" w:rsidR="00813A2D" w:rsidRPr="00DA07B5" w:rsidRDefault="00813A2D" w:rsidP="00984250">
            <w:pPr>
              <w:rPr>
                <w:rFonts w:ascii="Corbel" w:hAnsi="Corbel" w:cs="Arial"/>
                <w:sz w:val="18"/>
                <w:szCs w:val="18"/>
                <w:lang w:val="en-GB"/>
              </w:rPr>
            </w:pPr>
          </w:p>
        </w:tc>
        <w:tc>
          <w:tcPr>
            <w:tcW w:w="1879" w:type="dxa"/>
            <w:tcBorders>
              <w:left w:val="nil"/>
              <w:bottom w:val="nil"/>
            </w:tcBorders>
            <w:shd w:val="clear" w:color="auto" w:fill="auto"/>
          </w:tcPr>
          <w:p w14:paraId="0FA123E7" w14:textId="77777777" w:rsidR="00813A2D" w:rsidRPr="00DA07B5" w:rsidRDefault="00813A2D" w:rsidP="00984250">
            <w:pPr>
              <w:rPr>
                <w:rFonts w:ascii="Corbel" w:hAnsi="Corbel" w:cs="Arial"/>
                <w:sz w:val="18"/>
                <w:szCs w:val="18"/>
                <w:lang w:val="en-GB"/>
              </w:rPr>
            </w:pPr>
          </w:p>
        </w:tc>
        <w:tc>
          <w:tcPr>
            <w:tcW w:w="1879" w:type="dxa"/>
            <w:tcBorders>
              <w:bottom w:val="single" w:sz="4" w:space="0" w:color="auto"/>
              <w:right w:val="single" w:sz="4" w:space="0" w:color="auto"/>
            </w:tcBorders>
          </w:tcPr>
          <w:p w14:paraId="33EB0A58" w14:textId="77777777" w:rsidR="00813A2D" w:rsidRPr="00DA07B5" w:rsidRDefault="00813A2D" w:rsidP="00984250">
            <w:pPr>
              <w:rPr>
                <w:rFonts w:ascii="Corbel" w:hAnsi="Corbel" w:cs="Arial"/>
                <w:sz w:val="18"/>
                <w:szCs w:val="18"/>
                <w:lang w:val="en-GB"/>
              </w:rPr>
            </w:pPr>
            <w:r w:rsidRPr="00DA07B5">
              <w:rPr>
                <w:rFonts w:ascii="Corbel" w:hAnsi="Corbel" w:cs="Arial"/>
                <w:b/>
                <w:sz w:val="18"/>
                <w:szCs w:val="18"/>
                <w:lang w:val="en-GB"/>
              </w:rPr>
              <w:t>Precondizioni</w:t>
            </w:r>
            <w:r w:rsidRPr="00DA07B5">
              <w:rPr>
                <w:rFonts w:ascii="Corbel" w:hAnsi="Corbel" w:cs="Arial"/>
                <w:sz w:val="18"/>
                <w:szCs w:val="18"/>
                <w:lang w:val="en-GB"/>
              </w:rPr>
              <w:t xml:space="preserve">: </w:t>
            </w:r>
          </w:p>
        </w:tc>
      </w:tr>
    </w:tbl>
    <w:p w14:paraId="0E127656" w14:textId="2796936B" w:rsidR="00984250" w:rsidRPr="00E15601" w:rsidRDefault="00941882" w:rsidP="00813A2D">
      <w:pPr>
        <w:rPr>
          <w:rFonts w:ascii="Corbel" w:hAnsi="Corbel" w:cs="Arial"/>
          <w:b/>
          <w:sz w:val="16"/>
          <w:szCs w:val="16"/>
        </w:rPr>
      </w:pPr>
      <w:r w:rsidRPr="00E15601">
        <w:rPr>
          <w:rFonts w:ascii="Corbel" w:hAnsi="Corbel" w:cs="Arial"/>
          <w:sz w:val="16"/>
          <w:szCs w:val="16"/>
        </w:rPr>
        <w:t>*</w:t>
      </w:r>
      <w:r w:rsidR="00E803CB">
        <w:rPr>
          <w:rFonts w:ascii="Corbel" w:hAnsi="Corbel" w:cs="Arial"/>
          <w:sz w:val="16"/>
          <w:szCs w:val="16"/>
        </w:rPr>
        <w:t xml:space="preserve"> L</w:t>
      </w:r>
      <w:r w:rsidR="00AD5667" w:rsidRPr="00E15601">
        <w:rPr>
          <w:rFonts w:ascii="Corbel" w:hAnsi="Corbel" w:cs="Arial"/>
          <w:sz w:val="16"/>
          <w:szCs w:val="16"/>
        </w:rPr>
        <w:t>’obiettivo generale e specifico non possono essere modificati rispetto a quanto indicato nel bando.</w:t>
      </w:r>
      <w:r w:rsidR="00AD5667" w:rsidRPr="00E15601">
        <w:rPr>
          <w:rFonts w:ascii="Corbel" w:hAnsi="Corbel" w:cs="Arial"/>
          <w:b/>
          <w:sz w:val="16"/>
          <w:szCs w:val="16"/>
        </w:rPr>
        <w:t xml:space="preserve"> </w:t>
      </w:r>
    </w:p>
    <w:p w14:paraId="755272D7" w14:textId="77777777" w:rsidR="00984250" w:rsidRPr="00E15601" w:rsidRDefault="00842A41" w:rsidP="00813A2D">
      <w:pPr>
        <w:rPr>
          <w:rFonts w:ascii="Corbel" w:hAnsi="Corbel" w:cs="Arial"/>
          <w:sz w:val="16"/>
          <w:szCs w:val="16"/>
        </w:rPr>
      </w:pPr>
      <w:r w:rsidRPr="00E15601">
        <w:rPr>
          <w:rFonts w:ascii="Corbel" w:hAnsi="Corbel" w:cs="Arial"/>
          <w:b/>
          <w:sz w:val="16"/>
          <w:szCs w:val="16"/>
        </w:rPr>
        <w:t>**</w:t>
      </w:r>
      <w:r w:rsidR="004D1EFB" w:rsidRPr="00E15601">
        <w:rPr>
          <w:rFonts w:ascii="Corbel" w:hAnsi="Corbel" w:cs="Arial"/>
          <w:sz w:val="16"/>
          <w:szCs w:val="16"/>
        </w:rPr>
        <w:t xml:space="preserve"> I risultati attesi indicati nel bando potranno essere integrati con altri risultati che dovranno in ogni modo essere strettamente funzionali al perseguimento dell’obiettivo specifico. Di tale integrazione </w:t>
      </w:r>
      <w:r w:rsidR="00B1716E" w:rsidRPr="00E15601">
        <w:rPr>
          <w:rFonts w:ascii="Corbel" w:hAnsi="Corbel" w:cs="Arial"/>
          <w:sz w:val="16"/>
          <w:szCs w:val="16"/>
        </w:rPr>
        <w:t>dovrà</w:t>
      </w:r>
      <w:r w:rsidR="004D1EFB" w:rsidRPr="00E15601">
        <w:rPr>
          <w:rFonts w:ascii="Corbel" w:hAnsi="Corbel" w:cs="Arial"/>
          <w:sz w:val="16"/>
          <w:szCs w:val="16"/>
        </w:rPr>
        <w:t xml:space="preserve"> essere data adeguata motivazione</w:t>
      </w:r>
    </w:p>
    <w:p w14:paraId="770CABBF" w14:textId="3F399BAB" w:rsidR="00806DCB" w:rsidRPr="00DA07B5" w:rsidRDefault="00806DCB" w:rsidP="00813A2D">
      <w:pPr>
        <w:rPr>
          <w:rFonts w:ascii="Corbel" w:hAnsi="Corbel" w:cs="Arial"/>
          <w:sz w:val="16"/>
          <w:szCs w:val="16"/>
        </w:rPr>
      </w:pPr>
      <w:r w:rsidRPr="000E568C">
        <w:rPr>
          <w:rFonts w:ascii="Corbel" w:hAnsi="Corbel" w:cs="Arial"/>
          <w:sz w:val="16"/>
          <w:szCs w:val="16"/>
        </w:rPr>
        <w:t>***</w:t>
      </w:r>
      <w:r w:rsidR="00E803CB">
        <w:rPr>
          <w:rFonts w:ascii="Corbel" w:hAnsi="Corbel" w:cs="Arial"/>
          <w:sz w:val="16"/>
          <w:szCs w:val="16"/>
        </w:rPr>
        <w:t xml:space="preserve"> </w:t>
      </w:r>
      <w:r w:rsidR="00B1716E" w:rsidRPr="000E568C">
        <w:rPr>
          <w:rFonts w:ascii="Corbel" w:hAnsi="Corbel" w:cs="Arial"/>
          <w:sz w:val="16"/>
          <w:szCs w:val="16"/>
        </w:rPr>
        <w:t xml:space="preserve">La </w:t>
      </w:r>
      <w:r w:rsidR="00C56A3A" w:rsidRPr="000E568C">
        <w:rPr>
          <w:rFonts w:ascii="Corbel" w:hAnsi="Corbel" w:cs="Arial"/>
          <w:sz w:val="16"/>
          <w:szCs w:val="16"/>
        </w:rPr>
        <w:t xml:space="preserve">definizione </w:t>
      </w:r>
      <w:r w:rsidR="00B1716E" w:rsidRPr="000E568C">
        <w:rPr>
          <w:rFonts w:ascii="Corbel" w:hAnsi="Corbel" w:cs="Arial"/>
          <w:sz w:val="16"/>
          <w:szCs w:val="16"/>
        </w:rPr>
        <w:t xml:space="preserve">dei valori iniziali </w:t>
      </w:r>
      <w:r w:rsidR="00D8769C" w:rsidRPr="000E568C">
        <w:rPr>
          <w:rFonts w:ascii="Corbel" w:hAnsi="Corbel" w:cs="Arial"/>
          <w:sz w:val="16"/>
          <w:szCs w:val="16"/>
        </w:rPr>
        <w:t>(baseline</w:t>
      </w:r>
      <w:r w:rsidR="00C56A3A" w:rsidRPr="000E568C">
        <w:rPr>
          <w:rFonts w:ascii="Corbel" w:hAnsi="Corbel" w:cs="Arial"/>
          <w:sz w:val="16"/>
          <w:szCs w:val="16"/>
        </w:rPr>
        <w:t>)</w:t>
      </w:r>
      <w:r w:rsidR="00B1716E" w:rsidRPr="000E568C">
        <w:rPr>
          <w:rFonts w:ascii="Corbel" w:hAnsi="Corbel" w:cs="Arial"/>
          <w:sz w:val="16"/>
          <w:szCs w:val="16"/>
        </w:rPr>
        <w:t xml:space="preserve"> e dei </w:t>
      </w:r>
      <w:r w:rsidR="00C56A3A" w:rsidRPr="000E568C">
        <w:rPr>
          <w:rFonts w:ascii="Corbel" w:hAnsi="Corbel" w:cs="Arial"/>
          <w:sz w:val="16"/>
          <w:szCs w:val="16"/>
        </w:rPr>
        <w:t xml:space="preserve">valori </w:t>
      </w:r>
      <w:r w:rsidR="00B1716E" w:rsidRPr="000E568C">
        <w:rPr>
          <w:rFonts w:ascii="Corbel" w:hAnsi="Corbel" w:cs="Arial"/>
          <w:sz w:val="16"/>
          <w:szCs w:val="16"/>
        </w:rPr>
        <w:t>target potrà essere effettuata o comunque meglio definita e approfondita nel corso della realizzazione dell’intervento</w:t>
      </w:r>
      <w:r w:rsidR="00C56A3A" w:rsidRPr="000E568C">
        <w:rPr>
          <w:rFonts w:ascii="Corbel" w:hAnsi="Corbel" w:cs="Arial"/>
          <w:sz w:val="16"/>
          <w:szCs w:val="16"/>
        </w:rPr>
        <w:t>, entro la fase iniziale del progetto (ca. 3 mesi dall’inizio delle attività).</w:t>
      </w:r>
    </w:p>
    <w:p w14:paraId="3C25B227" w14:textId="77777777" w:rsidR="00984250" w:rsidRPr="00DA07B5" w:rsidRDefault="00984250" w:rsidP="00813A2D">
      <w:pPr>
        <w:rPr>
          <w:rFonts w:ascii="Corbel" w:hAnsi="Corbel" w:cs="Arial"/>
          <w:b/>
          <w:sz w:val="16"/>
          <w:szCs w:val="16"/>
        </w:rPr>
      </w:pPr>
    </w:p>
    <w:p w14:paraId="0D304E13" w14:textId="77777777" w:rsidR="00984250" w:rsidRDefault="00984250" w:rsidP="00984250">
      <w:pPr>
        <w:jc w:val="both"/>
        <w:rPr>
          <w:rFonts w:ascii="Corbel" w:hAnsi="Corbel" w:cs="Arial"/>
          <w:bCs/>
          <w:i/>
          <w:sz w:val="16"/>
          <w:szCs w:val="16"/>
        </w:rPr>
      </w:pPr>
    </w:p>
    <w:p w14:paraId="112FE275" w14:textId="77777777" w:rsidR="00E15601" w:rsidRDefault="00E15601" w:rsidP="00984250">
      <w:pPr>
        <w:jc w:val="both"/>
        <w:rPr>
          <w:rFonts w:ascii="Corbel" w:hAnsi="Corbel" w:cs="Arial"/>
          <w:bCs/>
          <w:i/>
          <w:sz w:val="16"/>
          <w:szCs w:val="16"/>
        </w:rPr>
      </w:pPr>
    </w:p>
    <w:p w14:paraId="750F54C7" w14:textId="77777777" w:rsidR="00997962" w:rsidRPr="00DA07B5" w:rsidRDefault="00997962" w:rsidP="00984250">
      <w:pPr>
        <w:jc w:val="both"/>
        <w:rPr>
          <w:rFonts w:ascii="Corbel" w:hAnsi="Corbel" w:cs="Arial"/>
          <w:bCs/>
          <w:i/>
          <w:sz w:val="16"/>
          <w:szCs w:val="16"/>
        </w:rPr>
      </w:pPr>
    </w:p>
    <w:p w14:paraId="683451EC" w14:textId="77777777" w:rsidR="00984250" w:rsidRPr="00DA07B5" w:rsidRDefault="00984250" w:rsidP="00813A2D">
      <w:pPr>
        <w:rPr>
          <w:rFonts w:ascii="Corbel" w:hAnsi="Corbel" w:cs="Arial"/>
          <w:bCs/>
          <w:i/>
          <w:sz w:val="16"/>
          <w:szCs w:val="16"/>
        </w:rPr>
      </w:pPr>
    </w:p>
    <w:p w14:paraId="3A37BFD9" w14:textId="77777777" w:rsidR="00984250" w:rsidRPr="00DA07B5" w:rsidRDefault="00984250" w:rsidP="00813A2D">
      <w:pPr>
        <w:rPr>
          <w:rFonts w:ascii="Corbel" w:hAnsi="Corbel" w:cs="Arial"/>
          <w:b/>
          <w:szCs w:val="20"/>
        </w:rPr>
      </w:pPr>
    </w:p>
    <w:p w14:paraId="07C7BE01" w14:textId="77777777" w:rsidR="00D748DE" w:rsidRPr="00DA07B5" w:rsidRDefault="00AA2CE1" w:rsidP="00494019">
      <w:pPr>
        <w:rPr>
          <w:rFonts w:ascii="Corbel" w:hAnsi="Corbel" w:cs="Arial"/>
          <w:b/>
          <w:szCs w:val="20"/>
          <w:u w:val="single"/>
        </w:rPr>
      </w:pPr>
      <w:r w:rsidRPr="00DA07B5">
        <w:rPr>
          <w:rFonts w:ascii="Corbel" w:hAnsi="Corbel" w:cs="Arial"/>
          <w:b/>
          <w:szCs w:val="20"/>
        </w:rPr>
        <w:t>4</w:t>
      </w:r>
      <w:r w:rsidR="00873FD1" w:rsidRPr="00DA07B5">
        <w:rPr>
          <w:rFonts w:ascii="Corbel" w:hAnsi="Corbel" w:cs="Arial"/>
          <w:b/>
          <w:szCs w:val="20"/>
        </w:rPr>
        <w:t xml:space="preserve">. </w:t>
      </w:r>
      <w:r w:rsidR="00873FD1" w:rsidRPr="00DA07B5">
        <w:rPr>
          <w:rFonts w:ascii="Corbel" w:hAnsi="Corbel" w:cs="Arial"/>
          <w:b/>
          <w:szCs w:val="20"/>
          <w:u w:val="single"/>
        </w:rPr>
        <w:t>DESCRIZIONE DELLA METODOLOGIA DI INTERVENTO</w:t>
      </w:r>
      <w:r w:rsidR="00873FD1" w:rsidRPr="00DA07B5">
        <w:rPr>
          <w:rFonts w:ascii="Corbel" w:hAnsi="Corbel" w:cs="Arial"/>
          <w:b/>
          <w:szCs w:val="20"/>
        </w:rPr>
        <w:t>:</w:t>
      </w:r>
    </w:p>
    <w:p w14:paraId="14D0DB7F" w14:textId="77777777" w:rsidR="00D748DE" w:rsidRPr="00DA07B5" w:rsidRDefault="00D748DE" w:rsidP="00494019">
      <w:pPr>
        <w:rPr>
          <w:rFonts w:ascii="Corbel" w:hAnsi="Corbel" w:cs="Arial"/>
          <w:szCs w:val="20"/>
          <w:u w:val="single"/>
        </w:rPr>
      </w:pPr>
    </w:p>
    <w:p w14:paraId="2B815448" w14:textId="77777777" w:rsidR="00D748DE" w:rsidRPr="00DA07B5" w:rsidRDefault="00AA2CE1" w:rsidP="00B95BFA">
      <w:pPr>
        <w:jc w:val="both"/>
        <w:rPr>
          <w:rFonts w:ascii="Corbel" w:hAnsi="Corbel" w:cs="Arial"/>
          <w:bCs/>
          <w:i/>
          <w:sz w:val="16"/>
          <w:szCs w:val="16"/>
        </w:rPr>
      </w:pPr>
      <w:r w:rsidRPr="00DA07B5">
        <w:rPr>
          <w:rFonts w:ascii="Corbel" w:hAnsi="Corbel" w:cs="Arial"/>
          <w:b/>
          <w:bCs/>
          <w:szCs w:val="20"/>
        </w:rPr>
        <w:t>4</w:t>
      </w:r>
      <w:r w:rsidR="00C218D7" w:rsidRPr="00DA07B5">
        <w:rPr>
          <w:rFonts w:ascii="Corbel" w:hAnsi="Corbel" w:cs="Arial"/>
          <w:b/>
          <w:bCs/>
          <w:szCs w:val="20"/>
        </w:rPr>
        <w:t>.1</w:t>
      </w:r>
      <w:r w:rsidR="00C218D7" w:rsidRPr="00DA07B5">
        <w:rPr>
          <w:rFonts w:ascii="Corbel" w:hAnsi="Corbel" w:cs="Arial"/>
          <w:bCs/>
          <w:i/>
          <w:sz w:val="16"/>
          <w:szCs w:val="16"/>
        </w:rPr>
        <w:t xml:space="preserve"> Per ogni attività definire la metodologia e l’approccio adottato nella realizzazione dell’azione, i processi che si intendono attivare, le soluzioni tecniche ed operative proposte, le innovazioni che si vogliono introdurre spiegandone i relativi vantaggi</w:t>
      </w:r>
      <w:r w:rsidR="007E5C11" w:rsidRPr="00DA07B5">
        <w:rPr>
          <w:rFonts w:ascii="Corbel" w:hAnsi="Corbel" w:cs="Arial"/>
          <w:bCs/>
          <w:i/>
          <w:sz w:val="16"/>
          <w:szCs w:val="16"/>
        </w:rPr>
        <w:t xml:space="preserve"> in relazione agli obiettivi generale e specifico e ai risultati attesi dell’iniziativa.</w:t>
      </w:r>
    </w:p>
    <w:p w14:paraId="1B8B0A07" w14:textId="77777777" w:rsidR="00D748DE" w:rsidRPr="00DA07B5" w:rsidRDefault="00D748DE" w:rsidP="00B95BFA">
      <w:pPr>
        <w:jc w:val="both"/>
        <w:rPr>
          <w:rFonts w:ascii="Corbel" w:hAnsi="Corbel" w:cs="Arial"/>
          <w:szCs w:val="20"/>
          <w:u w:val="single"/>
        </w:rPr>
      </w:pPr>
    </w:p>
    <w:p w14:paraId="400C670A" w14:textId="77777777" w:rsidR="00D748DE" w:rsidRPr="00DA07B5" w:rsidRDefault="00D748DE" w:rsidP="00494019">
      <w:pPr>
        <w:rPr>
          <w:rFonts w:ascii="Corbel" w:hAnsi="Corbel" w:cs="Arial"/>
          <w:szCs w:val="20"/>
          <w:u w:val="single"/>
        </w:rPr>
      </w:pPr>
    </w:p>
    <w:p w14:paraId="36D9C2D3" w14:textId="77777777" w:rsidR="00D748DE" w:rsidRPr="00DA07B5" w:rsidRDefault="00D748DE" w:rsidP="00494019">
      <w:pPr>
        <w:rPr>
          <w:rFonts w:ascii="Corbel" w:hAnsi="Corbel" w:cs="Arial"/>
          <w:szCs w:val="20"/>
          <w:u w:val="single"/>
        </w:rPr>
      </w:pPr>
    </w:p>
    <w:p w14:paraId="5B13EA79" w14:textId="77777777" w:rsidR="00C218D7" w:rsidRPr="00DA07B5" w:rsidRDefault="00AA2CE1" w:rsidP="00C218D7">
      <w:pPr>
        <w:tabs>
          <w:tab w:val="left" w:pos="4574"/>
        </w:tabs>
        <w:rPr>
          <w:rFonts w:ascii="Corbel" w:hAnsi="Corbel" w:cs="Arial"/>
          <w:b/>
          <w:szCs w:val="20"/>
        </w:rPr>
      </w:pPr>
      <w:r w:rsidRPr="00DA07B5">
        <w:rPr>
          <w:rFonts w:ascii="Corbel" w:hAnsi="Corbel" w:cs="Arial"/>
          <w:b/>
          <w:bCs/>
          <w:szCs w:val="20"/>
        </w:rPr>
        <w:t>4</w:t>
      </w:r>
      <w:r w:rsidR="00C218D7" w:rsidRPr="00DA07B5">
        <w:rPr>
          <w:rFonts w:ascii="Corbel" w:hAnsi="Corbel" w:cs="Arial"/>
          <w:b/>
          <w:bCs/>
          <w:szCs w:val="20"/>
        </w:rPr>
        <w:t>.2. Descrizione delle attività previste</w:t>
      </w:r>
      <w:r w:rsidR="00C218D7" w:rsidRPr="00DA07B5">
        <w:rPr>
          <w:rFonts w:ascii="Corbel" w:hAnsi="Corbel" w:cs="Arial"/>
          <w:b/>
          <w:szCs w:val="20"/>
        </w:rPr>
        <w:t xml:space="preserve">: </w:t>
      </w:r>
    </w:p>
    <w:p w14:paraId="26170B49" w14:textId="77777777" w:rsidR="00C218D7" w:rsidRPr="00DA07B5" w:rsidRDefault="00C218D7" w:rsidP="00AB6D13">
      <w:pPr>
        <w:jc w:val="both"/>
        <w:rPr>
          <w:rFonts w:ascii="Corbel" w:hAnsi="Corbel" w:cs="Arial"/>
          <w:i/>
          <w:sz w:val="16"/>
          <w:szCs w:val="16"/>
        </w:rPr>
      </w:pPr>
      <w:r w:rsidRPr="00DA07B5">
        <w:rPr>
          <w:rFonts w:ascii="Corbel" w:hAnsi="Corbel" w:cs="Arial"/>
          <w:i/>
          <w:sz w:val="16"/>
          <w:szCs w:val="16"/>
        </w:rPr>
        <w:t>Indicare nel dettaglio, raggruppandole per risultato</w:t>
      </w:r>
      <w:r w:rsidR="00DA07B5" w:rsidRPr="00DA07B5">
        <w:rPr>
          <w:rFonts w:ascii="Corbel" w:hAnsi="Corbel" w:cs="Arial"/>
          <w:i/>
          <w:sz w:val="16"/>
          <w:szCs w:val="16"/>
        </w:rPr>
        <w:t>,</w:t>
      </w:r>
      <w:r w:rsidRPr="00DA07B5">
        <w:rPr>
          <w:rFonts w:ascii="Corbel" w:hAnsi="Corbel" w:cs="Arial"/>
          <w:i/>
          <w:sz w:val="16"/>
          <w:szCs w:val="16"/>
        </w:rPr>
        <w:t xml:space="preserve"> le attività previste per il perseguimento dei risultati attesi e dell’obiettivo specifico. Per ciascuna attività dovranno essere indicati i relativi </w:t>
      </w:r>
      <w:r w:rsidR="00AB6D13" w:rsidRPr="00DA07B5">
        <w:rPr>
          <w:rFonts w:ascii="Corbel" w:hAnsi="Corbel" w:cs="Arial"/>
          <w:i/>
          <w:sz w:val="16"/>
          <w:szCs w:val="16"/>
        </w:rPr>
        <w:t xml:space="preserve">costi. </w:t>
      </w:r>
      <w:r w:rsidR="00D8769C" w:rsidRPr="00DA07B5">
        <w:rPr>
          <w:rFonts w:ascii="Corbel" w:hAnsi="Corbel" w:cs="Arial"/>
          <w:i/>
          <w:sz w:val="16"/>
          <w:szCs w:val="16"/>
        </w:rPr>
        <w:t>Indicare la</w:t>
      </w:r>
      <w:r w:rsidR="00AB6D13" w:rsidRPr="00DA07B5">
        <w:rPr>
          <w:rFonts w:ascii="Corbel" w:hAnsi="Corbel" w:cs="Arial"/>
          <w:i/>
          <w:sz w:val="16"/>
          <w:szCs w:val="16"/>
        </w:rPr>
        <w:t xml:space="preserve"> localizzazione delle aree d’intervento </w:t>
      </w:r>
      <w:r w:rsidR="00997962">
        <w:rPr>
          <w:rFonts w:ascii="Corbel" w:hAnsi="Corbel" w:cs="Arial"/>
          <w:i/>
          <w:sz w:val="16"/>
          <w:szCs w:val="16"/>
        </w:rPr>
        <w:t xml:space="preserve">e i </w:t>
      </w:r>
      <w:r w:rsidR="00AB6D13" w:rsidRPr="00997962">
        <w:rPr>
          <w:rFonts w:ascii="Corbel" w:hAnsi="Corbel" w:cs="Arial"/>
          <w:i/>
          <w:sz w:val="16"/>
          <w:szCs w:val="16"/>
        </w:rPr>
        <w:t xml:space="preserve">soggetti coinvolti. In caso l’identificazione e la localizzazione non siano complete si richiede di presentare una descrizione della procedura e del metodo di </w:t>
      </w:r>
      <w:r w:rsidR="00D8769C" w:rsidRPr="00997962">
        <w:rPr>
          <w:rFonts w:ascii="Corbel" w:hAnsi="Corbel" w:cs="Arial"/>
          <w:i/>
          <w:sz w:val="16"/>
          <w:szCs w:val="16"/>
        </w:rPr>
        <w:t>selezione dei</w:t>
      </w:r>
      <w:r w:rsidR="003B6D2E" w:rsidRPr="00997962">
        <w:rPr>
          <w:rFonts w:ascii="Corbel" w:hAnsi="Corbel" w:cs="Arial"/>
          <w:i/>
          <w:sz w:val="16"/>
          <w:szCs w:val="16"/>
        </w:rPr>
        <w:t xml:space="preserve"> soggetti coinvolti</w:t>
      </w:r>
      <w:r w:rsidR="00AB6D13" w:rsidRPr="00997962">
        <w:rPr>
          <w:rFonts w:ascii="Corbel" w:hAnsi="Corbel" w:cs="Arial"/>
          <w:i/>
          <w:sz w:val="16"/>
          <w:szCs w:val="16"/>
        </w:rPr>
        <w:t>, inclu</w:t>
      </w:r>
      <w:r w:rsidR="005C0FE4" w:rsidRPr="00997962">
        <w:rPr>
          <w:rFonts w:ascii="Corbel" w:hAnsi="Corbel" w:cs="Arial"/>
          <w:i/>
          <w:sz w:val="16"/>
          <w:szCs w:val="16"/>
        </w:rPr>
        <w:t>si eventuali</w:t>
      </w:r>
      <w:r w:rsidR="00AB6D13" w:rsidRPr="00997962">
        <w:rPr>
          <w:rFonts w:ascii="Corbel" w:hAnsi="Corbel" w:cs="Arial"/>
          <w:i/>
          <w:sz w:val="16"/>
          <w:szCs w:val="16"/>
        </w:rPr>
        <w:t xml:space="preserve"> piani di sviluppo locali e settoriali.</w:t>
      </w:r>
    </w:p>
    <w:p w14:paraId="5D18B580" w14:textId="77777777" w:rsidR="00C218D7" w:rsidRPr="00DA07B5" w:rsidRDefault="00C218D7" w:rsidP="00C218D7">
      <w:pPr>
        <w:rPr>
          <w:rFonts w:ascii="Corbel" w:hAnsi="Corbel" w:cs="Arial"/>
          <w:i/>
          <w:sz w:val="16"/>
          <w:szCs w:val="16"/>
        </w:rPr>
      </w:pPr>
    </w:p>
    <w:p w14:paraId="17F7E25E" w14:textId="77777777" w:rsidR="00C218D7" w:rsidRPr="00DA07B5" w:rsidRDefault="00C218D7" w:rsidP="00C218D7">
      <w:pPr>
        <w:rPr>
          <w:rFonts w:ascii="Corbel" w:hAnsi="Corbel" w:cs="Arial"/>
          <w:b/>
          <w:szCs w:val="20"/>
        </w:rPr>
      </w:pPr>
      <w:r w:rsidRPr="00DA07B5">
        <w:rPr>
          <w:rFonts w:ascii="Corbel" w:hAnsi="Corbel" w:cs="Arial"/>
          <w:i/>
          <w:sz w:val="16"/>
          <w:szCs w:val="16"/>
        </w:rPr>
        <w:t xml:space="preserve"> </w:t>
      </w:r>
    </w:p>
    <w:p w14:paraId="1BB3F516" w14:textId="77777777" w:rsidR="00C218D7" w:rsidRPr="00DA07B5" w:rsidRDefault="00C218D7" w:rsidP="00C218D7">
      <w:pPr>
        <w:jc w:val="center"/>
        <w:rPr>
          <w:rFonts w:ascii="Corbel" w:hAnsi="Corbel" w:cs="Arial"/>
          <w:b/>
          <w:sz w:val="18"/>
          <w:szCs w:val="18"/>
        </w:rPr>
      </w:pP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00"/>
        <w:gridCol w:w="8226"/>
      </w:tblGrid>
      <w:tr w:rsidR="00C218D7" w:rsidRPr="00DA07B5" w14:paraId="07DAACF9" w14:textId="77777777" w:rsidTr="00C218D7">
        <w:trPr>
          <w:trHeight w:val="387"/>
          <w:jc w:val="center"/>
        </w:trPr>
        <w:tc>
          <w:tcPr>
            <w:tcW w:w="1300" w:type="dxa"/>
            <w:shd w:val="clear" w:color="auto" w:fill="E6E6E6"/>
            <w:vAlign w:val="center"/>
          </w:tcPr>
          <w:p w14:paraId="61CE04AA" w14:textId="77777777" w:rsidR="00C218D7" w:rsidRPr="00DA07B5" w:rsidRDefault="00C218D7" w:rsidP="00C218D7">
            <w:pPr>
              <w:rPr>
                <w:rFonts w:ascii="Corbel" w:hAnsi="Corbel" w:cs="Arial"/>
                <w:sz w:val="18"/>
                <w:szCs w:val="18"/>
              </w:rPr>
            </w:pPr>
          </w:p>
        </w:tc>
        <w:tc>
          <w:tcPr>
            <w:tcW w:w="8226" w:type="dxa"/>
            <w:shd w:val="clear" w:color="auto" w:fill="E6E6E6"/>
            <w:vAlign w:val="center"/>
          </w:tcPr>
          <w:p w14:paraId="3795C606" w14:textId="77777777" w:rsidR="00C218D7" w:rsidRPr="00DA07B5" w:rsidRDefault="00C218D7" w:rsidP="00C218D7">
            <w:pPr>
              <w:rPr>
                <w:rFonts w:ascii="Corbel" w:hAnsi="Corbel" w:cs="Arial"/>
                <w:b/>
                <w:sz w:val="18"/>
                <w:szCs w:val="18"/>
              </w:rPr>
            </w:pPr>
          </w:p>
        </w:tc>
      </w:tr>
      <w:tr w:rsidR="00C218D7" w:rsidRPr="00DA07B5" w14:paraId="64377C7C" w14:textId="77777777" w:rsidTr="00C218D7">
        <w:trPr>
          <w:trHeight w:val="493"/>
          <w:jc w:val="center"/>
        </w:trPr>
        <w:tc>
          <w:tcPr>
            <w:tcW w:w="1300" w:type="dxa"/>
            <w:shd w:val="clear" w:color="auto" w:fill="auto"/>
            <w:vAlign w:val="center"/>
          </w:tcPr>
          <w:p w14:paraId="6B2A894C" w14:textId="77777777" w:rsidR="00C218D7" w:rsidRPr="00DA07B5" w:rsidRDefault="00C218D7" w:rsidP="00C218D7">
            <w:pPr>
              <w:rPr>
                <w:rFonts w:ascii="Corbel" w:hAnsi="Corbel" w:cs="Arial"/>
                <w:sz w:val="18"/>
                <w:szCs w:val="18"/>
              </w:rPr>
            </w:pPr>
            <w:r w:rsidRPr="00DA07B5">
              <w:rPr>
                <w:rFonts w:ascii="Corbel" w:hAnsi="Corbel" w:cs="Arial"/>
                <w:sz w:val="18"/>
                <w:szCs w:val="18"/>
              </w:rPr>
              <w:t xml:space="preserve">Risultato 1 </w:t>
            </w:r>
          </w:p>
          <w:p w14:paraId="59E21554" w14:textId="77777777" w:rsidR="00C218D7" w:rsidRPr="00DA07B5" w:rsidRDefault="00C218D7" w:rsidP="00C218D7">
            <w:pPr>
              <w:rPr>
                <w:rFonts w:ascii="Corbel" w:hAnsi="Corbel" w:cs="Arial"/>
                <w:b/>
                <w:sz w:val="18"/>
                <w:szCs w:val="18"/>
              </w:rPr>
            </w:pPr>
          </w:p>
        </w:tc>
        <w:tc>
          <w:tcPr>
            <w:tcW w:w="8226" w:type="dxa"/>
            <w:shd w:val="clear" w:color="auto" w:fill="auto"/>
            <w:vAlign w:val="center"/>
          </w:tcPr>
          <w:p w14:paraId="515926EF" w14:textId="77777777" w:rsidR="00C218D7" w:rsidRPr="00DA07B5" w:rsidRDefault="00C218D7" w:rsidP="00C218D7">
            <w:pPr>
              <w:rPr>
                <w:rFonts w:ascii="Corbel" w:hAnsi="Corbel" w:cs="Arial"/>
                <w:b/>
                <w:sz w:val="18"/>
                <w:szCs w:val="18"/>
              </w:rPr>
            </w:pPr>
            <w:r w:rsidRPr="00DA07B5">
              <w:rPr>
                <w:rFonts w:ascii="Corbel" w:hAnsi="Corbel" w:cs="Arial"/>
                <w:i/>
                <w:sz w:val="18"/>
                <w:szCs w:val="18"/>
              </w:rPr>
              <w:t>______________________________________________________</w:t>
            </w:r>
          </w:p>
        </w:tc>
      </w:tr>
      <w:tr w:rsidR="00C218D7" w:rsidRPr="00DA07B5" w14:paraId="14A228CB" w14:textId="77777777" w:rsidTr="00C218D7">
        <w:trPr>
          <w:trHeight w:val="349"/>
          <w:jc w:val="center"/>
        </w:trPr>
        <w:tc>
          <w:tcPr>
            <w:tcW w:w="1300" w:type="dxa"/>
            <w:shd w:val="clear" w:color="auto" w:fill="auto"/>
            <w:vAlign w:val="center"/>
          </w:tcPr>
          <w:p w14:paraId="3FAF7CD6" w14:textId="77777777" w:rsidR="00C218D7" w:rsidRPr="00DA07B5" w:rsidRDefault="00C218D7" w:rsidP="00C218D7">
            <w:pPr>
              <w:rPr>
                <w:rFonts w:ascii="Corbel" w:hAnsi="Corbel" w:cs="Arial"/>
                <w:sz w:val="18"/>
                <w:szCs w:val="18"/>
              </w:rPr>
            </w:pPr>
            <w:r w:rsidRPr="00DA07B5">
              <w:rPr>
                <w:rFonts w:ascii="Corbel" w:hAnsi="Corbel" w:cs="Arial"/>
                <w:sz w:val="18"/>
                <w:szCs w:val="18"/>
              </w:rPr>
              <w:t>Indicatori</w:t>
            </w:r>
          </w:p>
        </w:tc>
        <w:tc>
          <w:tcPr>
            <w:tcW w:w="8226" w:type="dxa"/>
            <w:shd w:val="clear" w:color="auto" w:fill="auto"/>
            <w:vAlign w:val="center"/>
          </w:tcPr>
          <w:p w14:paraId="4A54E4C6" w14:textId="77777777" w:rsidR="00C218D7" w:rsidRPr="00DA07B5" w:rsidRDefault="00C218D7" w:rsidP="00C218D7">
            <w:pPr>
              <w:rPr>
                <w:rFonts w:ascii="Corbel" w:hAnsi="Corbel" w:cs="Arial"/>
                <w:i/>
                <w:sz w:val="18"/>
                <w:szCs w:val="18"/>
              </w:rPr>
            </w:pPr>
          </w:p>
          <w:p w14:paraId="35D96143" w14:textId="77777777" w:rsidR="00C218D7" w:rsidRPr="00DA07B5" w:rsidRDefault="00B424FA" w:rsidP="00C218D7">
            <w:pPr>
              <w:tabs>
                <w:tab w:val="left" w:pos="4574"/>
              </w:tabs>
              <w:rPr>
                <w:rFonts w:ascii="Corbel" w:hAnsi="Corbel" w:cs="Arial"/>
                <w:szCs w:val="20"/>
              </w:rPr>
            </w:pPr>
            <w:r w:rsidRPr="00DA07B5">
              <w:rPr>
                <w:rFonts w:ascii="Corbel" w:hAnsi="Corbel" w:cs="Arial"/>
                <w:szCs w:val="20"/>
              </w:rPr>
              <w:t>IOV</w:t>
            </w:r>
            <w:r w:rsidR="00C218D7" w:rsidRPr="00DA07B5">
              <w:rPr>
                <w:rFonts w:ascii="Corbel" w:hAnsi="Corbel" w:cs="Arial"/>
                <w:szCs w:val="20"/>
              </w:rPr>
              <w:t>:</w:t>
            </w:r>
          </w:p>
          <w:p w14:paraId="6F751F4E" w14:textId="77777777" w:rsidR="00C218D7" w:rsidRPr="00DA07B5" w:rsidRDefault="00C218D7" w:rsidP="00C218D7">
            <w:pPr>
              <w:tabs>
                <w:tab w:val="left" w:pos="4574"/>
              </w:tabs>
              <w:rPr>
                <w:rFonts w:ascii="Corbel" w:hAnsi="Corbel" w:cs="Arial"/>
                <w:szCs w:val="20"/>
              </w:rPr>
            </w:pPr>
            <w:r w:rsidRPr="00DA07B5">
              <w:rPr>
                <w:rFonts w:ascii="Corbel" w:hAnsi="Corbel" w:cs="Arial"/>
                <w:szCs w:val="20"/>
              </w:rPr>
              <w:t>Valore di baseline:</w:t>
            </w:r>
          </w:p>
          <w:p w14:paraId="7B3ED69D" w14:textId="77777777" w:rsidR="00C218D7" w:rsidRPr="00DA07B5" w:rsidRDefault="00C218D7" w:rsidP="00C218D7">
            <w:pPr>
              <w:tabs>
                <w:tab w:val="left" w:pos="4574"/>
              </w:tabs>
              <w:rPr>
                <w:rFonts w:ascii="Corbel" w:hAnsi="Corbel" w:cs="Arial"/>
                <w:szCs w:val="20"/>
              </w:rPr>
            </w:pPr>
            <w:r w:rsidRPr="00DA07B5">
              <w:rPr>
                <w:rFonts w:ascii="Corbel" w:hAnsi="Corbel" w:cs="Arial"/>
                <w:szCs w:val="20"/>
              </w:rPr>
              <w:t>Valore target:</w:t>
            </w:r>
          </w:p>
          <w:p w14:paraId="34BC38CD" w14:textId="77777777" w:rsidR="00C218D7" w:rsidRPr="00DA07B5" w:rsidRDefault="00C218D7" w:rsidP="00C218D7">
            <w:pPr>
              <w:tabs>
                <w:tab w:val="left" w:pos="4574"/>
              </w:tabs>
              <w:rPr>
                <w:rFonts w:ascii="Corbel" w:hAnsi="Corbel" w:cs="Arial"/>
                <w:szCs w:val="20"/>
              </w:rPr>
            </w:pPr>
            <w:r w:rsidRPr="00DA07B5">
              <w:rPr>
                <w:rFonts w:ascii="Corbel" w:hAnsi="Corbel" w:cs="Arial"/>
                <w:szCs w:val="20"/>
              </w:rPr>
              <w:t>Fonte</w:t>
            </w:r>
            <w:r w:rsidR="002E6A94" w:rsidRPr="00DA07B5">
              <w:rPr>
                <w:rFonts w:ascii="Corbel" w:hAnsi="Corbel" w:cs="Arial"/>
                <w:szCs w:val="20"/>
              </w:rPr>
              <w:t>,</w:t>
            </w:r>
            <w:r w:rsidRPr="00DA07B5">
              <w:rPr>
                <w:rFonts w:ascii="Corbel" w:hAnsi="Corbel" w:cs="Arial"/>
                <w:szCs w:val="20"/>
              </w:rPr>
              <w:t xml:space="preserve"> modalità </w:t>
            </w:r>
            <w:r w:rsidR="002E6A94" w:rsidRPr="00DA07B5">
              <w:rPr>
                <w:rFonts w:ascii="Corbel" w:hAnsi="Corbel" w:cs="Arial"/>
                <w:szCs w:val="20"/>
              </w:rPr>
              <w:t xml:space="preserve">e frequenza </w:t>
            </w:r>
            <w:r w:rsidRPr="00DA07B5">
              <w:rPr>
                <w:rFonts w:ascii="Corbel" w:hAnsi="Corbel" w:cs="Arial"/>
                <w:szCs w:val="20"/>
              </w:rPr>
              <w:t xml:space="preserve">di rilevazione: </w:t>
            </w:r>
          </w:p>
          <w:p w14:paraId="33DBDC60" w14:textId="77777777" w:rsidR="00C218D7" w:rsidRPr="00DA07B5" w:rsidRDefault="00C218D7" w:rsidP="00C218D7">
            <w:pPr>
              <w:rPr>
                <w:rFonts w:ascii="Corbel" w:hAnsi="Corbel" w:cs="Arial"/>
                <w:sz w:val="18"/>
                <w:szCs w:val="18"/>
              </w:rPr>
            </w:pPr>
          </w:p>
        </w:tc>
      </w:tr>
      <w:tr w:rsidR="00C218D7" w:rsidRPr="00DA07B5" w14:paraId="66E57245" w14:textId="77777777" w:rsidTr="00C218D7">
        <w:trPr>
          <w:trHeight w:val="1453"/>
          <w:jc w:val="center"/>
        </w:trPr>
        <w:tc>
          <w:tcPr>
            <w:tcW w:w="1300" w:type="dxa"/>
            <w:shd w:val="clear" w:color="auto" w:fill="auto"/>
            <w:vAlign w:val="center"/>
          </w:tcPr>
          <w:p w14:paraId="2C03A606" w14:textId="77777777" w:rsidR="00C218D7" w:rsidRPr="00DA07B5" w:rsidRDefault="00C218D7" w:rsidP="00C218D7">
            <w:pPr>
              <w:rPr>
                <w:rFonts w:ascii="Corbel" w:hAnsi="Corbel" w:cs="Arial"/>
                <w:i/>
                <w:sz w:val="18"/>
                <w:szCs w:val="18"/>
              </w:rPr>
            </w:pPr>
            <w:r w:rsidRPr="00DA07B5">
              <w:rPr>
                <w:rFonts w:ascii="Corbel" w:hAnsi="Corbel" w:cs="Arial"/>
                <w:sz w:val="18"/>
                <w:szCs w:val="18"/>
              </w:rPr>
              <w:t>Attività 1</w:t>
            </w:r>
            <w:r w:rsidRPr="00DA07B5">
              <w:rPr>
                <w:rFonts w:ascii="Corbel" w:hAnsi="Corbel" w:cs="Arial"/>
                <w:i/>
                <w:sz w:val="18"/>
                <w:szCs w:val="18"/>
              </w:rPr>
              <w:t xml:space="preserve"> </w:t>
            </w:r>
          </w:p>
          <w:p w14:paraId="23050973" w14:textId="77777777" w:rsidR="00C218D7" w:rsidRPr="00DA07B5" w:rsidRDefault="00C218D7" w:rsidP="00C218D7">
            <w:pPr>
              <w:rPr>
                <w:rFonts w:ascii="Corbel" w:hAnsi="Corbel" w:cs="Arial"/>
                <w:sz w:val="18"/>
                <w:szCs w:val="18"/>
              </w:rPr>
            </w:pPr>
          </w:p>
        </w:tc>
        <w:tc>
          <w:tcPr>
            <w:tcW w:w="8226" w:type="dxa"/>
            <w:shd w:val="clear" w:color="auto" w:fill="auto"/>
            <w:vAlign w:val="center"/>
          </w:tcPr>
          <w:p w14:paraId="13484F61" w14:textId="740DA540" w:rsidR="00C218D7" w:rsidRPr="00DA07B5" w:rsidRDefault="00C218D7" w:rsidP="00C218D7">
            <w:pPr>
              <w:rPr>
                <w:rFonts w:ascii="Corbel" w:hAnsi="Corbel" w:cs="Arial"/>
                <w:sz w:val="18"/>
                <w:szCs w:val="18"/>
              </w:rPr>
            </w:pPr>
            <w:r w:rsidRPr="00DA07B5">
              <w:rPr>
                <w:rFonts w:ascii="Corbel" w:hAnsi="Corbel" w:cs="Arial"/>
                <w:sz w:val="18"/>
                <w:szCs w:val="18"/>
              </w:rPr>
              <w:t>1.1.___</w:t>
            </w:r>
            <w:r w:rsidRPr="00DA07B5">
              <w:rPr>
                <w:rFonts w:ascii="Corbel" w:hAnsi="Corbel" w:cs="Arial"/>
                <w:i/>
                <w:sz w:val="18"/>
                <w:szCs w:val="18"/>
              </w:rPr>
              <w:t>____________________________________________</w:t>
            </w:r>
            <w:r w:rsidR="003B6D2E" w:rsidRPr="00DA07B5">
              <w:rPr>
                <w:rFonts w:ascii="Corbel" w:hAnsi="Corbel" w:cs="Arial"/>
                <w:sz w:val="18"/>
                <w:szCs w:val="18"/>
              </w:rPr>
              <w:t xml:space="preserve"> Importo</w:t>
            </w:r>
            <w:r w:rsidR="003B6D2E" w:rsidRPr="00DA07B5">
              <w:rPr>
                <w:rStyle w:val="Rimandonotaapidipagina"/>
                <w:rFonts w:ascii="Corbel" w:hAnsi="Corbel" w:cs="Arial"/>
                <w:sz w:val="18"/>
                <w:szCs w:val="18"/>
              </w:rPr>
              <w:footnoteReference w:id="1"/>
            </w:r>
            <w:r w:rsidR="003B6D2E" w:rsidRPr="00DA07B5">
              <w:rPr>
                <w:rFonts w:ascii="Corbel" w:hAnsi="Corbel" w:cs="Arial"/>
                <w:sz w:val="18"/>
                <w:szCs w:val="18"/>
              </w:rPr>
              <w:t xml:space="preserve"> in € </w:t>
            </w:r>
            <w:r w:rsidRPr="00DA07B5">
              <w:rPr>
                <w:rFonts w:ascii="Corbel" w:hAnsi="Corbel" w:cs="Arial"/>
                <w:i/>
                <w:sz w:val="18"/>
                <w:szCs w:val="18"/>
              </w:rPr>
              <w:t>__________</w:t>
            </w:r>
          </w:p>
          <w:p w14:paraId="581A0478" w14:textId="77777777" w:rsidR="00C218D7" w:rsidRPr="00DA07B5" w:rsidRDefault="00C218D7" w:rsidP="00C218D7">
            <w:pPr>
              <w:rPr>
                <w:rFonts w:ascii="Corbel" w:hAnsi="Corbel" w:cs="Arial"/>
                <w:sz w:val="18"/>
                <w:szCs w:val="18"/>
              </w:rPr>
            </w:pPr>
            <w:r w:rsidRPr="00DA07B5">
              <w:rPr>
                <w:rFonts w:ascii="Corbel" w:hAnsi="Corbel" w:cs="Arial"/>
                <w:sz w:val="18"/>
                <w:szCs w:val="18"/>
              </w:rPr>
              <w:t>1.2 ___</w:t>
            </w:r>
            <w:r w:rsidRPr="00DA07B5">
              <w:rPr>
                <w:rFonts w:ascii="Corbel" w:hAnsi="Corbel" w:cs="Arial"/>
                <w:i/>
                <w:sz w:val="18"/>
                <w:szCs w:val="18"/>
              </w:rPr>
              <w:t>____________________________________________</w:t>
            </w:r>
            <w:r w:rsidR="003B6D2E" w:rsidRPr="00DA07B5">
              <w:rPr>
                <w:rFonts w:ascii="Corbel" w:hAnsi="Corbel" w:cs="Arial"/>
                <w:sz w:val="18"/>
                <w:szCs w:val="18"/>
              </w:rPr>
              <w:t xml:space="preserve"> Importo in €</w:t>
            </w:r>
            <w:r w:rsidRPr="00DA07B5">
              <w:rPr>
                <w:rFonts w:ascii="Corbel" w:hAnsi="Corbel" w:cs="Arial"/>
                <w:i/>
                <w:sz w:val="18"/>
                <w:szCs w:val="18"/>
              </w:rPr>
              <w:t>_________</w:t>
            </w:r>
          </w:p>
          <w:p w14:paraId="792A4D53" w14:textId="5015A6BF" w:rsidR="00C218D7" w:rsidRPr="00DA07B5" w:rsidRDefault="00C218D7" w:rsidP="003B6D2E">
            <w:pPr>
              <w:rPr>
                <w:rFonts w:ascii="Corbel" w:hAnsi="Corbel" w:cs="Arial"/>
                <w:sz w:val="18"/>
                <w:szCs w:val="18"/>
              </w:rPr>
            </w:pPr>
            <w:r w:rsidRPr="00DA07B5">
              <w:rPr>
                <w:rFonts w:ascii="Corbel" w:hAnsi="Corbel" w:cs="Arial"/>
                <w:sz w:val="18"/>
                <w:szCs w:val="18"/>
              </w:rPr>
              <w:t>1.3 ___</w:t>
            </w:r>
            <w:r w:rsidRPr="00DA07B5">
              <w:rPr>
                <w:rFonts w:ascii="Corbel" w:hAnsi="Corbel" w:cs="Arial"/>
                <w:i/>
                <w:sz w:val="18"/>
                <w:szCs w:val="18"/>
              </w:rPr>
              <w:t>____________________________________________</w:t>
            </w:r>
            <w:r w:rsidR="003B6D2E" w:rsidRPr="00DA07B5">
              <w:rPr>
                <w:rFonts w:ascii="Corbel" w:hAnsi="Corbel" w:cs="Arial"/>
                <w:sz w:val="18"/>
                <w:szCs w:val="18"/>
              </w:rPr>
              <w:t xml:space="preserve"> Importo in €</w:t>
            </w:r>
            <w:r w:rsidRPr="00DA07B5">
              <w:rPr>
                <w:rFonts w:ascii="Corbel" w:hAnsi="Corbel" w:cs="Arial"/>
                <w:i/>
                <w:sz w:val="18"/>
                <w:szCs w:val="18"/>
              </w:rPr>
              <w:t>__________</w:t>
            </w:r>
          </w:p>
        </w:tc>
      </w:tr>
    </w:tbl>
    <w:p w14:paraId="0B5DAA7E" w14:textId="77777777" w:rsidR="00494019" w:rsidRPr="00DA07B5" w:rsidRDefault="00494019" w:rsidP="00494019">
      <w:pPr>
        <w:rPr>
          <w:rFonts w:ascii="Corbel" w:hAnsi="Corbel" w:cs="Arial"/>
          <w:i/>
          <w:szCs w:val="20"/>
        </w:rPr>
      </w:pPr>
    </w:p>
    <w:p w14:paraId="23626D0E" w14:textId="77777777" w:rsidR="00852B8E" w:rsidRPr="00DA07B5" w:rsidRDefault="00852B8E" w:rsidP="00494019">
      <w:pPr>
        <w:rPr>
          <w:rFonts w:ascii="Corbel" w:hAnsi="Corbel" w:cs="Arial"/>
          <w:i/>
          <w:szCs w:val="20"/>
        </w:rPr>
      </w:pPr>
    </w:p>
    <w:p w14:paraId="11FE7E4B" w14:textId="77777777" w:rsidR="00852B8E" w:rsidRPr="00DA07B5" w:rsidRDefault="00852B8E" w:rsidP="00494019">
      <w:pPr>
        <w:rPr>
          <w:rFonts w:ascii="Corbel" w:hAnsi="Corbel" w:cs="Arial"/>
          <w:i/>
          <w:szCs w:val="20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9"/>
        <w:gridCol w:w="8226"/>
      </w:tblGrid>
      <w:tr w:rsidR="00852B8E" w:rsidRPr="00DA07B5" w14:paraId="258D1A67" w14:textId="77777777" w:rsidTr="007D0692">
        <w:trPr>
          <w:trHeight w:val="387"/>
          <w:jc w:val="center"/>
        </w:trPr>
        <w:tc>
          <w:tcPr>
            <w:tcW w:w="1189" w:type="dxa"/>
            <w:shd w:val="clear" w:color="auto" w:fill="E6E6E6"/>
            <w:vAlign w:val="center"/>
          </w:tcPr>
          <w:p w14:paraId="6B3FAC4E" w14:textId="77777777" w:rsidR="00852B8E" w:rsidRPr="00DA07B5" w:rsidRDefault="00852B8E" w:rsidP="007D0692">
            <w:pPr>
              <w:rPr>
                <w:rFonts w:ascii="Corbel" w:hAnsi="Corbel" w:cs="Arial"/>
                <w:sz w:val="18"/>
                <w:szCs w:val="18"/>
              </w:rPr>
            </w:pPr>
          </w:p>
        </w:tc>
        <w:tc>
          <w:tcPr>
            <w:tcW w:w="8226" w:type="dxa"/>
            <w:shd w:val="clear" w:color="auto" w:fill="E6E6E6"/>
            <w:vAlign w:val="center"/>
          </w:tcPr>
          <w:p w14:paraId="04C21ADC" w14:textId="77777777" w:rsidR="00852B8E" w:rsidRPr="00DA07B5" w:rsidRDefault="00852B8E" w:rsidP="007D0692">
            <w:pPr>
              <w:rPr>
                <w:rFonts w:ascii="Corbel" w:hAnsi="Corbel" w:cs="Arial"/>
                <w:b/>
                <w:sz w:val="18"/>
                <w:szCs w:val="18"/>
              </w:rPr>
            </w:pPr>
          </w:p>
        </w:tc>
      </w:tr>
      <w:tr w:rsidR="00852B8E" w:rsidRPr="00DA07B5" w14:paraId="513DC12D" w14:textId="77777777" w:rsidTr="007D0692">
        <w:trPr>
          <w:trHeight w:val="493"/>
          <w:jc w:val="center"/>
        </w:trPr>
        <w:tc>
          <w:tcPr>
            <w:tcW w:w="1189" w:type="dxa"/>
            <w:shd w:val="clear" w:color="auto" w:fill="auto"/>
            <w:vAlign w:val="center"/>
          </w:tcPr>
          <w:p w14:paraId="313AA8E7" w14:textId="77777777" w:rsidR="00852B8E" w:rsidRPr="00DA07B5" w:rsidRDefault="00852B8E" w:rsidP="007D0692">
            <w:pPr>
              <w:rPr>
                <w:rFonts w:ascii="Corbel" w:hAnsi="Corbel" w:cs="Arial"/>
                <w:sz w:val="18"/>
                <w:szCs w:val="18"/>
              </w:rPr>
            </w:pPr>
            <w:r w:rsidRPr="00DA07B5">
              <w:rPr>
                <w:rFonts w:ascii="Corbel" w:hAnsi="Corbel" w:cs="Arial"/>
                <w:sz w:val="18"/>
                <w:szCs w:val="18"/>
              </w:rPr>
              <w:t xml:space="preserve">Risultato X </w:t>
            </w:r>
          </w:p>
          <w:p w14:paraId="326E6456" w14:textId="77777777" w:rsidR="00852B8E" w:rsidRPr="00DA07B5" w:rsidRDefault="00852B8E" w:rsidP="007D0692">
            <w:pPr>
              <w:rPr>
                <w:rFonts w:ascii="Corbel" w:hAnsi="Corbel" w:cs="Arial"/>
                <w:b/>
                <w:sz w:val="18"/>
                <w:szCs w:val="18"/>
              </w:rPr>
            </w:pPr>
          </w:p>
        </w:tc>
        <w:tc>
          <w:tcPr>
            <w:tcW w:w="8226" w:type="dxa"/>
            <w:shd w:val="clear" w:color="auto" w:fill="auto"/>
            <w:vAlign w:val="center"/>
          </w:tcPr>
          <w:p w14:paraId="500BF67B" w14:textId="77777777" w:rsidR="00852B8E" w:rsidRPr="00DA07B5" w:rsidRDefault="00852B8E" w:rsidP="007D0692">
            <w:pPr>
              <w:rPr>
                <w:rFonts w:ascii="Corbel" w:hAnsi="Corbel" w:cs="Arial"/>
                <w:i/>
                <w:sz w:val="18"/>
                <w:szCs w:val="18"/>
              </w:rPr>
            </w:pPr>
          </w:p>
          <w:p w14:paraId="75FBB235" w14:textId="77777777" w:rsidR="00852B8E" w:rsidRPr="00DA07B5" w:rsidRDefault="00852B8E" w:rsidP="007D0692">
            <w:pPr>
              <w:rPr>
                <w:rFonts w:ascii="Corbel" w:hAnsi="Corbel" w:cs="Arial"/>
                <w:sz w:val="18"/>
                <w:szCs w:val="18"/>
              </w:rPr>
            </w:pPr>
            <w:r w:rsidRPr="00DA07B5">
              <w:rPr>
                <w:rFonts w:ascii="Corbel" w:hAnsi="Corbel" w:cs="Arial"/>
                <w:i/>
                <w:sz w:val="18"/>
                <w:szCs w:val="18"/>
              </w:rPr>
              <w:t>___________________________________________________________</w:t>
            </w:r>
          </w:p>
          <w:p w14:paraId="53F0A02D" w14:textId="77777777" w:rsidR="00852B8E" w:rsidRPr="00DA07B5" w:rsidRDefault="00852B8E" w:rsidP="007D0692">
            <w:pPr>
              <w:rPr>
                <w:rFonts w:ascii="Corbel" w:hAnsi="Corbel" w:cs="Arial"/>
                <w:b/>
                <w:sz w:val="18"/>
                <w:szCs w:val="18"/>
              </w:rPr>
            </w:pPr>
          </w:p>
        </w:tc>
      </w:tr>
      <w:tr w:rsidR="00852B8E" w:rsidRPr="00DA07B5" w14:paraId="60F24AA6" w14:textId="77777777" w:rsidTr="007D0692">
        <w:trPr>
          <w:trHeight w:val="349"/>
          <w:jc w:val="center"/>
        </w:trPr>
        <w:tc>
          <w:tcPr>
            <w:tcW w:w="1189" w:type="dxa"/>
            <w:shd w:val="clear" w:color="auto" w:fill="auto"/>
            <w:vAlign w:val="center"/>
          </w:tcPr>
          <w:p w14:paraId="4928CB97" w14:textId="77777777" w:rsidR="00852B8E" w:rsidRPr="00DA07B5" w:rsidRDefault="00852B8E" w:rsidP="007D0692">
            <w:pPr>
              <w:rPr>
                <w:rFonts w:ascii="Corbel" w:hAnsi="Corbel" w:cs="Arial"/>
                <w:sz w:val="18"/>
                <w:szCs w:val="18"/>
              </w:rPr>
            </w:pPr>
            <w:r w:rsidRPr="00DA07B5">
              <w:rPr>
                <w:rFonts w:ascii="Corbel" w:hAnsi="Corbel" w:cs="Arial"/>
                <w:sz w:val="18"/>
                <w:szCs w:val="18"/>
              </w:rPr>
              <w:t>Indicatori</w:t>
            </w:r>
          </w:p>
        </w:tc>
        <w:tc>
          <w:tcPr>
            <w:tcW w:w="8226" w:type="dxa"/>
            <w:shd w:val="clear" w:color="auto" w:fill="auto"/>
            <w:vAlign w:val="center"/>
          </w:tcPr>
          <w:p w14:paraId="3D173D71" w14:textId="77777777" w:rsidR="00852B8E" w:rsidRPr="00DA07B5" w:rsidRDefault="00852B8E" w:rsidP="007D0692">
            <w:pPr>
              <w:rPr>
                <w:rFonts w:ascii="Corbel" w:hAnsi="Corbel" w:cs="Arial"/>
                <w:i/>
                <w:sz w:val="18"/>
                <w:szCs w:val="18"/>
              </w:rPr>
            </w:pPr>
          </w:p>
          <w:p w14:paraId="3F9CECDF" w14:textId="77777777" w:rsidR="00852B8E" w:rsidRPr="00DA07B5" w:rsidRDefault="00B424FA" w:rsidP="007D0692">
            <w:pPr>
              <w:tabs>
                <w:tab w:val="left" w:pos="4574"/>
              </w:tabs>
              <w:rPr>
                <w:rFonts w:ascii="Corbel" w:hAnsi="Corbel" w:cs="Arial"/>
                <w:szCs w:val="20"/>
              </w:rPr>
            </w:pPr>
            <w:r w:rsidRPr="00DA07B5">
              <w:rPr>
                <w:rFonts w:ascii="Corbel" w:hAnsi="Corbel" w:cs="Arial"/>
                <w:szCs w:val="20"/>
              </w:rPr>
              <w:t>IOV</w:t>
            </w:r>
            <w:r w:rsidR="00852B8E" w:rsidRPr="00DA07B5">
              <w:rPr>
                <w:rFonts w:ascii="Corbel" w:hAnsi="Corbel" w:cs="Arial"/>
                <w:szCs w:val="20"/>
              </w:rPr>
              <w:t>:</w:t>
            </w:r>
          </w:p>
          <w:p w14:paraId="0237F22B" w14:textId="77777777" w:rsidR="00852B8E" w:rsidRPr="00DA07B5" w:rsidRDefault="00852B8E" w:rsidP="007D0692">
            <w:pPr>
              <w:tabs>
                <w:tab w:val="left" w:pos="4574"/>
              </w:tabs>
              <w:rPr>
                <w:rFonts w:ascii="Corbel" w:hAnsi="Corbel" w:cs="Arial"/>
                <w:szCs w:val="20"/>
              </w:rPr>
            </w:pPr>
            <w:r w:rsidRPr="00DA07B5">
              <w:rPr>
                <w:rFonts w:ascii="Corbel" w:hAnsi="Corbel" w:cs="Arial"/>
                <w:szCs w:val="20"/>
              </w:rPr>
              <w:t>Valore di baseline:</w:t>
            </w:r>
          </w:p>
          <w:p w14:paraId="37521637" w14:textId="77777777" w:rsidR="00852B8E" w:rsidRPr="00DA07B5" w:rsidRDefault="00852B8E" w:rsidP="007D0692">
            <w:pPr>
              <w:tabs>
                <w:tab w:val="left" w:pos="4574"/>
              </w:tabs>
              <w:rPr>
                <w:rFonts w:ascii="Corbel" w:hAnsi="Corbel" w:cs="Arial"/>
                <w:szCs w:val="20"/>
              </w:rPr>
            </w:pPr>
            <w:r w:rsidRPr="00DA07B5">
              <w:rPr>
                <w:rFonts w:ascii="Corbel" w:hAnsi="Corbel" w:cs="Arial"/>
                <w:szCs w:val="20"/>
              </w:rPr>
              <w:t>Valore target:</w:t>
            </w:r>
          </w:p>
          <w:p w14:paraId="632B1778" w14:textId="77777777" w:rsidR="00852B8E" w:rsidRPr="00DA07B5" w:rsidRDefault="00852B8E" w:rsidP="007D0692">
            <w:pPr>
              <w:tabs>
                <w:tab w:val="left" w:pos="4574"/>
              </w:tabs>
              <w:rPr>
                <w:rFonts w:ascii="Corbel" w:hAnsi="Corbel" w:cs="Arial"/>
                <w:szCs w:val="20"/>
              </w:rPr>
            </w:pPr>
            <w:r w:rsidRPr="00DA07B5">
              <w:rPr>
                <w:rFonts w:ascii="Corbel" w:hAnsi="Corbel" w:cs="Arial"/>
                <w:szCs w:val="20"/>
              </w:rPr>
              <w:t>Fonte</w:t>
            </w:r>
            <w:r w:rsidR="002E6A94" w:rsidRPr="00DA07B5">
              <w:rPr>
                <w:rFonts w:ascii="Corbel" w:hAnsi="Corbel" w:cs="Arial"/>
                <w:szCs w:val="20"/>
              </w:rPr>
              <w:t>,</w:t>
            </w:r>
            <w:r w:rsidRPr="00DA07B5">
              <w:rPr>
                <w:rFonts w:ascii="Corbel" w:hAnsi="Corbel" w:cs="Arial"/>
                <w:szCs w:val="20"/>
              </w:rPr>
              <w:t xml:space="preserve"> modalità </w:t>
            </w:r>
            <w:r w:rsidR="002E6A94" w:rsidRPr="00DA07B5">
              <w:rPr>
                <w:rFonts w:ascii="Corbel" w:hAnsi="Corbel" w:cs="Arial"/>
                <w:szCs w:val="20"/>
              </w:rPr>
              <w:t xml:space="preserve">e frequenza </w:t>
            </w:r>
            <w:r w:rsidRPr="00DA07B5">
              <w:rPr>
                <w:rFonts w:ascii="Corbel" w:hAnsi="Corbel" w:cs="Arial"/>
                <w:szCs w:val="20"/>
              </w:rPr>
              <w:t xml:space="preserve">di rilevazione: </w:t>
            </w:r>
          </w:p>
          <w:p w14:paraId="07303F1F" w14:textId="77777777" w:rsidR="00852B8E" w:rsidRPr="00DA07B5" w:rsidRDefault="00852B8E" w:rsidP="007D0692">
            <w:pPr>
              <w:rPr>
                <w:rFonts w:ascii="Corbel" w:hAnsi="Corbel" w:cs="Arial"/>
                <w:sz w:val="18"/>
                <w:szCs w:val="18"/>
              </w:rPr>
            </w:pPr>
          </w:p>
        </w:tc>
      </w:tr>
      <w:tr w:rsidR="00852B8E" w:rsidRPr="00DA07B5" w14:paraId="4656CC84" w14:textId="77777777" w:rsidTr="007D0692">
        <w:trPr>
          <w:trHeight w:val="1453"/>
          <w:jc w:val="center"/>
        </w:trPr>
        <w:tc>
          <w:tcPr>
            <w:tcW w:w="1189" w:type="dxa"/>
            <w:shd w:val="clear" w:color="auto" w:fill="auto"/>
            <w:vAlign w:val="center"/>
          </w:tcPr>
          <w:p w14:paraId="4A269999" w14:textId="77777777" w:rsidR="00852B8E" w:rsidRPr="00DA07B5" w:rsidRDefault="00852B8E" w:rsidP="007D0692">
            <w:pPr>
              <w:rPr>
                <w:rFonts w:ascii="Corbel" w:hAnsi="Corbel" w:cs="Arial"/>
                <w:i/>
                <w:sz w:val="18"/>
                <w:szCs w:val="18"/>
              </w:rPr>
            </w:pPr>
            <w:r w:rsidRPr="00DA07B5">
              <w:rPr>
                <w:rFonts w:ascii="Corbel" w:hAnsi="Corbel" w:cs="Arial"/>
                <w:sz w:val="18"/>
                <w:szCs w:val="18"/>
              </w:rPr>
              <w:t>Attività X</w:t>
            </w:r>
            <w:r w:rsidRPr="00DA07B5">
              <w:rPr>
                <w:rFonts w:ascii="Corbel" w:hAnsi="Corbel" w:cs="Arial"/>
                <w:i/>
                <w:sz w:val="18"/>
                <w:szCs w:val="18"/>
              </w:rPr>
              <w:t xml:space="preserve"> </w:t>
            </w:r>
          </w:p>
          <w:p w14:paraId="45DF4D83" w14:textId="77777777" w:rsidR="00852B8E" w:rsidRPr="00DA07B5" w:rsidRDefault="00852B8E" w:rsidP="007D0692">
            <w:pPr>
              <w:rPr>
                <w:rFonts w:ascii="Corbel" w:hAnsi="Corbel" w:cs="Arial"/>
                <w:sz w:val="18"/>
                <w:szCs w:val="18"/>
              </w:rPr>
            </w:pPr>
          </w:p>
        </w:tc>
        <w:tc>
          <w:tcPr>
            <w:tcW w:w="8226" w:type="dxa"/>
            <w:shd w:val="clear" w:color="auto" w:fill="auto"/>
            <w:vAlign w:val="center"/>
          </w:tcPr>
          <w:p w14:paraId="22AD66A5" w14:textId="77777777" w:rsidR="002C365A" w:rsidRPr="00DA07B5" w:rsidRDefault="002C365A" w:rsidP="002C365A">
            <w:pPr>
              <w:rPr>
                <w:rFonts w:ascii="Corbel" w:hAnsi="Corbel" w:cs="Arial"/>
                <w:sz w:val="18"/>
                <w:szCs w:val="18"/>
              </w:rPr>
            </w:pPr>
            <w:r w:rsidRPr="00DA07B5">
              <w:rPr>
                <w:rFonts w:ascii="Corbel" w:hAnsi="Corbel" w:cs="Arial"/>
                <w:sz w:val="18"/>
                <w:szCs w:val="18"/>
              </w:rPr>
              <w:t>2.</w:t>
            </w:r>
            <w:r w:rsidR="00D8769C" w:rsidRPr="00DA07B5">
              <w:rPr>
                <w:rFonts w:ascii="Corbel" w:hAnsi="Corbel" w:cs="Arial"/>
                <w:sz w:val="18"/>
                <w:szCs w:val="18"/>
              </w:rPr>
              <w:t>1. _</w:t>
            </w:r>
            <w:r w:rsidRPr="00DA07B5">
              <w:rPr>
                <w:rFonts w:ascii="Corbel" w:hAnsi="Corbel" w:cs="Arial"/>
                <w:sz w:val="18"/>
                <w:szCs w:val="18"/>
              </w:rPr>
              <w:t>__</w:t>
            </w:r>
            <w:r w:rsidRPr="00DA07B5">
              <w:rPr>
                <w:rFonts w:ascii="Corbel" w:hAnsi="Corbel" w:cs="Arial"/>
                <w:i/>
                <w:sz w:val="18"/>
                <w:szCs w:val="18"/>
              </w:rPr>
              <w:t>_________________________________________________</w:t>
            </w:r>
            <w:r w:rsidR="00EC144D" w:rsidRPr="00DA07B5">
              <w:rPr>
                <w:rFonts w:ascii="Corbel" w:hAnsi="Corbel" w:cs="Arial"/>
                <w:sz w:val="18"/>
                <w:szCs w:val="18"/>
              </w:rPr>
              <w:t xml:space="preserve"> Importo in €</w:t>
            </w:r>
            <w:r w:rsidR="00EC144D" w:rsidRPr="00DA07B5">
              <w:rPr>
                <w:rFonts w:ascii="Corbel" w:hAnsi="Corbel" w:cs="Arial"/>
                <w:i/>
                <w:sz w:val="18"/>
                <w:szCs w:val="18"/>
              </w:rPr>
              <w:t>__________</w:t>
            </w:r>
            <w:r w:rsidRPr="00DA07B5">
              <w:rPr>
                <w:rFonts w:ascii="Corbel" w:hAnsi="Corbel" w:cs="Arial"/>
                <w:i/>
                <w:sz w:val="18"/>
                <w:szCs w:val="18"/>
              </w:rPr>
              <w:t>_____</w:t>
            </w:r>
          </w:p>
          <w:p w14:paraId="7147896D" w14:textId="77777777" w:rsidR="002C365A" w:rsidRPr="00DA07B5" w:rsidRDefault="002C365A" w:rsidP="002C365A">
            <w:pPr>
              <w:rPr>
                <w:rFonts w:ascii="Corbel" w:hAnsi="Corbel" w:cs="Arial"/>
                <w:sz w:val="18"/>
                <w:szCs w:val="18"/>
              </w:rPr>
            </w:pPr>
            <w:r w:rsidRPr="00DA07B5">
              <w:rPr>
                <w:rFonts w:ascii="Corbel" w:hAnsi="Corbel" w:cs="Arial"/>
                <w:sz w:val="18"/>
                <w:szCs w:val="18"/>
              </w:rPr>
              <w:t>2.2 ___</w:t>
            </w:r>
            <w:r w:rsidRPr="00DA07B5">
              <w:rPr>
                <w:rFonts w:ascii="Corbel" w:hAnsi="Corbel" w:cs="Arial"/>
                <w:i/>
                <w:sz w:val="18"/>
                <w:szCs w:val="18"/>
              </w:rPr>
              <w:t>_________________________________________________</w:t>
            </w:r>
            <w:r w:rsidR="00EC144D" w:rsidRPr="00DA07B5">
              <w:rPr>
                <w:rFonts w:ascii="Corbel" w:hAnsi="Corbel" w:cs="Arial"/>
                <w:sz w:val="18"/>
                <w:szCs w:val="18"/>
              </w:rPr>
              <w:t xml:space="preserve"> Importo in €</w:t>
            </w:r>
            <w:r w:rsidR="00EC144D" w:rsidRPr="00DA07B5">
              <w:rPr>
                <w:rFonts w:ascii="Corbel" w:hAnsi="Corbel" w:cs="Arial"/>
                <w:i/>
                <w:sz w:val="18"/>
                <w:szCs w:val="18"/>
              </w:rPr>
              <w:t>__________</w:t>
            </w:r>
            <w:r w:rsidRPr="00DA07B5">
              <w:rPr>
                <w:rFonts w:ascii="Corbel" w:hAnsi="Corbel" w:cs="Arial"/>
                <w:i/>
                <w:sz w:val="18"/>
                <w:szCs w:val="18"/>
              </w:rPr>
              <w:t>_____</w:t>
            </w:r>
          </w:p>
          <w:p w14:paraId="6070115B" w14:textId="77777777" w:rsidR="00852B8E" w:rsidRPr="00DA07B5" w:rsidRDefault="002C365A" w:rsidP="007D0692">
            <w:pPr>
              <w:rPr>
                <w:rFonts w:ascii="Corbel" w:hAnsi="Corbel" w:cs="Arial"/>
                <w:i/>
                <w:sz w:val="18"/>
                <w:szCs w:val="18"/>
              </w:rPr>
            </w:pPr>
            <w:r w:rsidRPr="00DA07B5">
              <w:rPr>
                <w:rFonts w:ascii="Corbel" w:hAnsi="Corbel" w:cs="Arial"/>
                <w:sz w:val="18"/>
                <w:szCs w:val="18"/>
              </w:rPr>
              <w:t>2.3 ___</w:t>
            </w:r>
            <w:r w:rsidRPr="00DA07B5">
              <w:rPr>
                <w:rFonts w:ascii="Corbel" w:hAnsi="Corbel" w:cs="Arial"/>
                <w:i/>
                <w:sz w:val="18"/>
                <w:szCs w:val="18"/>
              </w:rPr>
              <w:t>_________________________________________________</w:t>
            </w:r>
            <w:r w:rsidR="00EC144D" w:rsidRPr="00DA07B5">
              <w:rPr>
                <w:rFonts w:ascii="Corbel" w:hAnsi="Corbel" w:cs="Arial"/>
                <w:sz w:val="18"/>
                <w:szCs w:val="18"/>
              </w:rPr>
              <w:t xml:space="preserve"> Importo in €</w:t>
            </w:r>
            <w:r w:rsidR="00EC144D" w:rsidRPr="00DA07B5">
              <w:rPr>
                <w:rFonts w:ascii="Corbel" w:hAnsi="Corbel" w:cs="Arial"/>
                <w:i/>
                <w:sz w:val="18"/>
                <w:szCs w:val="18"/>
              </w:rPr>
              <w:t>__________</w:t>
            </w:r>
            <w:r w:rsidRPr="00DA07B5">
              <w:rPr>
                <w:rFonts w:ascii="Corbel" w:hAnsi="Corbel" w:cs="Arial"/>
                <w:i/>
                <w:sz w:val="18"/>
                <w:szCs w:val="18"/>
              </w:rPr>
              <w:t>_____</w:t>
            </w:r>
          </w:p>
        </w:tc>
      </w:tr>
    </w:tbl>
    <w:p w14:paraId="0AF0B27B" w14:textId="77777777" w:rsidR="00494019" w:rsidRPr="00DA07B5" w:rsidRDefault="00494019" w:rsidP="00494019">
      <w:pPr>
        <w:rPr>
          <w:rFonts w:ascii="Corbel" w:hAnsi="Corbel" w:cs="Arial"/>
          <w:szCs w:val="20"/>
        </w:rPr>
      </w:pPr>
    </w:p>
    <w:p w14:paraId="4EFBD9F2" w14:textId="77777777" w:rsidR="00885358" w:rsidRPr="00DA07B5" w:rsidRDefault="00885358" w:rsidP="00494019">
      <w:pPr>
        <w:rPr>
          <w:rFonts w:ascii="Corbel" w:hAnsi="Corbel" w:cs="Arial"/>
          <w:szCs w:val="20"/>
        </w:rPr>
      </w:pPr>
    </w:p>
    <w:p w14:paraId="5AE81319" w14:textId="77777777" w:rsidR="00915DA3" w:rsidRDefault="00915DA3" w:rsidP="00AA2CE1">
      <w:pPr>
        <w:jc w:val="both"/>
        <w:rPr>
          <w:rFonts w:ascii="Corbel" w:hAnsi="Corbel" w:cs="Arial"/>
          <w:b/>
          <w:bCs/>
          <w:szCs w:val="20"/>
        </w:rPr>
      </w:pPr>
    </w:p>
    <w:p w14:paraId="2EE4FAC6" w14:textId="789559FD" w:rsidR="00AA2CE1" w:rsidRPr="00DA07B5" w:rsidRDefault="00D8769C" w:rsidP="00AA2CE1">
      <w:pPr>
        <w:jc w:val="both"/>
        <w:rPr>
          <w:rFonts w:ascii="Corbel" w:hAnsi="Corbel" w:cs="Arial"/>
          <w:i/>
          <w:sz w:val="16"/>
          <w:szCs w:val="16"/>
        </w:rPr>
      </w:pPr>
      <w:r w:rsidRPr="00DA07B5">
        <w:rPr>
          <w:rFonts w:ascii="Corbel" w:hAnsi="Corbel" w:cs="Arial"/>
          <w:b/>
          <w:bCs/>
          <w:szCs w:val="20"/>
        </w:rPr>
        <w:t>4.3 Piano</w:t>
      </w:r>
      <w:r w:rsidR="00AA2CE1" w:rsidRPr="00DA07B5">
        <w:rPr>
          <w:rFonts w:ascii="Corbel" w:hAnsi="Corbel" w:cs="Arial"/>
          <w:b/>
          <w:bCs/>
          <w:szCs w:val="20"/>
        </w:rPr>
        <w:t xml:space="preserve"> di monitoraggio e valutazione (M&amp;V) </w:t>
      </w:r>
      <w:r w:rsidR="00AA2CE1" w:rsidRPr="00DA07B5">
        <w:rPr>
          <w:rFonts w:ascii="Corbel" w:hAnsi="Corbel" w:cs="Arial"/>
          <w:bCs/>
          <w:i/>
          <w:sz w:val="16"/>
          <w:szCs w:val="16"/>
        </w:rPr>
        <w:t xml:space="preserve">Presentare un piano di monitoraggio e valutazione che preveda indicatori di misurazione dei risultati attesi e dell’obiettivo specifico realistici ed appropriati. Gli indicatori devono essere misurabili rispetto a valori di riferimento (baseline) e ricavati da fonti primarie (inchieste e survey sul terreno realizzati dal proponente) e/o secondarie (studi e pubblicazioni relative alle zone d’intervento e ai gruppi target). </w:t>
      </w:r>
      <w:r w:rsidR="00AA2CE1" w:rsidRPr="00DA07B5">
        <w:rPr>
          <w:rFonts w:ascii="Corbel" w:hAnsi="Corbel" w:cs="Arial"/>
          <w:i/>
          <w:sz w:val="16"/>
          <w:szCs w:val="16"/>
        </w:rPr>
        <w:t xml:space="preserve">Specificare le modalità di rilevazione periodica dei dati di raffronto con gli indicatori di contesto (baseline). Indicare eventuali modalità di coinvolgimento dei beneficiari nel monitoraggio. </w:t>
      </w:r>
      <w:r w:rsidR="00AA2CE1" w:rsidRPr="00E15601">
        <w:rPr>
          <w:rFonts w:ascii="Corbel" w:hAnsi="Corbel" w:cs="Arial"/>
          <w:i/>
          <w:sz w:val="16"/>
          <w:szCs w:val="16"/>
        </w:rPr>
        <w:t>La de</w:t>
      </w:r>
      <w:r w:rsidR="00E15601">
        <w:rPr>
          <w:rFonts w:ascii="Corbel" w:hAnsi="Corbel" w:cs="Arial"/>
          <w:i/>
          <w:sz w:val="16"/>
          <w:szCs w:val="16"/>
        </w:rPr>
        <w:t>finizione dei valori iniziali (</w:t>
      </w:r>
      <w:r w:rsidR="00AA2CE1" w:rsidRPr="00E15601">
        <w:rPr>
          <w:rFonts w:ascii="Corbel" w:hAnsi="Corbel" w:cs="Arial"/>
          <w:i/>
          <w:sz w:val="16"/>
          <w:szCs w:val="16"/>
        </w:rPr>
        <w:t>baseline) e dei valori target potrà essere effettuata o comunque meglio definita e approfondita nel corso della realizzazione dell’intervento, entro la fase iniziale del progetto (ca. 3 mesi dall’inizio delle attività).</w:t>
      </w:r>
      <w:r w:rsidR="00DA07B5" w:rsidRPr="00E15601">
        <w:rPr>
          <w:rFonts w:ascii="Corbel" w:hAnsi="Corbel" w:cs="Arial"/>
          <w:i/>
          <w:sz w:val="16"/>
          <w:szCs w:val="16"/>
        </w:rPr>
        <w:t xml:space="preserve"> </w:t>
      </w:r>
      <w:r w:rsidR="00AA2CE1" w:rsidRPr="00E15601">
        <w:rPr>
          <w:rFonts w:ascii="Corbel" w:hAnsi="Corbel" w:cs="Arial"/>
          <w:i/>
          <w:sz w:val="16"/>
          <w:szCs w:val="16"/>
        </w:rPr>
        <w:t xml:space="preserve">In questa </w:t>
      </w:r>
      <w:r w:rsidR="005C0FE4" w:rsidRPr="00E15601">
        <w:rPr>
          <w:rFonts w:ascii="Corbel" w:hAnsi="Corbel" w:cs="Arial"/>
          <w:i/>
          <w:sz w:val="16"/>
          <w:szCs w:val="16"/>
        </w:rPr>
        <w:t>eventualità, descrivere</w:t>
      </w:r>
      <w:r w:rsidR="00AA2CE1" w:rsidRPr="00E15601">
        <w:rPr>
          <w:rFonts w:ascii="Corbel" w:hAnsi="Corbel" w:cs="Arial"/>
          <w:i/>
          <w:sz w:val="16"/>
          <w:szCs w:val="16"/>
        </w:rPr>
        <w:t xml:space="preserve"> come si procederà all’inizio</w:t>
      </w:r>
      <w:r w:rsidR="00AA2CE1" w:rsidRPr="00DA07B5">
        <w:rPr>
          <w:rFonts w:ascii="Corbel" w:hAnsi="Corbel" w:cs="Arial"/>
          <w:i/>
          <w:sz w:val="16"/>
          <w:szCs w:val="16"/>
        </w:rPr>
        <w:t xml:space="preserve"> delle attività a misurare i v</w:t>
      </w:r>
      <w:r w:rsidR="00D81EB4">
        <w:rPr>
          <w:rFonts w:ascii="Corbel" w:hAnsi="Corbel" w:cs="Arial"/>
          <w:i/>
          <w:sz w:val="16"/>
          <w:szCs w:val="16"/>
        </w:rPr>
        <w:t>alori iniziali degli indicatori</w:t>
      </w:r>
      <w:r w:rsidR="00AA2CE1" w:rsidRPr="00DA07B5">
        <w:rPr>
          <w:rFonts w:ascii="Corbel" w:hAnsi="Corbel" w:cs="Arial"/>
          <w:i/>
          <w:sz w:val="16"/>
          <w:szCs w:val="16"/>
        </w:rPr>
        <w:t xml:space="preserve"> e ad organizzare un sistema di rilevazione e controllo dell’andamento degli indicatori. Laddove rilevante, gli indica</w:t>
      </w:r>
      <w:r w:rsidR="00B95BFA" w:rsidRPr="00DA07B5">
        <w:rPr>
          <w:rFonts w:ascii="Corbel" w:hAnsi="Corbel" w:cs="Arial"/>
          <w:i/>
          <w:sz w:val="16"/>
          <w:szCs w:val="16"/>
        </w:rPr>
        <w:t xml:space="preserve">tori dovranno </w:t>
      </w:r>
      <w:r w:rsidR="00DA07B5">
        <w:rPr>
          <w:rFonts w:ascii="Corbel" w:hAnsi="Corbel" w:cs="Arial"/>
          <w:i/>
          <w:sz w:val="16"/>
          <w:szCs w:val="16"/>
        </w:rPr>
        <w:t xml:space="preserve">essere </w:t>
      </w:r>
      <w:r w:rsidR="00B95BFA" w:rsidRPr="00DA07B5">
        <w:rPr>
          <w:rFonts w:ascii="Corbel" w:hAnsi="Corbel" w:cs="Arial"/>
          <w:i/>
          <w:sz w:val="16"/>
          <w:szCs w:val="16"/>
        </w:rPr>
        <w:t>disaggregati per genere</w:t>
      </w:r>
      <w:r w:rsidR="00AA2CE1" w:rsidRPr="00DA07B5">
        <w:rPr>
          <w:rFonts w:ascii="Corbel" w:hAnsi="Corbel" w:cs="Arial"/>
          <w:i/>
          <w:sz w:val="16"/>
          <w:szCs w:val="16"/>
        </w:rPr>
        <w:t>.</w:t>
      </w:r>
    </w:p>
    <w:p w14:paraId="217539F3" w14:textId="77777777" w:rsidR="00AA2CE1" w:rsidRPr="00DA07B5" w:rsidRDefault="00AA2CE1" w:rsidP="00494019">
      <w:pPr>
        <w:rPr>
          <w:rFonts w:ascii="Corbel" w:hAnsi="Corbel" w:cs="Arial"/>
          <w:szCs w:val="20"/>
        </w:rPr>
      </w:pPr>
    </w:p>
    <w:p w14:paraId="293CE5B6" w14:textId="30476642" w:rsidR="00FD20C5" w:rsidRPr="00DA07B5" w:rsidRDefault="00D8769C" w:rsidP="00F44FD0">
      <w:pPr>
        <w:jc w:val="both"/>
        <w:rPr>
          <w:rFonts w:ascii="Corbel" w:hAnsi="Corbel" w:cs="Arial"/>
          <w:bCs/>
          <w:i/>
          <w:sz w:val="16"/>
          <w:szCs w:val="16"/>
        </w:rPr>
      </w:pPr>
      <w:r w:rsidRPr="00DA07B5">
        <w:rPr>
          <w:rFonts w:ascii="Corbel" w:hAnsi="Corbel" w:cs="Arial"/>
          <w:b/>
          <w:bCs/>
          <w:szCs w:val="20"/>
        </w:rPr>
        <w:t>4.4 Tematiche</w:t>
      </w:r>
      <w:r w:rsidR="00F44FD0" w:rsidRPr="00DA07B5">
        <w:rPr>
          <w:rFonts w:ascii="Corbel" w:hAnsi="Corbel" w:cs="Arial"/>
          <w:b/>
          <w:bCs/>
          <w:szCs w:val="20"/>
        </w:rPr>
        <w:t xml:space="preserve"> trasversali. </w:t>
      </w:r>
      <w:r w:rsidR="00F44FD0" w:rsidRPr="00DA07B5">
        <w:rPr>
          <w:rFonts w:ascii="Corbel" w:hAnsi="Corbel" w:cs="Arial"/>
          <w:bCs/>
          <w:i/>
          <w:sz w:val="16"/>
          <w:szCs w:val="16"/>
        </w:rPr>
        <w:t xml:space="preserve">Presentare le </w:t>
      </w:r>
      <w:r w:rsidR="00235C6B" w:rsidRPr="00DA07B5">
        <w:rPr>
          <w:rFonts w:ascii="Corbel" w:hAnsi="Corbel" w:cs="Arial"/>
          <w:bCs/>
          <w:i/>
          <w:sz w:val="16"/>
          <w:szCs w:val="16"/>
        </w:rPr>
        <w:t>modalità</w:t>
      </w:r>
      <w:r w:rsidR="00F44FD0" w:rsidRPr="00DA07B5">
        <w:rPr>
          <w:rFonts w:ascii="Corbel" w:hAnsi="Corbel" w:cs="Arial"/>
          <w:bCs/>
          <w:i/>
          <w:sz w:val="16"/>
          <w:szCs w:val="16"/>
        </w:rPr>
        <w:t xml:space="preserve"> di </w:t>
      </w:r>
      <w:r w:rsidR="00FD20C5" w:rsidRPr="00DA07B5">
        <w:rPr>
          <w:rFonts w:ascii="Corbel" w:hAnsi="Corbel" w:cs="Arial"/>
          <w:bCs/>
          <w:i/>
          <w:sz w:val="16"/>
          <w:szCs w:val="16"/>
        </w:rPr>
        <w:t xml:space="preserve">integrazione delle tematiche trasversali: </w:t>
      </w:r>
      <w:r w:rsidR="00D81EB4" w:rsidRPr="00D81EB4">
        <w:rPr>
          <w:rFonts w:ascii="Corbel" w:hAnsi="Corbel" w:cs="Arial"/>
          <w:bCs/>
          <w:i/>
          <w:sz w:val="16"/>
          <w:szCs w:val="16"/>
        </w:rPr>
        <w:t>strategia di genere dell'iniziativa e delle considerazioni sulle altre tematiche trasversali, in particolare di donne e giovani. Modalità di coinvolgimento dei beneficiari nell'identificazione dei propri bisogni e opportunità.</w:t>
      </w:r>
    </w:p>
    <w:p w14:paraId="20454711" w14:textId="77777777" w:rsidR="00FD20C5" w:rsidRPr="00DA07B5" w:rsidRDefault="00FD20C5" w:rsidP="00F44FD0">
      <w:pPr>
        <w:jc w:val="both"/>
        <w:rPr>
          <w:rFonts w:ascii="Corbel" w:hAnsi="Corbel" w:cs="Arial"/>
          <w:bCs/>
          <w:i/>
          <w:sz w:val="16"/>
          <w:szCs w:val="16"/>
        </w:rPr>
      </w:pPr>
    </w:p>
    <w:p w14:paraId="1CC429C0" w14:textId="77777777" w:rsidR="00AA2CE1" w:rsidRPr="00DA07B5" w:rsidRDefault="00AA2CE1" w:rsidP="00494019">
      <w:pPr>
        <w:rPr>
          <w:rFonts w:ascii="Corbel" w:hAnsi="Corbel" w:cs="Arial"/>
          <w:szCs w:val="20"/>
        </w:rPr>
      </w:pPr>
    </w:p>
    <w:p w14:paraId="2C8264AC" w14:textId="77777777" w:rsidR="00885358" w:rsidRPr="00DA07B5" w:rsidRDefault="00FD20C5" w:rsidP="00885358">
      <w:pPr>
        <w:tabs>
          <w:tab w:val="left" w:pos="4574"/>
        </w:tabs>
        <w:rPr>
          <w:rFonts w:ascii="Corbel" w:hAnsi="Corbel" w:cs="Arial"/>
          <w:b/>
          <w:szCs w:val="20"/>
          <w:u w:val="single"/>
        </w:rPr>
      </w:pPr>
      <w:r w:rsidRPr="00DA07B5">
        <w:rPr>
          <w:rFonts w:ascii="Corbel" w:hAnsi="Corbel" w:cs="Arial"/>
          <w:b/>
          <w:szCs w:val="20"/>
          <w:u w:val="single"/>
        </w:rPr>
        <w:t>5</w:t>
      </w:r>
      <w:r w:rsidR="00885358" w:rsidRPr="00DA07B5">
        <w:rPr>
          <w:rFonts w:ascii="Corbel" w:hAnsi="Corbel" w:cs="Arial"/>
          <w:b/>
          <w:szCs w:val="20"/>
          <w:u w:val="single"/>
        </w:rPr>
        <w:t>. BENEFICIARI</w:t>
      </w:r>
    </w:p>
    <w:p w14:paraId="215CDD9F" w14:textId="14AA2D22" w:rsidR="00885358" w:rsidRPr="00DA07B5" w:rsidRDefault="00885358" w:rsidP="007E5C11">
      <w:pPr>
        <w:tabs>
          <w:tab w:val="left" w:pos="4574"/>
        </w:tabs>
        <w:jc w:val="both"/>
        <w:rPr>
          <w:rFonts w:ascii="Corbel" w:hAnsi="Corbel" w:cs="Arial"/>
          <w:i/>
          <w:sz w:val="16"/>
          <w:szCs w:val="16"/>
        </w:rPr>
      </w:pPr>
      <w:r w:rsidRPr="00DA07B5">
        <w:rPr>
          <w:rFonts w:ascii="Corbel" w:hAnsi="Corbel" w:cs="Arial"/>
          <w:i/>
          <w:sz w:val="16"/>
          <w:szCs w:val="16"/>
        </w:rPr>
        <w:t xml:space="preserve">Individuare, in maniera realistica, la tipologia </w:t>
      </w:r>
      <w:r w:rsidR="0028428E" w:rsidRPr="00DA07B5">
        <w:rPr>
          <w:rFonts w:ascii="Corbel" w:hAnsi="Corbel" w:cs="Arial"/>
          <w:i/>
          <w:sz w:val="16"/>
          <w:szCs w:val="16"/>
        </w:rPr>
        <w:t>e</w:t>
      </w:r>
      <w:r w:rsidRPr="00DA07B5">
        <w:rPr>
          <w:rFonts w:ascii="Corbel" w:hAnsi="Corbel" w:cs="Arial"/>
          <w:i/>
          <w:sz w:val="16"/>
          <w:szCs w:val="16"/>
        </w:rPr>
        <w:t xml:space="preserve"> il numero dei beneficiari diretti e indiretti, ossia degli individui, grupp</w:t>
      </w:r>
      <w:r w:rsidR="00915DA3">
        <w:rPr>
          <w:rFonts w:ascii="Corbel" w:hAnsi="Corbel" w:cs="Arial"/>
          <w:i/>
          <w:sz w:val="16"/>
          <w:szCs w:val="16"/>
        </w:rPr>
        <w:t>i</w:t>
      </w:r>
      <w:r w:rsidRPr="00DA07B5">
        <w:rPr>
          <w:rFonts w:ascii="Corbel" w:hAnsi="Corbel" w:cs="Arial"/>
          <w:i/>
          <w:sz w:val="16"/>
          <w:szCs w:val="16"/>
        </w:rPr>
        <w:t xml:space="preserve"> o associazioni che beneficiano direttamente o indirettamente dall’azione proposta. Specificare </w:t>
      </w:r>
      <w:r w:rsidR="0085681D" w:rsidRPr="00DA07B5">
        <w:rPr>
          <w:rFonts w:ascii="Corbel" w:hAnsi="Corbel" w:cs="Arial"/>
          <w:i/>
          <w:sz w:val="16"/>
          <w:szCs w:val="16"/>
        </w:rPr>
        <w:t xml:space="preserve">la strategia d’intervento e di selezione, </w:t>
      </w:r>
      <w:r w:rsidRPr="00DA07B5">
        <w:rPr>
          <w:rFonts w:ascii="Corbel" w:hAnsi="Corbel" w:cs="Arial"/>
          <w:i/>
          <w:sz w:val="16"/>
          <w:szCs w:val="16"/>
        </w:rPr>
        <w:t>i criteri di individuazione e selezione dei beneficiari nonché le modalità di coinvolgimento nelle diverse fasi del progetto, con riferimento anche alla formulazione dello stesso.</w:t>
      </w:r>
      <w:r w:rsidRPr="00DA07B5">
        <w:t xml:space="preserve"> </w:t>
      </w:r>
      <w:r w:rsidRPr="00DA07B5">
        <w:rPr>
          <w:rFonts w:ascii="Corbel" w:hAnsi="Corbel" w:cs="Arial"/>
          <w:i/>
          <w:sz w:val="16"/>
          <w:szCs w:val="16"/>
        </w:rPr>
        <w:t>Specificare in che modo si intende includere nelle attività le donne</w:t>
      </w:r>
      <w:r w:rsidR="0085681D" w:rsidRPr="00DA07B5">
        <w:rPr>
          <w:rFonts w:ascii="Corbel" w:hAnsi="Corbel" w:cs="Arial"/>
          <w:i/>
          <w:sz w:val="16"/>
          <w:szCs w:val="16"/>
        </w:rPr>
        <w:t xml:space="preserve"> e definire un target gender specifico per ogni attività ove possibile</w:t>
      </w:r>
      <w:r w:rsidR="00FD20C5" w:rsidRPr="00DA07B5">
        <w:rPr>
          <w:rFonts w:ascii="Corbel" w:hAnsi="Corbel" w:cs="Arial"/>
          <w:i/>
          <w:sz w:val="16"/>
          <w:szCs w:val="16"/>
        </w:rPr>
        <w:t>. Specificare le modalità d’integrazion</w:t>
      </w:r>
      <w:r w:rsidR="007E5CD8">
        <w:rPr>
          <w:rFonts w:ascii="Corbel" w:hAnsi="Corbel" w:cs="Arial"/>
          <w:i/>
          <w:sz w:val="16"/>
          <w:szCs w:val="16"/>
        </w:rPr>
        <w:t>e e inclusione dei giovani</w:t>
      </w:r>
      <w:r w:rsidR="00FD20C5" w:rsidRPr="00DA07B5">
        <w:rPr>
          <w:rFonts w:ascii="Corbel" w:hAnsi="Corbel" w:cs="Arial"/>
          <w:i/>
          <w:sz w:val="16"/>
          <w:szCs w:val="16"/>
        </w:rPr>
        <w:t xml:space="preserve">. Presentare dati disaggregati </w:t>
      </w:r>
      <w:r w:rsidR="007E5C11" w:rsidRPr="00DA07B5">
        <w:rPr>
          <w:rFonts w:ascii="Corbel" w:hAnsi="Corbel" w:cs="Arial"/>
          <w:i/>
          <w:sz w:val="16"/>
          <w:szCs w:val="16"/>
        </w:rPr>
        <w:t xml:space="preserve">in base al genere </w:t>
      </w:r>
      <w:r w:rsidR="00FD20C5" w:rsidRPr="00DA07B5">
        <w:rPr>
          <w:rFonts w:ascii="Corbel" w:hAnsi="Corbel" w:cs="Arial"/>
          <w:i/>
          <w:sz w:val="16"/>
          <w:szCs w:val="16"/>
        </w:rPr>
        <w:t>per i b</w:t>
      </w:r>
      <w:r w:rsidRPr="00DA07B5">
        <w:rPr>
          <w:rFonts w:ascii="Corbel" w:hAnsi="Corbel" w:cs="Arial"/>
          <w:i/>
          <w:sz w:val="16"/>
          <w:szCs w:val="16"/>
        </w:rPr>
        <w:t>eneficiari.</w:t>
      </w:r>
    </w:p>
    <w:p w14:paraId="02AEED04" w14:textId="77777777" w:rsidR="002C365A" w:rsidRPr="00DA07B5" w:rsidRDefault="002C365A" w:rsidP="00885358">
      <w:pPr>
        <w:tabs>
          <w:tab w:val="left" w:pos="4574"/>
        </w:tabs>
        <w:rPr>
          <w:rFonts w:ascii="Corbel" w:hAnsi="Corbel" w:cs="Arial"/>
          <w:sz w:val="16"/>
          <w:szCs w:val="16"/>
        </w:rPr>
      </w:pPr>
    </w:p>
    <w:p w14:paraId="0BC7542D" w14:textId="77777777" w:rsidR="00885358" w:rsidRPr="00DA07B5" w:rsidRDefault="00885358" w:rsidP="00494019">
      <w:pPr>
        <w:rPr>
          <w:rFonts w:ascii="Corbel" w:hAnsi="Corbel" w:cs="Arial"/>
          <w:szCs w:val="20"/>
        </w:rPr>
      </w:pPr>
    </w:p>
    <w:p w14:paraId="78F4EBC8" w14:textId="77777777" w:rsidR="007D0692" w:rsidRPr="00DA07B5" w:rsidRDefault="00605A13" w:rsidP="007D0692">
      <w:pPr>
        <w:tabs>
          <w:tab w:val="left" w:pos="4574"/>
        </w:tabs>
        <w:rPr>
          <w:rFonts w:ascii="Corbel" w:hAnsi="Corbel" w:cs="Arial"/>
          <w:b/>
          <w:bCs/>
          <w:szCs w:val="20"/>
          <w:u w:val="single"/>
        </w:rPr>
      </w:pPr>
      <w:r w:rsidRPr="00DA07B5">
        <w:rPr>
          <w:rFonts w:ascii="Corbel" w:hAnsi="Corbel" w:cs="Arial"/>
          <w:b/>
          <w:bCs/>
          <w:szCs w:val="20"/>
          <w:u w:val="single"/>
        </w:rPr>
        <w:t>6</w:t>
      </w:r>
      <w:r w:rsidR="007D0692" w:rsidRPr="00DA07B5">
        <w:rPr>
          <w:rFonts w:ascii="Corbel" w:hAnsi="Corbel" w:cs="Arial"/>
          <w:b/>
          <w:bCs/>
          <w:szCs w:val="20"/>
          <w:u w:val="single"/>
        </w:rPr>
        <w:t>.REALIZZAZIONE DELL’INIZIATIVA</w:t>
      </w:r>
      <w:r w:rsidR="007D0692" w:rsidRPr="00DA07B5">
        <w:rPr>
          <w:rFonts w:ascii="Corbel" w:hAnsi="Corbel" w:cs="Arial"/>
          <w:b/>
          <w:bCs/>
          <w:szCs w:val="20"/>
        </w:rPr>
        <w:t xml:space="preserve">: </w:t>
      </w:r>
    </w:p>
    <w:p w14:paraId="670659A5" w14:textId="77777777" w:rsidR="007D0692" w:rsidRPr="00DA07B5" w:rsidRDefault="007D0692" w:rsidP="00494019">
      <w:pPr>
        <w:rPr>
          <w:rFonts w:ascii="Corbel" w:hAnsi="Corbel" w:cs="Arial"/>
          <w:szCs w:val="20"/>
        </w:rPr>
      </w:pPr>
    </w:p>
    <w:p w14:paraId="79AA058D" w14:textId="2AD410C4" w:rsidR="001A0032" w:rsidRPr="00DA07B5" w:rsidRDefault="00605A13" w:rsidP="00E15601">
      <w:pPr>
        <w:jc w:val="both"/>
        <w:rPr>
          <w:rFonts w:ascii="Corbel" w:hAnsi="Corbel" w:cs="Arial"/>
          <w:i/>
          <w:sz w:val="16"/>
          <w:szCs w:val="16"/>
        </w:rPr>
      </w:pPr>
      <w:r w:rsidRPr="00DA07B5">
        <w:rPr>
          <w:rFonts w:ascii="Corbel" w:hAnsi="Corbel" w:cs="Arial"/>
          <w:b/>
          <w:bCs/>
          <w:szCs w:val="20"/>
        </w:rPr>
        <w:t>6</w:t>
      </w:r>
      <w:r w:rsidR="007D0692" w:rsidRPr="00DA07B5">
        <w:rPr>
          <w:rFonts w:ascii="Corbel" w:hAnsi="Corbel" w:cs="Arial"/>
          <w:b/>
          <w:bCs/>
          <w:szCs w:val="20"/>
        </w:rPr>
        <w:t xml:space="preserve">.1. Responsabilità e modalità di realizzazione </w:t>
      </w:r>
      <w:r w:rsidR="007819F9" w:rsidRPr="00DA07B5">
        <w:rPr>
          <w:rFonts w:ascii="Corbel" w:hAnsi="Corbel" w:cs="Arial"/>
          <w:b/>
          <w:bCs/>
          <w:i/>
          <w:sz w:val="16"/>
          <w:szCs w:val="16"/>
        </w:rPr>
        <w:t>(i)</w:t>
      </w:r>
      <w:r w:rsidR="007E17C3" w:rsidRPr="00DA07B5">
        <w:rPr>
          <w:rFonts w:ascii="Corbel" w:hAnsi="Corbel" w:cs="Arial"/>
          <w:b/>
          <w:bCs/>
          <w:i/>
          <w:sz w:val="16"/>
          <w:szCs w:val="16"/>
        </w:rPr>
        <w:t xml:space="preserve"> </w:t>
      </w:r>
      <w:r w:rsidR="007819F9" w:rsidRPr="00DA07B5">
        <w:rPr>
          <w:rFonts w:ascii="Corbel" w:hAnsi="Corbel" w:cs="Arial"/>
          <w:bCs/>
          <w:i/>
          <w:sz w:val="16"/>
          <w:szCs w:val="16"/>
        </w:rPr>
        <w:t xml:space="preserve">indicare </w:t>
      </w:r>
      <w:r w:rsidR="007819F9" w:rsidRPr="00DA07B5">
        <w:rPr>
          <w:rFonts w:ascii="Corbel" w:hAnsi="Corbel" w:cs="Arial"/>
          <w:i/>
          <w:sz w:val="16"/>
          <w:szCs w:val="16"/>
        </w:rPr>
        <w:t xml:space="preserve">gli eventuali partenariati </w:t>
      </w:r>
      <w:r w:rsidR="00D9611D" w:rsidRPr="00DA07B5">
        <w:rPr>
          <w:rFonts w:ascii="Corbel" w:hAnsi="Corbel" w:cs="Arial"/>
          <w:i/>
          <w:sz w:val="16"/>
          <w:szCs w:val="16"/>
        </w:rPr>
        <w:t>attivati,</w:t>
      </w:r>
      <w:r w:rsidR="007819F9" w:rsidRPr="00DA07B5">
        <w:rPr>
          <w:rFonts w:ascii="Corbel" w:hAnsi="Corbel" w:cs="Arial"/>
          <w:i/>
          <w:sz w:val="16"/>
          <w:szCs w:val="16"/>
        </w:rPr>
        <w:t xml:space="preserve"> identificando chiaramente il</w:t>
      </w:r>
      <w:r w:rsidR="0079554B" w:rsidRPr="00DA07B5">
        <w:rPr>
          <w:rFonts w:ascii="Corbel" w:hAnsi="Corbel" w:cs="Arial"/>
          <w:i/>
          <w:sz w:val="16"/>
          <w:szCs w:val="16"/>
        </w:rPr>
        <w:t>/i</w:t>
      </w:r>
      <w:r w:rsidR="007819F9" w:rsidRPr="00DA07B5">
        <w:rPr>
          <w:rFonts w:ascii="Corbel" w:hAnsi="Corbel" w:cs="Arial"/>
          <w:i/>
          <w:sz w:val="16"/>
          <w:szCs w:val="16"/>
        </w:rPr>
        <w:t xml:space="preserve"> partner </w:t>
      </w:r>
      <w:r w:rsidR="00D9611D" w:rsidRPr="00DA07B5">
        <w:rPr>
          <w:rFonts w:ascii="Corbel" w:hAnsi="Corbel" w:cs="Arial"/>
          <w:i/>
          <w:sz w:val="16"/>
          <w:szCs w:val="16"/>
        </w:rPr>
        <w:t>prescelti, l’accordo</w:t>
      </w:r>
      <w:r w:rsidR="007819F9" w:rsidRPr="00DA07B5">
        <w:rPr>
          <w:rFonts w:ascii="Corbel" w:hAnsi="Corbel" w:cs="Arial"/>
          <w:i/>
          <w:sz w:val="16"/>
          <w:szCs w:val="16"/>
        </w:rPr>
        <w:t xml:space="preserve"> sottoscritto</w:t>
      </w:r>
      <w:r w:rsidR="007E17C3" w:rsidRPr="00DA07B5">
        <w:rPr>
          <w:rFonts w:ascii="Corbel" w:hAnsi="Corbel" w:cs="Arial"/>
          <w:i/>
          <w:sz w:val="16"/>
          <w:szCs w:val="16"/>
        </w:rPr>
        <w:t xml:space="preserve"> e giustificandone la presenza indicando il valore aggiunto apportato per l’attuazione dell’iniziativa</w:t>
      </w:r>
      <w:r w:rsidR="00ED1461" w:rsidRPr="00DA07B5">
        <w:rPr>
          <w:rFonts w:ascii="Corbel" w:hAnsi="Corbel" w:cs="Arial"/>
          <w:i/>
          <w:sz w:val="16"/>
          <w:szCs w:val="16"/>
        </w:rPr>
        <w:t xml:space="preserve"> (ii) </w:t>
      </w:r>
      <w:r w:rsidR="007D0692" w:rsidRPr="00DA07B5">
        <w:rPr>
          <w:rFonts w:ascii="Corbel" w:hAnsi="Corbel" w:cs="Arial"/>
          <w:i/>
          <w:sz w:val="16"/>
          <w:szCs w:val="16"/>
        </w:rPr>
        <w:t xml:space="preserve">chiarire </w:t>
      </w:r>
      <w:r w:rsidR="00F542C6" w:rsidRPr="00DA07B5">
        <w:rPr>
          <w:rFonts w:ascii="Corbel" w:hAnsi="Corbel" w:cs="Arial"/>
          <w:i/>
          <w:sz w:val="16"/>
          <w:szCs w:val="16"/>
        </w:rPr>
        <w:t>come saranno realizzate le attività</w:t>
      </w:r>
      <w:r w:rsidR="00915DA3">
        <w:rPr>
          <w:rFonts w:ascii="Corbel" w:hAnsi="Corbel" w:cs="Arial"/>
          <w:i/>
          <w:sz w:val="16"/>
          <w:szCs w:val="16"/>
        </w:rPr>
        <w:t>,</w:t>
      </w:r>
      <w:r w:rsidR="00F542C6" w:rsidRPr="00DA07B5">
        <w:rPr>
          <w:rFonts w:ascii="Corbel" w:hAnsi="Corbel" w:cs="Arial"/>
          <w:i/>
          <w:sz w:val="16"/>
          <w:szCs w:val="16"/>
        </w:rPr>
        <w:t xml:space="preserve"> secondo quali principi e processi</w:t>
      </w:r>
      <w:r w:rsidR="00915DA3">
        <w:rPr>
          <w:rFonts w:ascii="Corbel" w:hAnsi="Corbel" w:cs="Arial"/>
          <w:i/>
          <w:sz w:val="16"/>
          <w:szCs w:val="16"/>
        </w:rPr>
        <w:t>,</w:t>
      </w:r>
      <w:r w:rsidR="00F542C6" w:rsidRPr="00DA07B5">
        <w:rPr>
          <w:rFonts w:ascii="Corbel" w:hAnsi="Corbel" w:cs="Arial"/>
          <w:i/>
          <w:sz w:val="16"/>
          <w:szCs w:val="16"/>
        </w:rPr>
        <w:t xml:space="preserve"> evidenziando anche le modalità di applicazione di meccanismi partecipativi e di coinvolgimento dei beneficiari</w:t>
      </w:r>
      <w:r w:rsidR="001772FD">
        <w:rPr>
          <w:rFonts w:ascii="Corbel" w:hAnsi="Corbel" w:cs="Arial"/>
          <w:i/>
          <w:sz w:val="16"/>
          <w:szCs w:val="16"/>
        </w:rPr>
        <w:t>.</w:t>
      </w:r>
    </w:p>
    <w:p w14:paraId="0AA3E0AC" w14:textId="77777777" w:rsidR="001A0032" w:rsidRPr="00DA07B5" w:rsidRDefault="001A0032" w:rsidP="00494019">
      <w:pPr>
        <w:rPr>
          <w:rFonts w:ascii="Corbel" w:hAnsi="Corbel" w:cs="Arial"/>
          <w:i/>
          <w:sz w:val="16"/>
          <w:szCs w:val="16"/>
        </w:rPr>
      </w:pPr>
    </w:p>
    <w:p w14:paraId="4BEED012" w14:textId="77777777" w:rsidR="001A0032" w:rsidRPr="00DA07B5" w:rsidRDefault="001A0032" w:rsidP="001A0032">
      <w:pPr>
        <w:rPr>
          <w:rFonts w:ascii="Corbel" w:hAnsi="Corbel" w:cs="Arial"/>
          <w:szCs w:val="20"/>
          <w:u w:val="single"/>
        </w:rPr>
      </w:pPr>
    </w:p>
    <w:p w14:paraId="23B1151D" w14:textId="77777777" w:rsidR="001A0032" w:rsidRPr="00DA07B5" w:rsidRDefault="00605A13" w:rsidP="001A0032">
      <w:pPr>
        <w:rPr>
          <w:rFonts w:ascii="Corbel" w:hAnsi="Corbel" w:cs="Arial"/>
          <w:b/>
          <w:bCs/>
          <w:szCs w:val="20"/>
          <w:u w:val="single"/>
        </w:rPr>
      </w:pPr>
      <w:r w:rsidRPr="00DA07B5">
        <w:rPr>
          <w:rFonts w:ascii="Corbel" w:hAnsi="Corbel" w:cs="Arial"/>
          <w:b/>
          <w:bCs/>
          <w:szCs w:val="20"/>
          <w:u w:val="single"/>
        </w:rPr>
        <w:t>7</w:t>
      </w:r>
      <w:r w:rsidR="001A0032" w:rsidRPr="00DA07B5">
        <w:rPr>
          <w:rFonts w:ascii="Corbel" w:hAnsi="Corbel" w:cs="Arial"/>
          <w:b/>
          <w:bCs/>
          <w:szCs w:val="20"/>
          <w:u w:val="single"/>
        </w:rPr>
        <w:t>.PERSONALE DI GESTIONE DEL PROGETTO:</w:t>
      </w:r>
    </w:p>
    <w:p w14:paraId="5B83B374" w14:textId="77777777" w:rsidR="001A0032" w:rsidRPr="00DA07B5" w:rsidRDefault="001A0032" w:rsidP="001A0032">
      <w:pPr>
        <w:rPr>
          <w:rFonts w:ascii="Corbel" w:hAnsi="Corbel" w:cs="Arial"/>
          <w:szCs w:val="20"/>
          <w:u w:val="single"/>
        </w:rPr>
      </w:pPr>
    </w:p>
    <w:p w14:paraId="668852A3" w14:textId="77777777" w:rsidR="001A0032" w:rsidRPr="00DA07B5" w:rsidRDefault="00605A13" w:rsidP="001A0032">
      <w:pPr>
        <w:rPr>
          <w:rFonts w:ascii="Corbel" w:hAnsi="Corbel" w:cs="Arial"/>
          <w:b/>
          <w:bCs/>
          <w:szCs w:val="20"/>
        </w:rPr>
      </w:pPr>
      <w:r w:rsidRPr="00DA07B5">
        <w:rPr>
          <w:rFonts w:ascii="Corbel" w:hAnsi="Corbel" w:cs="Arial"/>
          <w:b/>
          <w:bCs/>
          <w:szCs w:val="20"/>
        </w:rPr>
        <w:t>7.</w:t>
      </w:r>
      <w:r w:rsidR="001A0032" w:rsidRPr="00DA07B5">
        <w:rPr>
          <w:rFonts w:ascii="Corbel" w:hAnsi="Corbel" w:cs="Arial"/>
          <w:b/>
          <w:bCs/>
          <w:szCs w:val="20"/>
        </w:rPr>
        <w:t>1 Staff tecnico</w:t>
      </w:r>
    </w:p>
    <w:p w14:paraId="16D72DD4" w14:textId="12442B4A" w:rsidR="001A0032" w:rsidRPr="00DA07B5" w:rsidRDefault="001A0032" w:rsidP="001A0032">
      <w:pPr>
        <w:jc w:val="both"/>
        <w:rPr>
          <w:rFonts w:ascii="Times New Roman" w:hAnsi="Times New Roman"/>
        </w:rPr>
      </w:pPr>
      <w:r w:rsidRPr="00DA07B5">
        <w:rPr>
          <w:rFonts w:ascii="Corbel" w:hAnsi="Corbel" w:cs="Arial"/>
          <w:bCs/>
          <w:i/>
          <w:sz w:val="16"/>
          <w:szCs w:val="16"/>
        </w:rPr>
        <w:t>Presentare una descrizione accurata dello staff tecnico dedicato al programma, fornendone i Termini di Riferimento (TdR)</w:t>
      </w:r>
      <w:r w:rsidR="00DA07B5">
        <w:rPr>
          <w:rFonts w:ascii="Corbel" w:hAnsi="Corbel" w:cs="Arial"/>
          <w:bCs/>
          <w:i/>
          <w:sz w:val="16"/>
          <w:szCs w:val="16"/>
        </w:rPr>
        <w:t xml:space="preserve"> </w:t>
      </w:r>
      <w:r w:rsidRPr="00DA07B5">
        <w:rPr>
          <w:rFonts w:ascii="Corbel" w:hAnsi="Corbel" w:cs="Arial"/>
          <w:bCs/>
          <w:i/>
          <w:sz w:val="16"/>
          <w:szCs w:val="16"/>
        </w:rPr>
        <w:t xml:space="preserve">e </w:t>
      </w:r>
      <w:r w:rsidR="00915DA3">
        <w:rPr>
          <w:rFonts w:ascii="Corbel" w:hAnsi="Corbel" w:cs="Arial"/>
          <w:bCs/>
          <w:i/>
          <w:sz w:val="16"/>
          <w:szCs w:val="16"/>
        </w:rPr>
        <w:t xml:space="preserve">i </w:t>
      </w:r>
      <w:r w:rsidRPr="00DA07B5">
        <w:rPr>
          <w:rFonts w:ascii="Corbel" w:hAnsi="Corbel" w:cs="Arial"/>
          <w:bCs/>
          <w:i/>
          <w:sz w:val="16"/>
          <w:szCs w:val="16"/>
        </w:rPr>
        <w:t xml:space="preserve">CV, i quali dovranno essere strettamente pertinenti al Progetto e contenere una derubricazione puntuale ed esaustiva delle mansioni previste per la figura professionale espatriata o locale in questione. I TdR </w:t>
      </w:r>
      <w:r w:rsidRPr="00DA07B5">
        <w:rPr>
          <w:rFonts w:ascii="Corbel" w:hAnsi="Corbel" w:cs="Arial"/>
          <w:b/>
          <w:bCs/>
          <w:i/>
          <w:sz w:val="16"/>
          <w:szCs w:val="16"/>
          <w:u w:val="single"/>
        </w:rPr>
        <w:t>non sono richiesti</w:t>
      </w:r>
      <w:r w:rsidRPr="00DA07B5">
        <w:rPr>
          <w:rFonts w:ascii="Corbel" w:hAnsi="Corbel" w:cs="Arial"/>
          <w:bCs/>
          <w:i/>
          <w:sz w:val="16"/>
          <w:szCs w:val="16"/>
        </w:rPr>
        <w:t xml:space="preserve"> per le figure professionali con mansioni meramente esecutive, quali ad es. il personale di segreteria. Indicazioni concernenti: (i) il titolo di studio richiesto e gli anni trascorsi dal rilascio dello stesso; (ii) eventuali altri titoli di specializzazione; (iii) grado di conoscenza della/e lingue straniere; (iv) grado di esperienza lavorativa nel settore di competenza professionale; (v) grado di esperienza in interventi di cooperazione. </w:t>
      </w:r>
    </w:p>
    <w:p w14:paraId="5805E618" w14:textId="77777777" w:rsidR="001A0032" w:rsidRPr="00DA07B5" w:rsidRDefault="001A0032" w:rsidP="00494019">
      <w:pPr>
        <w:rPr>
          <w:rFonts w:ascii="Corbel" w:hAnsi="Corbel" w:cs="Arial"/>
          <w:i/>
          <w:sz w:val="16"/>
          <w:szCs w:val="16"/>
        </w:rPr>
      </w:pPr>
    </w:p>
    <w:p w14:paraId="75591CE1" w14:textId="77777777" w:rsidR="00583941" w:rsidRPr="00DA07B5" w:rsidRDefault="00583941" w:rsidP="00494019">
      <w:pPr>
        <w:rPr>
          <w:rFonts w:ascii="Corbel" w:hAnsi="Corbel" w:cs="Arial"/>
          <w:i/>
          <w:sz w:val="16"/>
          <w:szCs w:val="16"/>
        </w:rPr>
      </w:pPr>
    </w:p>
    <w:p w14:paraId="76B5CEBC" w14:textId="77777777" w:rsidR="00F93EC7" w:rsidRPr="00DA07B5" w:rsidRDefault="00F93EC7" w:rsidP="00494019">
      <w:pPr>
        <w:rPr>
          <w:rFonts w:ascii="Corbel" w:hAnsi="Corbel" w:cs="Arial"/>
          <w:b/>
          <w:sz w:val="16"/>
          <w:szCs w:val="16"/>
        </w:rPr>
      </w:pPr>
    </w:p>
    <w:p w14:paraId="37C8EAD3" w14:textId="77777777" w:rsidR="00C032DF" w:rsidRPr="00DA07B5" w:rsidRDefault="00F84A6E" w:rsidP="00494019">
      <w:pPr>
        <w:rPr>
          <w:rFonts w:ascii="Corbel" w:hAnsi="Corbel" w:cs="Arial"/>
          <w:b/>
          <w:szCs w:val="20"/>
          <w:u w:val="single"/>
        </w:rPr>
      </w:pPr>
      <w:r w:rsidRPr="00DA07B5">
        <w:rPr>
          <w:rFonts w:ascii="Corbel" w:hAnsi="Corbel" w:cs="Arial"/>
          <w:b/>
          <w:szCs w:val="20"/>
          <w:u w:val="single"/>
        </w:rPr>
        <w:t>8</w:t>
      </w:r>
      <w:r w:rsidR="00C032DF" w:rsidRPr="00DA07B5">
        <w:rPr>
          <w:rFonts w:ascii="Corbel" w:hAnsi="Corbel" w:cs="Arial"/>
          <w:b/>
          <w:szCs w:val="20"/>
          <w:u w:val="single"/>
        </w:rPr>
        <w:t>.CRONOGRAMMA</w:t>
      </w:r>
    </w:p>
    <w:p w14:paraId="31E5631D" w14:textId="77777777" w:rsidR="00C032DF" w:rsidRDefault="00C032DF" w:rsidP="00494019">
      <w:pPr>
        <w:rPr>
          <w:rFonts w:ascii="Corbel" w:hAnsi="Corbel" w:cs="Arial"/>
          <w:i/>
          <w:sz w:val="16"/>
          <w:szCs w:val="16"/>
        </w:rPr>
      </w:pPr>
      <w:r w:rsidRPr="00DA07B5">
        <w:rPr>
          <w:rFonts w:ascii="Corbel" w:hAnsi="Corbel" w:cs="Arial"/>
          <w:i/>
          <w:sz w:val="16"/>
          <w:szCs w:val="16"/>
        </w:rPr>
        <w:t>Utilizzare il diagramma di Gantt per la descrizione della durata del programma e fornire una sintetica spiegazione di ogni elemento di rilievo che si ritenga di dover segnalare riguardo alla tempistica proposta</w:t>
      </w:r>
    </w:p>
    <w:p w14:paraId="48182DCB" w14:textId="77777777" w:rsidR="00DA07B5" w:rsidRPr="00DA07B5" w:rsidRDefault="00DA07B5" w:rsidP="00494019">
      <w:pPr>
        <w:rPr>
          <w:rFonts w:ascii="Corbel" w:hAnsi="Corbel" w:cs="Arial"/>
          <w:i/>
          <w:sz w:val="16"/>
          <w:szCs w:val="16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3260"/>
        <w:gridCol w:w="1417"/>
        <w:gridCol w:w="851"/>
        <w:gridCol w:w="850"/>
        <w:gridCol w:w="851"/>
        <w:gridCol w:w="850"/>
      </w:tblGrid>
      <w:tr w:rsidR="00E15601" w:rsidRPr="00DA07B5" w14:paraId="6569D92C" w14:textId="77777777" w:rsidTr="00D11FA5">
        <w:trPr>
          <w:trHeight w:val="989"/>
        </w:trPr>
        <w:tc>
          <w:tcPr>
            <w:tcW w:w="1630" w:type="dxa"/>
            <w:shd w:val="clear" w:color="auto" w:fill="99CCFF"/>
          </w:tcPr>
          <w:p w14:paraId="62A1B1EA" w14:textId="77777777" w:rsidR="00E15601" w:rsidRPr="00DA07B5" w:rsidRDefault="00E15601" w:rsidP="00C032DF">
            <w:pPr>
              <w:jc w:val="center"/>
              <w:rPr>
                <w:rFonts w:ascii="Corbel" w:hAnsi="Corbel" w:cs="Arial"/>
                <w:b/>
                <w:bCs/>
                <w:i/>
                <w:iCs/>
                <w:sz w:val="18"/>
                <w:szCs w:val="18"/>
              </w:rPr>
            </w:pPr>
          </w:p>
          <w:p w14:paraId="703350CC" w14:textId="77777777" w:rsidR="00E15601" w:rsidRPr="00DA07B5" w:rsidRDefault="00E15601" w:rsidP="00C032DF">
            <w:pPr>
              <w:jc w:val="center"/>
              <w:rPr>
                <w:rFonts w:ascii="Corbel" w:hAnsi="Corbel" w:cs="Arial"/>
                <w:b/>
                <w:bCs/>
                <w:i/>
                <w:iCs/>
                <w:sz w:val="16"/>
                <w:szCs w:val="16"/>
              </w:rPr>
            </w:pPr>
          </w:p>
          <w:p w14:paraId="7BAF866F" w14:textId="77777777" w:rsidR="00E15601" w:rsidRPr="00DA07B5" w:rsidRDefault="00E15601" w:rsidP="00C032DF">
            <w:pPr>
              <w:jc w:val="center"/>
              <w:rPr>
                <w:rFonts w:ascii="Corbel" w:hAnsi="Corbel" w:cs="Arial"/>
                <w:b/>
                <w:bCs/>
                <w:i/>
                <w:iCs/>
                <w:sz w:val="16"/>
                <w:szCs w:val="16"/>
                <w:lang w:val="es-GT"/>
              </w:rPr>
            </w:pPr>
            <w:r w:rsidRPr="00DA07B5">
              <w:rPr>
                <w:rFonts w:ascii="Corbel" w:hAnsi="Corbel" w:cs="Arial"/>
                <w:b/>
                <w:bCs/>
                <w:i/>
                <w:iCs/>
                <w:sz w:val="16"/>
                <w:szCs w:val="16"/>
                <w:lang w:val="es-GT"/>
              </w:rPr>
              <w:t xml:space="preserve">Risultato </w:t>
            </w:r>
          </w:p>
        </w:tc>
        <w:tc>
          <w:tcPr>
            <w:tcW w:w="3260" w:type="dxa"/>
            <w:shd w:val="clear" w:color="auto" w:fill="99CCFF"/>
            <w:vAlign w:val="center"/>
          </w:tcPr>
          <w:p w14:paraId="17C558EC" w14:textId="77777777" w:rsidR="00E15601" w:rsidRPr="00DA07B5" w:rsidRDefault="00E15601" w:rsidP="00C032DF">
            <w:pPr>
              <w:jc w:val="center"/>
              <w:rPr>
                <w:rFonts w:ascii="Corbel" w:hAnsi="Corbel" w:cs="Arial"/>
                <w:b/>
                <w:bCs/>
                <w:i/>
                <w:iCs/>
                <w:sz w:val="18"/>
                <w:szCs w:val="18"/>
                <w:lang w:val="es-GT"/>
              </w:rPr>
            </w:pPr>
          </w:p>
          <w:p w14:paraId="08F10E4F" w14:textId="77777777" w:rsidR="00E15601" w:rsidRPr="00DA07B5" w:rsidRDefault="00E15601" w:rsidP="00C032DF">
            <w:pPr>
              <w:jc w:val="center"/>
              <w:rPr>
                <w:rFonts w:ascii="Corbel" w:hAnsi="Corbel" w:cs="Arial"/>
                <w:bCs/>
                <w:i/>
                <w:iCs/>
                <w:sz w:val="16"/>
                <w:szCs w:val="16"/>
                <w:lang w:val="es-GT"/>
              </w:rPr>
            </w:pPr>
            <w:r w:rsidRPr="00DA07B5">
              <w:rPr>
                <w:rFonts w:ascii="Corbel" w:hAnsi="Corbel" w:cs="Arial"/>
                <w:b/>
                <w:bCs/>
                <w:i/>
                <w:iCs/>
                <w:sz w:val="16"/>
                <w:szCs w:val="16"/>
                <w:lang w:val="es-GT"/>
              </w:rPr>
              <w:t>Attività</w:t>
            </w:r>
          </w:p>
          <w:p w14:paraId="22BEA57F" w14:textId="77777777" w:rsidR="00E15601" w:rsidRPr="00DA07B5" w:rsidRDefault="00E15601" w:rsidP="00C032DF">
            <w:pPr>
              <w:jc w:val="center"/>
              <w:rPr>
                <w:rFonts w:ascii="Corbel" w:hAnsi="Corbel" w:cs="Arial"/>
                <w:b/>
                <w:bCs/>
                <w:sz w:val="16"/>
                <w:szCs w:val="16"/>
                <w:vertAlign w:val="superscript"/>
              </w:rPr>
            </w:pPr>
          </w:p>
        </w:tc>
        <w:tc>
          <w:tcPr>
            <w:tcW w:w="1417" w:type="dxa"/>
            <w:shd w:val="clear" w:color="auto" w:fill="99CCFF"/>
            <w:vAlign w:val="center"/>
          </w:tcPr>
          <w:p w14:paraId="06DFC6D7" w14:textId="77777777" w:rsidR="00E15601" w:rsidRPr="00DA07B5" w:rsidRDefault="00E15601" w:rsidP="00D11FA5">
            <w:pPr>
              <w:jc w:val="center"/>
              <w:rPr>
                <w:rFonts w:ascii="Corbel" w:hAnsi="Corbel" w:cs="Arial"/>
                <w:b/>
                <w:bCs/>
                <w:sz w:val="14"/>
                <w:szCs w:val="14"/>
              </w:rPr>
            </w:pPr>
            <w:r w:rsidRPr="00D11FA5">
              <w:rPr>
                <w:rFonts w:ascii="Corbel" w:hAnsi="Corbel" w:cs="Arial"/>
                <w:b/>
                <w:bCs/>
                <w:i/>
                <w:iCs/>
                <w:sz w:val="16"/>
                <w:szCs w:val="16"/>
                <w:lang w:val="es-GT"/>
              </w:rPr>
              <w:t>Tempi</w:t>
            </w:r>
          </w:p>
        </w:tc>
        <w:tc>
          <w:tcPr>
            <w:tcW w:w="3402" w:type="dxa"/>
            <w:gridSpan w:val="4"/>
            <w:shd w:val="clear" w:color="auto" w:fill="CCFFFF"/>
            <w:vAlign w:val="center"/>
          </w:tcPr>
          <w:p w14:paraId="51DBE771" w14:textId="77777777" w:rsidR="00E15601" w:rsidRPr="00DA07B5" w:rsidRDefault="00E15601" w:rsidP="00C032DF">
            <w:pPr>
              <w:jc w:val="center"/>
              <w:rPr>
                <w:rFonts w:ascii="Corbel" w:hAnsi="Corbel" w:cs="Arial"/>
                <w:b/>
                <w:bCs/>
                <w:sz w:val="16"/>
                <w:szCs w:val="16"/>
              </w:rPr>
            </w:pPr>
          </w:p>
          <w:p w14:paraId="7C4AC2DF" w14:textId="77777777" w:rsidR="00E15601" w:rsidRPr="00D11FA5" w:rsidRDefault="00E15601" w:rsidP="00C032DF">
            <w:pPr>
              <w:jc w:val="center"/>
              <w:rPr>
                <w:rFonts w:ascii="Corbel" w:hAnsi="Corbel" w:cs="Arial"/>
                <w:b/>
                <w:bCs/>
                <w:i/>
                <w:iCs/>
                <w:sz w:val="16"/>
                <w:szCs w:val="16"/>
                <w:lang w:val="es-GT"/>
              </w:rPr>
            </w:pPr>
            <w:r w:rsidRPr="00D11FA5">
              <w:rPr>
                <w:rFonts w:ascii="Corbel" w:hAnsi="Corbel" w:cs="Arial"/>
                <w:b/>
                <w:bCs/>
                <w:i/>
                <w:iCs/>
                <w:sz w:val="16"/>
                <w:szCs w:val="16"/>
                <w:lang w:val="es-GT"/>
              </w:rPr>
              <w:t>Iº anno</w:t>
            </w:r>
          </w:p>
          <w:p w14:paraId="5B22E9A2" w14:textId="77777777" w:rsidR="00E15601" w:rsidRPr="00DA07B5" w:rsidRDefault="00E15601" w:rsidP="00C032DF">
            <w:pPr>
              <w:jc w:val="center"/>
              <w:rPr>
                <w:rFonts w:ascii="Corbel" w:hAnsi="Corbel" w:cs="Arial"/>
                <w:b/>
                <w:bCs/>
                <w:sz w:val="16"/>
                <w:szCs w:val="16"/>
              </w:rPr>
            </w:pPr>
          </w:p>
        </w:tc>
      </w:tr>
      <w:tr w:rsidR="00E15601" w:rsidRPr="00DA07B5" w14:paraId="5BB8095F" w14:textId="77777777" w:rsidTr="00D11FA5">
        <w:trPr>
          <w:trHeight w:val="355"/>
        </w:trPr>
        <w:tc>
          <w:tcPr>
            <w:tcW w:w="1630" w:type="dxa"/>
          </w:tcPr>
          <w:p w14:paraId="28BD475A" w14:textId="77777777" w:rsidR="00E15601" w:rsidRPr="00DA07B5" w:rsidRDefault="00E15601" w:rsidP="00C032DF">
            <w:pPr>
              <w:jc w:val="center"/>
              <w:rPr>
                <w:rFonts w:ascii="Corbel" w:hAnsi="Corbel" w:cs="Arial"/>
                <w:b/>
                <w:bCs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0066FD6C" w14:textId="77777777" w:rsidR="00E15601" w:rsidRPr="00DA07B5" w:rsidRDefault="00E15601" w:rsidP="00C032DF">
            <w:pPr>
              <w:jc w:val="center"/>
              <w:rPr>
                <w:rFonts w:ascii="Corbel" w:hAnsi="Corbel" w:cs="Arial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CFFFF"/>
            <w:vAlign w:val="center"/>
          </w:tcPr>
          <w:p w14:paraId="0A14D4C8" w14:textId="77777777" w:rsidR="00E15601" w:rsidRPr="00DA07B5" w:rsidRDefault="00E15601" w:rsidP="00C032DF">
            <w:pPr>
              <w:jc w:val="center"/>
              <w:rPr>
                <w:rFonts w:ascii="Corbel" w:hAnsi="Corbel" w:cs="Arial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CCFFFF"/>
            <w:vAlign w:val="center"/>
          </w:tcPr>
          <w:p w14:paraId="5C33A724" w14:textId="4A896AEE" w:rsidR="00E15601" w:rsidRPr="00DA07B5" w:rsidRDefault="00E15601" w:rsidP="00AA6519">
            <w:pPr>
              <w:rPr>
                <w:rFonts w:ascii="Corbel" w:hAnsi="Corbel" w:cs="Arial"/>
                <w:bCs/>
                <w:sz w:val="14"/>
                <w:szCs w:val="14"/>
              </w:rPr>
            </w:pPr>
            <w:r w:rsidRPr="00DA07B5">
              <w:rPr>
                <w:rFonts w:ascii="Corbel" w:hAnsi="Corbel" w:cs="Arial"/>
                <w:bCs/>
                <w:sz w:val="14"/>
                <w:szCs w:val="14"/>
              </w:rPr>
              <w:t>Trimestre 1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shd w:val="clear" w:color="auto" w:fill="CCFFFF"/>
            <w:vAlign w:val="center"/>
          </w:tcPr>
          <w:p w14:paraId="449FF7EB" w14:textId="77777777" w:rsidR="00E15601" w:rsidRPr="00DA07B5" w:rsidRDefault="00E15601" w:rsidP="00C032DF">
            <w:pPr>
              <w:jc w:val="center"/>
              <w:rPr>
                <w:rFonts w:ascii="Corbel" w:hAnsi="Corbel"/>
                <w:sz w:val="14"/>
                <w:szCs w:val="14"/>
              </w:rPr>
            </w:pPr>
            <w:r w:rsidRPr="00DA07B5">
              <w:rPr>
                <w:rFonts w:ascii="Corbel" w:hAnsi="Corbel" w:cs="Arial"/>
                <w:bCs/>
                <w:sz w:val="14"/>
                <w:szCs w:val="14"/>
              </w:rPr>
              <w:t>Trimestre 2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CCFFFF"/>
            <w:vAlign w:val="center"/>
          </w:tcPr>
          <w:p w14:paraId="47F6D9D9" w14:textId="77777777" w:rsidR="00E15601" w:rsidRPr="00DA07B5" w:rsidRDefault="00E15601" w:rsidP="00C032DF">
            <w:pPr>
              <w:jc w:val="center"/>
              <w:rPr>
                <w:rFonts w:ascii="Corbel" w:hAnsi="Corbel"/>
                <w:sz w:val="14"/>
                <w:szCs w:val="14"/>
              </w:rPr>
            </w:pPr>
            <w:r w:rsidRPr="00DA07B5">
              <w:rPr>
                <w:rFonts w:ascii="Corbel" w:hAnsi="Corbel" w:cs="Arial"/>
                <w:bCs/>
                <w:sz w:val="14"/>
                <w:szCs w:val="14"/>
              </w:rPr>
              <w:t>Trimestre 3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shd w:val="clear" w:color="auto" w:fill="CCFFFF"/>
            <w:vAlign w:val="center"/>
          </w:tcPr>
          <w:p w14:paraId="64102DC0" w14:textId="77777777" w:rsidR="00E15601" w:rsidRPr="00DA07B5" w:rsidRDefault="00E15601" w:rsidP="00C032DF">
            <w:pPr>
              <w:jc w:val="center"/>
              <w:rPr>
                <w:rFonts w:ascii="Corbel" w:hAnsi="Corbel"/>
                <w:sz w:val="14"/>
                <w:szCs w:val="14"/>
              </w:rPr>
            </w:pPr>
            <w:r w:rsidRPr="00DA07B5">
              <w:rPr>
                <w:rFonts w:ascii="Corbel" w:hAnsi="Corbel" w:cs="Arial"/>
                <w:bCs/>
                <w:sz w:val="14"/>
                <w:szCs w:val="14"/>
              </w:rPr>
              <w:t>Trimestre 4</w:t>
            </w:r>
          </w:p>
        </w:tc>
      </w:tr>
      <w:tr w:rsidR="00E15601" w:rsidRPr="00DA07B5" w14:paraId="6C7B0574" w14:textId="77777777" w:rsidTr="00D11FA5">
        <w:trPr>
          <w:trHeight w:val="528"/>
        </w:trPr>
        <w:tc>
          <w:tcPr>
            <w:tcW w:w="1630" w:type="dxa"/>
          </w:tcPr>
          <w:p w14:paraId="3E4C6D8F" w14:textId="77777777" w:rsidR="00E15601" w:rsidRPr="00DA07B5" w:rsidRDefault="00E15601" w:rsidP="00C032DF">
            <w:pPr>
              <w:rPr>
                <w:rFonts w:ascii="Corbel" w:hAnsi="Corbel" w:cs="Arial"/>
                <w:bCs/>
                <w:i/>
                <w:iCs/>
                <w:sz w:val="18"/>
                <w:szCs w:val="18"/>
                <w:lang w:val="es-GT"/>
              </w:rPr>
            </w:pPr>
          </w:p>
          <w:p w14:paraId="1513DDF2" w14:textId="77777777" w:rsidR="00E15601" w:rsidRPr="00DA07B5" w:rsidRDefault="00E15601" w:rsidP="00C032DF">
            <w:pPr>
              <w:rPr>
                <w:rFonts w:ascii="Corbel" w:hAnsi="Corbel" w:cs="Arial"/>
                <w:bCs/>
                <w:i/>
                <w:iCs/>
                <w:sz w:val="18"/>
                <w:szCs w:val="18"/>
                <w:lang w:val="es-GT"/>
              </w:rPr>
            </w:pPr>
            <w:r w:rsidRPr="00DA07B5">
              <w:rPr>
                <w:rFonts w:ascii="Corbel" w:hAnsi="Corbel" w:cs="Arial"/>
                <w:bCs/>
                <w:i/>
                <w:iCs/>
                <w:sz w:val="18"/>
                <w:szCs w:val="18"/>
                <w:lang w:val="es-GT"/>
              </w:rPr>
              <w:t>Risultato X</w:t>
            </w:r>
          </w:p>
          <w:p w14:paraId="36363BF8" w14:textId="77777777" w:rsidR="00E15601" w:rsidRPr="00DA07B5" w:rsidRDefault="00E15601" w:rsidP="00C032DF">
            <w:pPr>
              <w:rPr>
                <w:rFonts w:ascii="Corbel" w:hAnsi="Corbel" w:cs="Arial"/>
                <w:bCs/>
                <w:i/>
                <w:iCs/>
                <w:sz w:val="18"/>
                <w:szCs w:val="18"/>
                <w:lang w:val="es-GT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59A775A1" w14:textId="77777777" w:rsidR="00E15601" w:rsidRPr="00DA07B5" w:rsidRDefault="00E15601" w:rsidP="00C032DF">
            <w:pPr>
              <w:rPr>
                <w:rFonts w:ascii="Corbel" w:hAnsi="Corbel" w:cs="Arial"/>
                <w:bCs/>
                <w:i/>
                <w:iCs/>
                <w:sz w:val="18"/>
                <w:szCs w:val="18"/>
                <w:lang w:val="es-GT"/>
              </w:rPr>
            </w:pPr>
          </w:p>
          <w:p w14:paraId="085887D8" w14:textId="77777777" w:rsidR="00E15601" w:rsidRPr="00DA07B5" w:rsidRDefault="00E15601" w:rsidP="00C032DF">
            <w:pPr>
              <w:rPr>
                <w:rFonts w:ascii="Corbel" w:hAnsi="Corbel" w:cs="Arial"/>
                <w:bCs/>
                <w:i/>
                <w:iCs/>
                <w:sz w:val="18"/>
                <w:szCs w:val="18"/>
                <w:lang w:val="es-GT"/>
              </w:rPr>
            </w:pPr>
            <w:r w:rsidRPr="00DA07B5">
              <w:rPr>
                <w:rFonts w:ascii="Corbel" w:hAnsi="Corbel" w:cs="Arial"/>
                <w:bCs/>
                <w:i/>
                <w:iCs/>
                <w:sz w:val="18"/>
                <w:szCs w:val="18"/>
                <w:lang w:val="es-GT"/>
              </w:rPr>
              <w:t>Attività X</w:t>
            </w:r>
          </w:p>
          <w:p w14:paraId="47602197" w14:textId="77777777" w:rsidR="00E15601" w:rsidRPr="00DA07B5" w:rsidRDefault="00E15601" w:rsidP="00C032DF">
            <w:pPr>
              <w:rPr>
                <w:rFonts w:ascii="Corbel" w:hAnsi="Corbel" w:cs="Arial"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right w:val="single" w:sz="4" w:space="0" w:color="000000"/>
            </w:tcBorders>
            <w:shd w:val="clear" w:color="auto" w:fill="00FF00"/>
            <w:vAlign w:val="center"/>
          </w:tcPr>
          <w:p w14:paraId="4DF57991" w14:textId="77777777" w:rsidR="00E15601" w:rsidRPr="00DA07B5" w:rsidRDefault="00E15601" w:rsidP="00C032DF">
            <w:pPr>
              <w:jc w:val="center"/>
              <w:rPr>
                <w:rFonts w:ascii="Corbel" w:hAnsi="Corbel" w:cs="Arial"/>
                <w:bCs/>
                <w:sz w:val="14"/>
                <w:szCs w:val="14"/>
              </w:rPr>
            </w:pPr>
            <w:r w:rsidRPr="00DA07B5">
              <w:rPr>
                <w:rFonts w:ascii="Corbel" w:hAnsi="Corbel" w:cs="Arial"/>
                <w:bCs/>
                <w:sz w:val="14"/>
                <w:szCs w:val="14"/>
              </w:rPr>
              <w:t>previsti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D45961A" w14:textId="77777777" w:rsidR="00E15601" w:rsidRPr="00DA07B5" w:rsidRDefault="00E15601" w:rsidP="00C032DF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19C48E6" w14:textId="77777777" w:rsidR="00E15601" w:rsidRPr="00DA07B5" w:rsidRDefault="00E15601" w:rsidP="00C032DF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3A57725" w14:textId="77777777" w:rsidR="00E15601" w:rsidRPr="00DA07B5" w:rsidRDefault="00E15601" w:rsidP="00C032DF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DD8AD3F" w14:textId="77777777" w:rsidR="00E15601" w:rsidRPr="00DA07B5" w:rsidRDefault="00E15601" w:rsidP="00C032DF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</w:tr>
      <w:tr w:rsidR="00E15601" w:rsidRPr="00DA07B5" w14:paraId="02DA11DB" w14:textId="77777777" w:rsidTr="00D11FA5">
        <w:trPr>
          <w:trHeight w:val="528"/>
        </w:trPr>
        <w:tc>
          <w:tcPr>
            <w:tcW w:w="1630" w:type="dxa"/>
          </w:tcPr>
          <w:p w14:paraId="468D1C7D" w14:textId="77777777" w:rsidR="00E15601" w:rsidRPr="00DA07B5" w:rsidRDefault="00E15601" w:rsidP="00C032DF">
            <w:pPr>
              <w:rPr>
                <w:rFonts w:ascii="Corbel" w:hAnsi="Corbel" w:cs="Arial"/>
                <w:bCs/>
                <w:i/>
                <w:iCs/>
                <w:sz w:val="18"/>
                <w:szCs w:val="18"/>
                <w:lang w:val="es-GT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2E8AD03C" w14:textId="77777777" w:rsidR="00E15601" w:rsidRPr="00DA07B5" w:rsidRDefault="00E15601" w:rsidP="00C032DF">
            <w:pPr>
              <w:rPr>
                <w:rFonts w:ascii="Corbel" w:hAnsi="Corbel" w:cs="Arial"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right w:val="single" w:sz="4" w:space="0" w:color="000000"/>
            </w:tcBorders>
            <w:shd w:val="clear" w:color="auto" w:fill="00FF00"/>
            <w:vAlign w:val="center"/>
          </w:tcPr>
          <w:p w14:paraId="1E636C0F" w14:textId="77777777" w:rsidR="00E15601" w:rsidRPr="00DA07B5" w:rsidRDefault="00E15601" w:rsidP="00C032DF">
            <w:pPr>
              <w:jc w:val="center"/>
              <w:rPr>
                <w:rFonts w:ascii="Corbel" w:hAnsi="Corbel" w:cs="Arial"/>
                <w:bCs/>
                <w:sz w:val="14"/>
                <w:szCs w:val="14"/>
              </w:rPr>
            </w:pPr>
            <w:r w:rsidRPr="00DA07B5">
              <w:rPr>
                <w:rFonts w:ascii="Corbel" w:hAnsi="Corbel" w:cs="Arial"/>
                <w:bCs/>
                <w:sz w:val="14"/>
                <w:szCs w:val="14"/>
              </w:rPr>
              <w:t>previsti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7354241" w14:textId="77777777" w:rsidR="00E15601" w:rsidRPr="00DA07B5" w:rsidRDefault="00E15601" w:rsidP="00C032DF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13BAA68" w14:textId="77777777" w:rsidR="00E15601" w:rsidRPr="00DA07B5" w:rsidRDefault="00E15601" w:rsidP="00C032DF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90515BF" w14:textId="77777777" w:rsidR="00E15601" w:rsidRPr="00DA07B5" w:rsidRDefault="00E15601" w:rsidP="00C032DF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320228C" w14:textId="77777777" w:rsidR="00E15601" w:rsidRPr="00DA07B5" w:rsidRDefault="00E15601" w:rsidP="00C032DF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</w:tr>
      <w:tr w:rsidR="00E15601" w:rsidRPr="00DA07B5" w14:paraId="6A05E1E2" w14:textId="77777777" w:rsidTr="00D11FA5">
        <w:trPr>
          <w:trHeight w:val="528"/>
        </w:trPr>
        <w:tc>
          <w:tcPr>
            <w:tcW w:w="1630" w:type="dxa"/>
          </w:tcPr>
          <w:p w14:paraId="02EBAC7F" w14:textId="77777777" w:rsidR="00E15601" w:rsidRPr="00DA07B5" w:rsidRDefault="00E15601" w:rsidP="00C032DF">
            <w:pPr>
              <w:rPr>
                <w:rFonts w:ascii="Corbel" w:hAnsi="Corbel" w:cs="Arial"/>
                <w:bCs/>
                <w:i/>
                <w:iCs/>
                <w:sz w:val="18"/>
                <w:szCs w:val="18"/>
                <w:lang w:val="es-GT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26453583" w14:textId="77777777" w:rsidR="00E15601" w:rsidRPr="00DA07B5" w:rsidRDefault="00E15601" w:rsidP="00C032DF">
            <w:pPr>
              <w:rPr>
                <w:rFonts w:ascii="Corbel" w:hAnsi="Corbel" w:cs="Arial"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right w:val="single" w:sz="4" w:space="0" w:color="000000"/>
            </w:tcBorders>
            <w:shd w:val="clear" w:color="auto" w:fill="00FF00"/>
            <w:vAlign w:val="center"/>
          </w:tcPr>
          <w:p w14:paraId="4822A957" w14:textId="77777777" w:rsidR="00E15601" w:rsidRPr="00DA07B5" w:rsidRDefault="00E15601" w:rsidP="00C032DF">
            <w:pPr>
              <w:jc w:val="center"/>
              <w:rPr>
                <w:rFonts w:ascii="Corbel" w:hAnsi="Corbel" w:cs="Arial"/>
                <w:bCs/>
                <w:sz w:val="14"/>
                <w:szCs w:val="14"/>
              </w:rPr>
            </w:pPr>
            <w:r w:rsidRPr="00DA07B5">
              <w:rPr>
                <w:rFonts w:ascii="Corbel" w:hAnsi="Corbel" w:cs="Arial"/>
                <w:bCs/>
                <w:sz w:val="14"/>
                <w:szCs w:val="14"/>
              </w:rPr>
              <w:t>previsti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4C73B97" w14:textId="77777777" w:rsidR="00E15601" w:rsidRPr="00DA07B5" w:rsidRDefault="00E15601" w:rsidP="00C032DF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A46153B" w14:textId="77777777" w:rsidR="00E15601" w:rsidRPr="00DA07B5" w:rsidRDefault="00E15601" w:rsidP="00C032DF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DA93833" w14:textId="77777777" w:rsidR="00E15601" w:rsidRPr="00DA07B5" w:rsidRDefault="00E15601" w:rsidP="00C032DF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FDDC61C" w14:textId="77777777" w:rsidR="00E15601" w:rsidRPr="00DA07B5" w:rsidRDefault="00E15601" w:rsidP="00C032DF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</w:tr>
      <w:tr w:rsidR="00E15601" w:rsidRPr="00DA07B5" w14:paraId="1257C052" w14:textId="77777777" w:rsidTr="00D11FA5">
        <w:trPr>
          <w:trHeight w:val="528"/>
        </w:trPr>
        <w:tc>
          <w:tcPr>
            <w:tcW w:w="1630" w:type="dxa"/>
          </w:tcPr>
          <w:p w14:paraId="7EB78067" w14:textId="77777777" w:rsidR="00E15601" w:rsidRPr="00DA07B5" w:rsidRDefault="00E15601" w:rsidP="00C032DF">
            <w:pPr>
              <w:rPr>
                <w:rFonts w:ascii="Corbel" w:hAnsi="Corbel" w:cs="Arial"/>
                <w:bCs/>
                <w:i/>
                <w:iCs/>
                <w:sz w:val="18"/>
                <w:szCs w:val="18"/>
                <w:lang w:val="es-GT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60C5DF6F" w14:textId="77777777" w:rsidR="00E15601" w:rsidRPr="00DA07B5" w:rsidRDefault="00E15601" w:rsidP="00C032DF">
            <w:pPr>
              <w:rPr>
                <w:rFonts w:ascii="Corbel" w:hAnsi="Corbel" w:cs="Arial"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right w:val="single" w:sz="4" w:space="0" w:color="000000"/>
            </w:tcBorders>
            <w:shd w:val="clear" w:color="auto" w:fill="00FF00"/>
            <w:vAlign w:val="center"/>
          </w:tcPr>
          <w:p w14:paraId="22199472" w14:textId="77777777" w:rsidR="00E15601" w:rsidRPr="00DA07B5" w:rsidRDefault="00E15601" w:rsidP="00C032DF">
            <w:pPr>
              <w:jc w:val="center"/>
              <w:rPr>
                <w:rFonts w:ascii="Corbel" w:hAnsi="Corbel" w:cs="Arial"/>
                <w:bCs/>
                <w:sz w:val="14"/>
                <w:szCs w:val="14"/>
              </w:rPr>
            </w:pPr>
            <w:r w:rsidRPr="00DA07B5">
              <w:rPr>
                <w:rFonts w:ascii="Corbel" w:hAnsi="Corbel" w:cs="Arial"/>
                <w:bCs/>
                <w:sz w:val="14"/>
                <w:szCs w:val="14"/>
              </w:rPr>
              <w:t>previsti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A609B33" w14:textId="77777777" w:rsidR="00E15601" w:rsidRPr="00DA07B5" w:rsidRDefault="00E15601" w:rsidP="00C032DF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72EDFCC" w14:textId="77777777" w:rsidR="00E15601" w:rsidRPr="00DA07B5" w:rsidRDefault="00E15601" w:rsidP="00C032DF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C4C8101" w14:textId="77777777" w:rsidR="00E15601" w:rsidRPr="00DA07B5" w:rsidRDefault="00E15601" w:rsidP="00C032DF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DFDF2C7" w14:textId="77777777" w:rsidR="00E15601" w:rsidRPr="00DA07B5" w:rsidRDefault="00E15601" w:rsidP="00C032DF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</w:tr>
    </w:tbl>
    <w:p w14:paraId="4B79BF5D" w14:textId="77777777" w:rsidR="00C032DF" w:rsidRPr="00DA07B5" w:rsidRDefault="00C032DF" w:rsidP="00494019">
      <w:pPr>
        <w:rPr>
          <w:rFonts w:ascii="Corbel" w:hAnsi="Corbel" w:cs="Arial"/>
          <w:b/>
          <w:szCs w:val="20"/>
          <w:u w:val="single"/>
        </w:rPr>
      </w:pPr>
    </w:p>
    <w:p w14:paraId="18AF27C2" w14:textId="77777777" w:rsidR="000B0E9B" w:rsidRDefault="000B0E9B" w:rsidP="00494019">
      <w:pPr>
        <w:rPr>
          <w:rFonts w:ascii="Corbel" w:hAnsi="Corbel" w:cs="Arial"/>
          <w:b/>
          <w:szCs w:val="20"/>
          <w:u w:val="single"/>
        </w:rPr>
      </w:pPr>
    </w:p>
    <w:p w14:paraId="1294F035" w14:textId="77777777" w:rsidR="00D9611D" w:rsidRDefault="00D9611D" w:rsidP="00494019">
      <w:pPr>
        <w:rPr>
          <w:rFonts w:ascii="Corbel" w:hAnsi="Corbel" w:cs="Arial"/>
          <w:b/>
          <w:szCs w:val="20"/>
          <w:u w:val="single"/>
        </w:rPr>
      </w:pPr>
    </w:p>
    <w:p w14:paraId="6F19A814" w14:textId="77777777" w:rsidR="000B0E9B" w:rsidRDefault="00F84A6E" w:rsidP="00E15601">
      <w:pPr>
        <w:jc w:val="both"/>
        <w:rPr>
          <w:rFonts w:ascii="Corbel" w:hAnsi="Corbel" w:cs="Arial"/>
          <w:b/>
          <w:szCs w:val="20"/>
          <w:u w:val="single"/>
        </w:rPr>
      </w:pPr>
      <w:r w:rsidRPr="00DA07B5">
        <w:rPr>
          <w:rFonts w:ascii="Corbel" w:hAnsi="Corbel" w:cs="Arial"/>
          <w:b/>
          <w:szCs w:val="20"/>
          <w:u w:val="single"/>
        </w:rPr>
        <w:t>9</w:t>
      </w:r>
      <w:r w:rsidR="000B0E9B" w:rsidRPr="00DA07B5">
        <w:rPr>
          <w:rFonts w:ascii="Corbel" w:hAnsi="Corbel" w:cs="Arial"/>
          <w:b/>
          <w:szCs w:val="20"/>
          <w:u w:val="single"/>
        </w:rPr>
        <w:t>. IDENTIFICAZIONE DEI FATTORI DI RISCHIO RILEVANTI PER L’INTERVENTO</w:t>
      </w:r>
    </w:p>
    <w:p w14:paraId="465203DF" w14:textId="77777777" w:rsidR="00D9611D" w:rsidRPr="00DA07B5" w:rsidRDefault="00D9611D" w:rsidP="00E15601">
      <w:pPr>
        <w:jc w:val="both"/>
        <w:rPr>
          <w:rFonts w:ascii="Corbel" w:hAnsi="Corbel" w:cs="Arial"/>
          <w:b/>
          <w:szCs w:val="20"/>
          <w:u w:val="single"/>
        </w:rPr>
      </w:pPr>
    </w:p>
    <w:p w14:paraId="536B5E8C" w14:textId="108E696A" w:rsidR="000B0E9B" w:rsidRPr="00DA07B5" w:rsidRDefault="00F84A6E" w:rsidP="00E15601">
      <w:pPr>
        <w:tabs>
          <w:tab w:val="left" w:pos="4574"/>
        </w:tabs>
        <w:jc w:val="both"/>
        <w:rPr>
          <w:rFonts w:ascii="Corbel" w:hAnsi="Corbel" w:cs="Arial"/>
          <w:b/>
          <w:bCs/>
          <w:szCs w:val="20"/>
        </w:rPr>
      </w:pPr>
      <w:r w:rsidRPr="00DA07B5">
        <w:rPr>
          <w:rFonts w:ascii="Corbel" w:hAnsi="Corbel" w:cs="Arial"/>
          <w:b/>
          <w:bCs/>
          <w:szCs w:val="20"/>
        </w:rPr>
        <w:t>9</w:t>
      </w:r>
      <w:r w:rsidR="000B0E9B" w:rsidRPr="00DA07B5">
        <w:rPr>
          <w:rFonts w:ascii="Corbel" w:hAnsi="Corbel" w:cs="Arial"/>
          <w:b/>
          <w:bCs/>
          <w:szCs w:val="20"/>
        </w:rPr>
        <w:t>.1</w:t>
      </w:r>
      <w:r w:rsidR="0015148E" w:rsidRPr="00DA07B5">
        <w:rPr>
          <w:rFonts w:ascii="Corbel" w:hAnsi="Corbel" w:cs="Arial"/>
          <w:b/>
          <w:bCs/>
          <w:szCs w:val="20"/>
        </w:rPr>
        <w:t xml:space="preserve"> </w:t>
      </w:r>
      <w:r w:rsidR="000B0E9B" w:rsidRPr="00DA07B5">
        <w:rPr>
          <w:rFonts w:ascii="Corbel" w:hAnsi="Corbel" w:cs="Arial"/>
          <w:b/>
          <w:bCs/>
          <w:szCs w:val="20"/>
        </w:rPr>
        <w:t>Descrivere in maniera analitica i rischi individuati</w:t>
      </w:r>
      <w:r w:rsidR="00915DA3">
        <w:rPr>
          <w:rFonts w:ascii="Corbel" w:hAnsi="Corbel" w:cs="Arial"/>
          <w:b/>
          <w:bCs/>
          <w:szCs w:val="20"/>
        </w:rPr>
        <w:t>,</w:t>
      </w:r>
      <w:r w:rsidR="000B0E9B" w:rsidRPr="00DA07B5">
        <w:rPr>
          <w:rFonts w:ascii="Corbel" w:hAnsi="Corbel" w:cs="Arial"/>
          <w:b/>
          <w:bCs/>
          <w:szCs w:val="20"/>
        </w:rPr>
        <w:t xml:space="preserve"> fornendo per ciascun rischio una misura della sua rilevanza nell’ambito dell’iniziativa e della possibilità che si possa verificare</w:t>
      </w:r>
    </w:p>
    <w:p w14:paraId="59170736" w14:textId="77777777" w:rsidR="000B0E9B" w:rsidRPr="00DA07B5" w:rsidRDefault="000B0E9B" w:rsidP="00E15601">
      <w:pPr>
        <w:jc w:val="both"/>
        <w:rPr>
          <w:rFonts w:ascii="Corbel" w:hAnsi="Corbel" w:cs="Arial"/>
          <w:b/>
          <w:szCs w:val="20"/>
          <w:u w:val="single"/>
        </w:rPr>
      </w:pPr>
    </w:p>
    <w:p w14:paraId="637C811A" w14:textId="77777777" w:rsidR="000B0E9B" w:rsidRPr="00DA07B5" w:rsidRDefault="00FC5C5F" w:rsidP="00E15601">
      <w:pPr>
        <w:tabs>
          <w:tab w:val="left" w:pos="4574"/>
        </w:tabs>
        <w:jc w:val="both"/>
        <w:rPr>
          <w:rFonts w:ascii="Corbel" w:hAnsi="Corbel" w:cs="Arial"/>
          <w:b/>
          <w:bCs/>
          <w:szCs w:val="20"/>
        </w:rPr>
      </w:pPr>
      <w:r w:rsidRPr="00DA07B5">
        <w:rPr>
          <w:rFonts w:ascii="Corbel" w:hAnsi="Corbel" w:cs="Arial"/>
          <w:b/>
          <w:bCs/>
          <w:szCs w:val="20"/>
        </w:rPr>
        <w:t>9</w:t>
      </w:r>
      <w:r w:rsidR="000B0E9B" w:rsidRPr="00DA07B5">
        <w:rPr>
          <w:rFonts w:ascii="Corbel" w:hAnsi="Corbel" w:cs="Arial"/>
          <w:b/>
          <w:bCs/>
          <w:szCs w:val="20"/>
        </w:rPr>
        <w:t>.2 Misure di mitigazione del rischio</w:t>
      </w:r>
    </w:p>
    <w:p w14:paraId="3A719E29" w14:textId="77777777" w:rsidR="000B0E9B" w:rsidRPr="00DA07B5" w:rsidRDefault="000B0E9B" w:rsidP="00E15601">
      <w:pPr>
        <w:jc w:val="both"/>
        <w:rPr>
          <w:rFonts w:ascii="Corbel" w:hAnsi="Corbel" w:cs="Arial"/>
          <w:bCs/>
          <w:i/>
          <w:sz w:val="16"/>
          <w:szCs w:val="16"/>
        </w:rPr>
      </w:pPr>
      <w:r w:rsidRPr="00DA07B5">
        <w:rPr>
          <w:rFonts w:ascii="Corbel" w:hAnsi="Corbel" w:cs="Arial"/>
          <w:bCs/>
          <w:i/>
          <w:sz w:val="16"/>
          <w:szCs w:val="16"/>
        </w:rPr>
        <w:t>Descrivere le misure che potranno essere assunte per far fronte e/o per mitigare gli effetti dei rischi individuati</w:t>
      </w:r>
    </w:p>
    <w:p w14:paraId="33CD4AF6" w14:textId="77777777" w:rsidR="0077359A" w:rsidRPr="00DA07B5" w:rsidRDefault="0077359A" w:rsidP="00E15601">
      <w:pPr>
        <w:jc w:val="both"/>
        <w:rPr>
          <w:rFonts w:ascii="Corbel" w:hAnsi="Corbel" w:cs="Arial"/>
          <w:bCs/>
          <w:i/>
          <w:sz w:val="16"/>
          <w:szCs w:val="16"/>
        </w:rPr>
      </w:pPr>
    </w:p>
    <w:p w14:paraId="65C17E74" w14:textId="77777777" w:rsidR="0077359A" w:rsidRPr="00DA07B5" w:rsidRDefault="00F84A6E" w:rsidP="00E15601">
      <w:pPr>
        <w:jc w:val="both"/>
        <w:rPr>
          <w:rFonts w:ascii="Corbel" w:hAnsi="Corbel" w:cs="Arial"/>
          <w:b/>
          <w:szCs w:val="20"/>
          <w:u w:val="single"/>
        </w:rPr>
      </w:pPr>
      <w:r w:rsidRPr="00DA07B5">
        <w:rPr>
          <w:rFonts w:ascii="Corbel" w:hAnsi="Corbel" w:cs="Arial"/>
          <w:b/>
          <w:szCs w:val="20"/>
          <w:u w:val="single"/>
        </w:rPr>
        <w:t>10</w:t>
      </w:r>
      <w:r w:rsidR="00605A13" w:rsidRPr="00DA07B5">
        <w:rPr>
          <w:rFonts w:ascii="Corbel" w:hAnsi="Corbel" w:cs="Arial"/>
          <w:b/>
          <w:szCs w:val="20"/>
          <w:u w:val="single"/>
        </w:rPr>
        <w:t>.</w:t>
      </w:r>
      <w:r w:rsidR="0077359A" w:rsidRPr="00DA07B5">
        <w:rPr>
          <w:rFonts w:ascii="Corbel" w:hAnsi="Corbel" w:cs="Arial"/>
          <w:b/>
          <w:szCs w:val="20"/>
          <w:u w:val="single"/>
        </w:rPr>
        <w:t xml:space="preserve"> STRATEGIA D’USCITA E SOSTENIBILITÀ  </w:t>
      </w:r>
    </w:p>
    <w:p w14:paraId="4B1D2618" w14:textId="77777777" w:rsidR="0077359A" w:rsidRPr="00DA07B5" w:rsidRDefault="0077359A" w:rsidP="00E15601">
      <w:pPr>
        <w:jc w:val="both"/>
        <w:rPr>
          <w:rFonts w:ascii="Corbel" w:hAnsi="Corbel" w:cs="Arial"/>
          <w:i/>
          <w:sz w:val="16"/>
          <w:szCs w:val="16"/>
        </w:rPr>
      </w:pPr>
      <w:r w:rsidRPr="00DA07B5">
        <w:rPr>
          <w:rFonts w:ascii="Corbel" w:hAnsi="Corbel" w:cs="Arial"/>
          <w:i/>
          <w:sz w:val="16"/>
          <w:szCs w:val="16"/>
        </w:rPr>
        <w:t xml:space="preserve">Delineare la strategia d’uscita del programma, </w:t>
      </w:r>
      <w:r w:rsidR="00D9611D" w:rsidRPr="00DA07B5">
        <w:rPr>
          <w:rFonts w:ascii="Corbel" w:hAnsi="Corbel" w:cs="Arial"/>
          <w:i/>
          <w:sz w:val="16"/>
          <w:szCs w:val="16"/>
        </w:rPr>
        <w:t>specificando il</w:t>
      </w:r>
      <w:r w:rsidRPr="00DA07B5">
        <w:rPr>
          <w:rFonts w:ascii="Corbel" w:hAnsi="Corbel" w:cs="Arial"/>
          <w:i/>
          <w:sz w:val="16"/>
          <w:szCs w:val="16"/>
        </w:rPr>
        <w:t xml:space="preserve"> modo in cui si intende garantire una continuità ai risultati raggiunti nell’ambito del programma. Laddove possibile, riportare delle previsioni realistiche sulla sostenibilità economica e finanziaria del progetto dopo la sua realizzazione (copertura dei costi ricorrenti, di manutenzione, ammortamento, altro).</w:t>
      </w:r>
    </w:p>
    <w:p w14:paraId="384B4D85" w14:textId="77777777" w:rsidR="002C1E31" w:rsidRPr="00DA07B5" w:rsidRDefault="002C1E31" w:rsidP="00E15601">
      <w:pPr>
        <w:jc w:val="both"/>
        <w:rPr>
          <w:rFonts w:ascii="Corbel" w:hAnsi="Corbel" w:cs="Arial"/>
          <w:i/>
          <w:sz w:val="16"/>
          <w:szCs w:val="16"/>
        </w:rPr>
      </w:pPr>
    </w:p>
    <w:p w14:paraId="3BE9C940" w14:textId="77777777" w:rsidR="002C1E31" w:rsidRPr="00DA07B5" w:rsidRDefault="00F84A6E" w:rsidP="00E15601">
      <w:pPr>
        <w:jc w:val="both"/>
        <w:rPr>
          <w:rFonts w:ascii="Corbel" w:hAnsi="Corbel" w:cs="Arial"/>
          <w:b/>
          <w:szCs w:val="20"/>
          <w:u w:val="single"/>
        </w:rPr>
      </w:pPr>
      <w:r w:rsidRPr="00DA07B5">
        <w:rPr>
          <w:rFonts w:ascii="Corbel" w:hAnsi="Corbel" w:cs="Arial"/>
          <w:b/>
          <w:szCs w:val="20"/>
          <w:u w:val="single"/>
        </w:rPr>
        <w:t>11</w:t>
      </w:r>
      <w:r w:rsidR="002C1E31" w:rsidRPr="00DA07B5">
        <w:rPr>
          <w:rFonts w:ascii="Corbel" w:hAnsi="Corbel" w:cs="Arial"/>
          <w:b/>
          <w:szCs w:val="20"/>
          <w:u w:val="single"/>
        </w:rPr>
        <w:t xml:space="preserve">. COMUNICAZIONE E VISIBILITÀ </w:t>
      </w:r>
    </w:p>
    <w:p w14:paraId="12DA5F3D" w14:textId="77777777" w:rsidR="002C1E31" w:rsidRPr="00DA07B5" w:rsidRDefault="002C1E31" w:rsidP="00E15601">
      <w:pPr>
        <w:jc w:val="both"/>
        <w:rPr>
          <w:rFonts w:ascii="Corbel" w:hAnsi="Corbel" w:cs="Arial"/>
          <w:i/>
          <w:sz w:val="16"/>
          <w:szCs w:val="16"/>
        </w:rPr>
      </w:pPr>
      <w:r w:rsidRPr="00DA07B5">
        <w:rPr>
          <w:rFonts w:ascii="Corbel" w:hAnsi="Corbel" w:cs="Arial"/>
          <w:i/>
          <w:sz w:val="16"/>
          <w:szCs w:val="16"/>
        </w:rPr>
        <w:t>Definire la strategia di comunicazione e visibilità del progetto in Italia e ne</w:t>
      </w:r>
      <w:r w:rsidR="00DA07B5">
        <w:rPr>
          <w:rFonts w:ascii="Corbel" w:hAnsi="Corbel" w:cs="Arial"/>
          <w:i/>
          <w:sz w:val="16"/>
          <w:szCs w:val="16"/>
        </w:rPr>
        <w:t>i</w:t>
      </w:r>
      <w:r w:rsidRPr="00DA07B5">
        <w:rPr>
          <w:rFonts w:ascii="Corbel" w:hAnsi="Corbel" w:cs="Arial"/>
          <w:i/>
          <w:sz w:val="16"/>
          <w:szCs w:val="16"/>
        </w:rPr>
        <w:t xml:space="preserve"> Paes</w:t>
      </w:r>
      <w:r w:rsidR="00DA07B5">
        <w:rPr>
          <w:rFonts w:ascii="Corbel" w:hAnsi="Corbel" w:cs="Arial"/>
          <w:i/>
          <w:sz w:val="16"/>
          <w:szCs w:val="16"/>
        </w:rPr>
        <w:t>i</w:t>
      </w:r>
      <w:r w:rsidRPr="00DA07B5">
        <w:rPr>
          <w:rFonts w:ascii="Corbel" w:hAnsi="Corbel" w:cs="Arial"/>
          <w:i/>
          <w:sz w:val="16"/>
          <w:szCs w:val="16"/>
        </w:rPr>
        <w:t xml:space="preserve"> </w:t>
      </w:r>
      <w:r w:rsidR="00544DBD" w:rsidRPr="00DA07B5">
        <w:rPr>
          <w:rFonts w:ascii="Corbel" w:hAnsi="Corbel" w:cs="Arial"/>
          <w:i/>
          <w:sz w:val="16"/>
          <w:szCs w:val="16"/>
        </w:rPr>
        <w:t>beneficiario,</w:t>
      </w:r>
      <w:r w:rsidRPr="00DA07B5">
        <w:rPr>
          <w:rFonts w:ascii="Corbel" w:hAnsi="Corbel" w:cs="Arial"/>
          <w:i/>
          <w:sz w:val="16"/>
          <w:szCs w:val="16"/>
        </w:rPr>
        <w:t xml:space="preserve"> </w:t>
      </w:r>
      <w:r w:rsidR="00544DBD" w:rsidRPr="00DA07B5">
        <w:rPr>
          <w:rFonts w:ascii="Corbel" w:hAnsi="Corbel" w:cs="Arial"/>
          <w:i/>
          <w:sz w:val="16"/>
          <w:szCs w:val="16"/>
        </w:rPr>
        <w:t>specificando le</w:t>
      </w:r>
      <w:r w:rsidRPr="00DA07B5">
        <w:rPr>
          <w:rFonts w:ascii="Corbel" w:hAnsi="Corbel" w:cs="Arial"/>
          <w:i/>
          <w:sz w:val="16"/>
          <w:szCs w:val="16"/>
        </w:rPr>
        <w:t xml:space="preserve"> azioni previste al fine di informare i beneficiari e gli stakeholder locali sulle attività realizzate nonché volte a garantire la trasparenza e la conoscenza in Italia degli interventi finanziati dalla Cooperazione Italiana.</w:t>
      </w:r>
      <w:r w:rsidRPr="00DA07B5">
        <w:rPr>
          <w:rFonts w:ascii="Corbel" w:hAnsi="Corbel" w:cs="Arial"/>
          <w:b/>
          <w:szCs w:val="20"/>
        </w:rPr>
        <w:t xml:space="preserve"> </w:t>
      </w:r>
      <w:r w:rsidRPr="006351A4">
        <w:rPr>
          <w:rFonts w:ascii="Corbel" w:hAnsi="Corbel" w:cs="Arial"/>
          <w:i/>
          <w:sz w:val="16"/>
          <w:szCs w:val="16"/>
        </w:rPr>
        <w:t>Specificare come il progetto si conformi alle Linee Guida sulla comunicazione e sulla visibilità pubblicate s</w:t>
      </w:r>
      <w:r w:rsidR="00805805" w:rsidRPr="006351A4">
        <w:rPr>
          <w:rFonts w:ascii="Corbel" w:hAnsi="Corbel" w:cs="Arial"/>
          <w:i/>
          <w:sz w:val="16"/>
          <w:szCs w:val="16"/>
        </w:rPr>
        <w:t>ul sito di AICS.</w:t>
      </w:r>
    </w:p>
    <w:p w14:paraId="5E846978" w14:textId="77777777" w:rsidR="00805805" w:rsidRPr="00DA07B5" w:rsidRDefault="00805805" w:rsidP="00E15601">
      <w:pPr>
        <w:jc w:val="both"/>
        <w:rPr>
          <w:rFonts w:ascii="Corbel" w:hAnsi="Corbel" w:cs="Arial"/>
          <w:i/>
          <w:sz w:val="16"/>
          <w:szCs w:val="16"/>
        </w:rPr>
      </w:pPr>
    </w:p>
    <w:p w14:paraId="18CF1748" w14:textId="77777777" w:rsidR="002C1E31" w:rsidRPr="00DA07B5" w:rsidRDefault="00F84A6E" w:rsidP="00E15601">
      <w:pPr>
        <w:jc w:val="both"/>
        <w:rPr>
          <w:rFonts w:ascii="Corbel" w:hAnsi="Corbel" w:cs="Arial"/>
          <w:b/>
          <w:szCs w:val="20"/>
          <w:u w:val="single"/>
        </w:rPr>
      </w:pPr>
      <w:r w:rsidRPr="00DA07B5">
        <w:rPr>
          <w:rFonts w:ascii="Corbel" w:hAnsi="Corbel" w:cs="Arial"/>
          <w:b/>
          <w:szCs w:val="20"/>
          <w:u w:val="single"/>
        </w:rPr>
        <w:t>12</w:t>
      </w:r>
      <w:r w:rsidR="002C1E31" w:rsidRPr="00DA07B5">
        <w:rPr>
          <w:rFonts w:ascii="Corbel" w:hAnsi="Corbel" w:cs="Arial"/>
          <w:b/>
          <w:szCs w:val="20"/>
          <w:u w:val="single"/>
        </w:rPr>
        <w:t xml:space="preserve">. ABSTRACT </w:t>
      </w:r>
    </w:p>
    <w:p w14:paraId="5BBCF434" w14:textId="77777777" w:rsidR="002C1E31" w:rsidRPr="00DA07B5" w:rsidRDefault="002C1E31" w:rsidP="00E15601">
      <w:pPr>
        <w:tabs>
          <w:tab w:val="left" w:pos="4574"/>
        </w:tabs>
        <w:jc w:val="both"/>
        <w:rPr>
          <w:rFonts w:ascii="Corbel" w:hAnsi="Corbel" w:cs="Arial"/>
          <w:b/>
          <w:szCs w:val="20"/>
        </w:rPr>
      </w:pPr>
      <w:r w:rsidRPr="00DA07B5">
        <w:rPr>
          <w:rFonts w:ascii="Corbel" w:hAnsi="Corbel" w:cs="Arial"/>
          <w:i/>
          <w:sz w:val="16"/>
          <w:szCs w:val="16"/>
        </w:rPr>
        <w:t xml:space="preserve">Inserire </w:t>
      </w:r>
      <w:r w:rsidR="00490572" w:rsidRPr="00DA07B5">
        <w:rPr>
          <w:rFonts w:ascii="Corbel" w:hAnsi="Corbel" w:cs="Arial"/>
          <w:i/>
          <w:sz w:val="16"/>
          <w:szCs w:val="16"/>
        </w:rPr>
        <w:t>elementi principali del progetto (</w:t>
      </w:r>
      <w:r w:rsidRPr="00DA07B5">
        <w:rPr>
          <w:rFonts w:ascii="Corbel" w:hAnsi="Corbel" w:cs="Arial"/>
          <w:i/>
          <w:sz w:val="16"/>
          <w:szCs w:val="16"/>
        </w:rPr>
        <w:t xml:space="preserve">obiettivo, </w:t>
      </w:r>
      <w:r w:rsidR="00490572" w:rsidRPr="00DA07B5">
        <w:rPr>
          <w:rFonts w:ascii="Corbel" w:hAnsi="Corbel" w:cs="Arial"/>
          <w:i/>
          <w:sz w:val="16"/>
          <w:szCs w:val="16"/>
        </w:rPr>
        <w:t>metodo, risultati, beneficiari, zone d’intervento</w:t>
      </w:r>
      <w:r w:rsidRPr="00DA07B5">
        <w:rPr>
          <w:rFonts w:ascii="Corbel" w:hAnsi="Corbel" w:cs="Arial"/>
          <w:i/>
          <w:sz w:val="16"/>
          <w:szCs w:val="16"/>
        </w:rPr>
        <w:t xml:space="preserve">) </w:t>
      </w:r>
      <w:r w:rsidR="00490572" w:rsidRPr="00DA07B5">
        <w:rPr>
          <w:rFonts w:ascii="Corbel" w:hAnsi="Corbel" w:cs="Arial"/>
          <w:i/>
          <w:sz w:val="16"/>
          <w:szCs w:val="16"/>
        </w:rPr>
        <w:t xml:space="preserve">in lingua </w:t>
      </w:r>
      <w:r w:rsidR="006351A4">
        <w:rPr>
          <w:rFonts w:ascii="Corbel" w:hAnsi="Corbel" w:cs="Arial"/>
          <w:i/>
          <w:sz w:val="16"/>
          <w:szCs w:val="16"/>
        </w:rPr>
        <w:t>inglese</w:t>
      </w:r>
      <w:r w:rsidR="00C65DCB" w:rsidRPr="00DA07B5">
        <w:rPr>
          <w:rFonts w:ascii="Corbel" w:hAnsi="Corbel" w:cs="Arial"/>
          <w:i/>
          <w:sz w:val="16"/>
          <w:szCs w:val="16"/>
        </w:rPr>
        <w:t>.</w:t>
      </w:r>
    </w:p>
    <w:p w14:paraId="7AF160EE" w14:textId="77777777" w:rsidR="0077359A" w:rsidRPr="00DA07B5" w:rsidRDefault="0077359A" w:rsidP="00CB0B15">
      <w:pPr>
        <w:tabs>
          <w:tab w:val="left" w:pos="4574"/>
        </w:tabs>
        <w:rPr>
          <w:rFonts w:ascii="Corbel" w:hAnsi="Corbel" w:cs="Arial"/>
          <w:b/>
          <w:bCs/>
          <w:szCs w:val="20"/>
          <w:u w:val="single"/>
        </w:rPr>
      </w:pPr>
    </w:p>
    <w:p w14:paraId="192075D6" w14:textId="77777777" w:rsidR="00494019" w:rsidRPr="00DA07B5" w:rsidRDefault="00494019" w:rsidP="00494019">
      <w:pPr>
        <w:rPr>
          <w:rFonts w:ascii="Corbel" w:hAnsi="Corbel" w:cs="Arial"/>
          <w:szCs w:val="20"/>
        </w:rPr>
      </w:pPr>
    </w:p>
    <w:p w14:paraId="0D555176" w14:textId="77777777" w:rsidR="00494019" w:rsidRPr="00DA07B5" w:rsidRDefault="00494019" w:rsidP="00494019">
      <w:pPr>
        <w:rPr>
          <w:rFonts w:ascii="Corbel" w:hAnsi="Corbel" w:cs="Arial"/>
          <w:sz w:val="16"/>
          <w:szCs w:val="16"/>
        </w:rPr>
      </w:pPr>
    </w:p>
    <w:sectPr w:rsidR="00494019" w:rsidRPr="00DA07B5" w:rsidSect="00B5429E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F65C7" w14:textId="77777777" w:rsidR="00B31063" w:rsidRDefault="00B31063">
      <w:r>
        <w:separator/>
      </w:r>
    </w:p>
  </w:endnote>
  <w:endnote w:type="continuationSeparator" w:id="0">
    <w:p w14:paraId="6823DA73" w14:textId="77777777" w:rsidR="00B31063" w:rsidRDefault="00B31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A6D12" w14:textId="77777777" w:rsidR="00E15601" w:rsidRDefault="00E15601" w:rsidP="00AD5CD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4273A82" w14:textId="77777777" w:rsidR="00E15601" w:rsidRDefault="00E15601" w:rsidP="00AD5CD6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C0813" w14:textId="77777777" w:rsidR="00E15601" w:rsidRPr="00AD5CD6" w:rsidRDefault="00E15601" w:rsidP="00AD5CD6">
    <w:pPr>
      <w:pStyle w:val="Pidipagina"/>
      <w:framePr w:wrap="around" w:vAnchor="text" w:hAnchor="margin" w:xAlign="right" w:y="1"/>
      <w:rPr>
        <w:rStyle w:val="Numeropagina"/>
        <w:sz w:val="18"/>
        <w:szCs w:val="18"/>
      </w:rPr>
    </w:pPr>
    <w:r w:rsidRPr="00AD5CD6">
      <w:rPr>
        <w:rStyle w:val="Numeropagina"/>
        <w:sz w:val="18"/>
        <w:szCs w:val="18"/>
      </w:rPr>
      <w:fldChar w:fldCharType="begin"/>
    </w:r>
    <w:r w:rsidRPr="00AD5CD6">
      <w:rPr>
        <w:rStyle w:val="Numeropagina"/>
        <w:sz w:val="18"/>
        <w:szCs w:val="18"/>
      </w:rPr>
      <w:instrText xml:space="preserve">PAGE  </w:instrText>
    </w:r>
    <w:r w:rsidRPr="00AD5CD6">
      <w:rPr>
        <w:rStyle w:val="Numeropagina"/>
        <w:sz w:val="18"/>
        <w:szCs w:val="18"/>
      </w:rPr>
      <w:fldChar w:fldCharType="separate"/>
    </w:r>
    <w:r w:rsidR="007E5CD8">
      <w:rPr>
        <w:rStyle w:val="Numeropagina"/>
        <w:noProof/>
        <w:sz w:val="18"/>
        <w:szCs w:val="18"/>
      </w:rPr>
      <w:t>2</w:t>
    </w:r>
    <w:r w:rsidRPr="00AD5CD6">
      <w:rPr>
        <w:rStyle w:val="Numeropagina"/>
        <w:sz w:val="18"/>
        <w:szCs w:val="18"/>
      </w:rPr>
      <w:fldChar w:fldCharType="end"/>
    </w:r>
  </w:p>
  <w:p w14:paraId="7B6E8190" w14:textId="77777777" w:rsidR="00E15601" w:rsidRPr="00F1087B" w:rsidRDefault="00E15601" w:rsidP="00AD5CD6">
    <w:pPr>
      <w:pStyle w:val="Pidipagina"/>
      <w:ind w:right="360"/>
      <w:rPr>
        <w:sz w:val="16"/>
        <w:szCs w:val="16"/>
      </w:rPr>
    </w:pPr>
  </w:p>
  <w:p w14:paraId="596D6826" w14:textId="77777777" w:rsidR="00E15601" w:rsidRPr="00F1087B" w:rsidRDefault="00E15601" w:rsidP="00AD5CD6">
    <w:pPr>
      <w:pStyle w:val="Pidipagina"/>
      <w:ind w:right="360"/>
      <w:rPr>
        <w:sz w:val="16"/>
        <w:szCs w:val="16"/>
      </w:rPr>
    </w:pPr>
    <w:r>
      <w:rPr>
        <w:sz w:val="16"/>
        <w:szCs w:val="16"/>
      </w:rPr>
      <w:t>Proposta esecutiva</w:t>
    </w:r>
  </w:p>
  <w:p w14:paraId="554156F1" w14:textId="77777777" w:rsidR="00E15601" w:rsidRPr="00F1087B" w:rsidRDefault="00E15601" w:rsidP="00AD5CD6">
    <w:pPr>
      <w:pStyle w:val="Pidipagina"/>
      <w:ind w:right="360"/>
      <w:rPr>
        <w:sz w:val="16"/>
        <w:szCs w:val="16"/>
      </w:rPr>
    </w:pPr>
    <w:r>
      <w:rPr>
        <w:sz w:val="16"/>
        <w:szCs w:val="16"/>
      </w:rPr>
      <w:t xml:space="preserve">Ente </w:t>
    </w:r>
    <w:r w:rsidR="00D8769C">
      <w:rPr>
        <w:sz w:val="16"/>
        <w:szCs w:val="16"/>
      </w:rPr>
      <w:t>proponente</w:t>
    </w:r>
    <w:r w:rsidR="00D8769C" w:rsidRPr="00F1087B">
      <w:rPr>
        <w:sz w:val="16"/>
        <w:szCs w:val="16"/>
      </w:rPr>
      <w:t>: _</w:t>
    </w:r>
    <w:r w:rsidRPr="00F1087B">
      <w:rPr>
        <w:sz w:val="16"/>
        <w:szCs w:val="16"/>
      </w:rPr>
      <w:t>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388B0" w14:textId="77777777" w:rsidR="00E15601" w:rsidRPr="009F1A71" w:rsidRDefault="00E15601">
    <w:pPr>
      <w:pStyle w:val="Pidipagina"/>
      <w:rPr>
        <w:sz w:val="16"/>
        <w:szCs w:val="16"/>
      </w:rPr>
    </w:pPr>
    <w:r>
      <w:t>*</w:t>
    </w:r>
    <w:r>
      <w:rPr>
        <w:sz w:val="16"/>
        <w:szCs w:val="16"/>
      </w:rPr>
      <w:t>I riferimenti dei contatti in loco sono obbligatori.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C3A33" w14:textId="77777777" w:rsidR="00B31063" w:rsidRDefault="00B31063">
      <w:r>
        <w:separator/>
      </w:r>
    </w:p>
  </w:footnote>
  <w:footnote w:type="continuationSeparator" w:id="0">
    <w:p w14:paraId="12419011" w14:textId="77777777" w:rsidR="00B31063" w:rsidRDefault="00B31063">
      <w:r>
        <w:continuationSeparator/>
      </w:r>
    </w:p>
  </w:footnote>
  <w:footnote w:id="1">
    <w:p w14:paraId="094AE1D5" w14:textId="52B2EE66" w:rsidR="00E15601" w:rsidRPr="00911B6B" w:rsidRDefault="00E15601" w:rsidP="00FC5C5F">
      <w:pPr>
        <w:jc w:val="both"/>
        <w:rPr>
          <w:i/>
          <w:sz w:val="14"/>
          <w:szCs w:val="14"/>
        </w:rPr>
      </w:pPr>
      <w:r w:rsidRPr="00911B6B">
        <w:rPr>
          <w:rStyle w:val="Rimandonotaapidipagina"/>
          <w:i/>
          <w:sz w:val="14"/>
          <w:szCs w:val="14"/>
        </w:rPr>
        <w:footnoteRef/>
      </w:r>
      <w:r w:rsidRPr="00FC5C5F">
        <w:rPr>
          <w:rFonts w:cs="Arial"/>
          <w:i/>
          <w:sz w:val="14"/>
          <w:szCs w:val="14"/>
        </w:rPr>
        <w:t>Per ciascuna attività dovr</w:t>
      </w:r>
      <w:r>
        <w:rPr>
          <w:rFonts w:cs="Arial"/>
          <w:i/>
          <w:sz w:val="14"/>
          <w:szCs w:val="14"/>
        </w:rPr>
        <w:t>anno</w:t>
      </w:r>
      <w:r w:rsidRPr="00FC5C5F">
        <w:rPr>
          <w:rFonts w:cs="Arial"/>
          <w:i/>
          <w:sz w:val="14"/>
          <w:szCs w:val="14"/>
        </w:rPr>
        <w:t xml:space="preserve"> essere indicat</w:t>
      </w:r>
      <w:r>
        <w:rPr>
          <w:rFonts w:cs="Arial"/>
          <w:i/>
          <w:sz w:val="14"/>
          <w:szCs w:val="14"/>
        </w:rPr>
        <w:t>i</w:t>
      </w:r>
      <w:r w:rsidRPr="00FC5C5F">
        <w:rPr>
          <w:rFonts w:cs="Arial"/>
          <w:i/>
          <w:sz w:val="14"/>
          <w:szCs w:val="14"/>
        </w:rPr>
        <w:t xml:space="preserve"> i relativi costi ottenut</w:t>
      </w:r>
      <w:r>
        <w:rPr>
          <w:rFonts w:cs="Arial"/>
          <w:i/>
          <w:sz w:val="14"/>
          <w:szCs w:val="14"/>
        </w:rPr>
        <w:t>i</w:t>
      </w:r>
      <w:r w:rsidRPr="00FC5C5F">
        <w:rPr>
          <w:rFonts w:cs="Arial"/>
          <w:i/>
          <w:sz w:val="14"/>
          <w:szCs w:val="14"/>
        </w:rPr>
        <w:t xml:space="preserve"> riaggregando e ricomponendo il budget analitico – di cui all’</w:t>
      </w:r>
      <w:r>
        <w:rPr>
          <w:rFonts w:cs="Arial"/>
          <w:i/>
          <w:sz w:val="14"/>
          <w:szCs w:val="14"/>
        </w:rPr>
        <w:t>Allegato</w:t>
      </w:r>
      <w:r w:rsidRPr="00FC5C5F">
        <w:rPr>
          <w:rFonts w:cs="Arial"/>
          <w:i/>
          <w:sz w:val="14"/>
          <w:szCs w:val="14"/>
        </w:rPr>
        <w:t xml:space="preserve"> A2 – in modo tale che risulti chiaro quanta parte di fondi sar</w:t>
      </w:r>
      <w:r>
        <w:rPr>
          <w:rFonts w:cs="Arial"/>
          <w:i/>
          <w:sz w:val="14"/>
          <w:szCs w:val="14"/>
        </w:rPr>
        <w:t xml:space="preserve">à </w:t>
      </w:r>
      <w:r w:rsidRPr="00FC5C5F">
        <w:rPr>
          <w:rFonts w:cs="Arial"/>
          <w:i/>
          <w:sz w:val="14"/>
          <w:szCs w:val="14"/>
        </w:rPr>
        <w:t>utilizzata a tale scopo. Il calcolo dovrà quindi essere effettuato attribuendo a ciascuna attività le risorse umane e tecniche – in totale o in quota parte – necessarie a realizzarla e di conseguenza i relativi costi. La somma dei costi di ciascuna attività dovrà essere pari al costo totale indicato alla lettera A del Piano Finanziario</w:t>
      </w:r>
      <w:r>
        <w:rPr>
          <w:rFonts w:cs="Arial"/>
          <w:i/>
          <w:sz w:val="14"/>
          <w:szCs w:val="14"/>
        </w:rPr>
        <w:t xml:space="preserve"> di cui all’Allegato </w:t>
      </w:r>
      <w:r w:rsidR="00915DA3">
        <w:rPr>
          <w:rFonts w:cs="Arial"/>
          <w:i/>
          <w:sz w:val="14"/>
          <w:szCs w:val="14"/>
        </w:rPr>
        <w:t>A</w:t>
      </w:r>
      <w:r>
        <w:rPr>
          <w:rFonts w:cs="Arial"/>
          <w:i/>
          <w:sz w:val="14"/>
          <w:szCs w:val="14"/>
        </w:rPr>
        <w:t>2</w:t>
      </w:r>
      <w:r w:rsidRPr="00911B6B">
        <w:rPr>
          <w:i/>
          <w:sz w:val="14"/>
          <w:szCs w:val="14"/>
        </w:rPr>
        <w:t>.</w:t>
      </w:r>
    </w:p>
    <w:p w14:paraId="18C66081" w14:textId="77777777" w:rsidR="00E15601" w:rsidRPr="00666326" w:rsidRDefault="00E15601" w:rsidP="003B6D2E">
      <w:pPr>
        <w:pStyle w:val="Testonotaapidipagina"/>
        <w:jc w:val="both"/>
        <w:rPr>
          <w:i/>
          <w:color w:val="808080"/>
          <w:sz w:val="14"/>
          <w:szCs w:val="1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53D9E" w14:textId="77777777" w:rsidR="00E15601" w:rsidRDefault="00E15601" w:rsidP="00CF24FF">
    <w:pPr>
      <w:pStyle w:val="Intestazione"/>
      <w:rPr>
        <w:b/>
      </w:rPr>
    </w:pPr>
    <w:r w:rsidRPr="00CF24FF">
      <w:rPr>
        <w:b/>
      </w:rPr>
      <w:t xml:space="preserve">Allegato </w:t>
    </w:r>
    <w:r>
      <w:rPr>
        <w:b/>
      </w:rPr>
      <w:t>A1 – Modello Proposta esecutiva</w:t>
    </w:r>
  </w:p>
  <w:p w14:paraId="47E98EBF" w14:textId="77777777" w:rsidR="00E15601" w:rsidRDefault="00E15601" w:rsidP="009926B2">
    <w:pPr>
      <w:pStyle w:val="Intestazione"/>
      <w:rPr>
        <w:b/>
      </w:rPr>
    </w:pPr>
  </w:p>
  <w:p w14:paraId="6615FFA3" w14:textId="77777777" w:rsidR="00E15601" w:rsidRPr="00077727" w:rsidRDefault="00B36405" w:rsidP="009926B2">
    <w:pPr>
      <w:pStyle w:val="Intestazione"/>
      <w:rPr>
        <w:b/>
      </w:rPr>
    </w:pPr>
    <w:r>
      <w:rPr>
        <w:b/>
        <w:noProof/>
      </w:rPr>
      <w:drawing>
        <wp:anchor distT="0" distB="0" distL="114300" distR="114300" simplePos="0" relativeHeight="251657728" behindDoc="0" locked="0" layoutInCell="1" allowOverlap="1" wp14:anchorId="626A008D" wp14:editId="17A3FDC3">
          <wp:simplePos x="0" y="0"/>
          <wp:positionH relativeFrom="column">
            <wp:posOffset>172720</wp:posOffset>
          </wp:positionH>
          <wp:positionV relativeFrom="paragraph">
            <wp:posOffset>3810</wp:posOffset>
          </wp:positionV>
          <wp:extent cx="1302385" cy="1075055"/>
          <wp:effectExtent l="0" t="0" r="0" b="0"/>
          <wp:wrapNone/>
          <wp:docPr id="4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2385" cy="1075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4FD10A4" w14:textId="77777777" w:rsidR="00E15601" w:rsidRDefault="00E15601" w:rsidP="009926B2">
    <w:pPr>
      <w:pStyle w:val="Intestazione"/>
    </w:pPr>
    <w:r>
      <w:t xml:space="preserve">                                                  </w:t>
    </w:r>
  </w:p>
  <w:tbl>
    <w:tblPr>
      <w:tblW w:w="0" w:type="auto"/>
      <w:tblInd w:w="6908" w:type="dxa"/>
      <w:tblBorders>
        <w:top w:val="single" w:sz="36" w:space="0" w:color="auto"/>
        <w:left w:val="single" w:sz="36" w:space="0" w:color="auto"/>
        <w:bottom w:val="single" w:sz="36" w:space="0" w:color="auto"/>
        <w:right w:val="single" w:sz="36" w:space="0" w:color="auto"/>
        <w:insideH w:val="single" w:sz="36" w:space="0" w:color="auto"/>
        <w:insideV w:val="single" w:sz="36" w:space="0" w:color="auto"/>
      </w:tblBorders>
      <w:tblLook w:val="01E0" w:firstRow="1" w:lastRow="1" w:firstColumn="1" w:lastColumn="1" w:noHBand="0" w:noVBand="0"/>
    </w:tblPr>
    <w:tblGrid>
      <w:gridCol w:w="1900"/>
    </w:tblGrid>
    <w:tr w:rsidR="00E15601" w14:paraId="7956AA86" w14:textId="77777777" w:rsidTr="00E024BE">
      <w:tc>
        <w:tcPr>
          <w:tcW w:w="1900" w:type="dxa"/>
        </w:tcPr>
        <w:p w14:paraId="2B744A28" w14:textId="77777777" w:rsidR="00E15601" w:rsidRDefault="00E15601" w:rsidP="00E024BE">
          <w:pPr>
            <w:pStyle w:val="Intestazione"/>
            <w:jc w:val="center"/>
          </w:pPr>
        </w:p>
        <w:p w14:paraId="274DADA2" w14:textId="77777777" w:rsidR="00E15601" w:rsidRPr="00971ED1" w:rsidRDefault="00E15601" w:rsidP="00E024BE">
          <w:pPr>
            <w:pStyle w:val="Intestazione"/>
            <w:jc w:val="center"/>
            <w:rPr>
              <w:b/>
            </w:rPr>
          </w:pPr>
        </w:p>
        <w:p w14:paraId="6A0AF62B" w14:textId="77777777" w:rsidR="00E15601" w:rsidRPr="00971ED1" w:rsidRDefault="00E15601" w:rsidP="00E024BE">
          <w:pPr>
            <w:pStyle w:val="Intestazione"/>
            <w:jc w:val="center"/>
            <w:rPr>
              <w:b/>
            </w:rPr>
          </w:pPr>
          <w:r>
            <w:rPr>
              <w:b/>
            </w:rPr>
            <w:t>Logo Organismo</w:t>
          </w:r>
        </w:p>
        <w:p w14:paraId="4192B30D" w14:textId="77777777" w:rsidR="00E15601" w:rsidRDefault="00E15601" w:rsidP="00E024BE">
          <w:pPr>
            <w:pStyle w:val="Intestazione"/>
            <w:jc w:val="center"/>
          </w:pPr>
        </w:p>
        <w:p w14:paraId="33EBD4FD" w14:textId="77777777" w:rsidR="00E15601" w:rsidRDefault="00E15601" w:rsidP="00E024BE">
          <w:pPr>
            <w:pStyle w:val="Intestazione"/>
            <w:jc w:val="center"/>
          </w:pPr>
        </w:p>
      </w:tc>
    </w:tr>
  </w:tbl>
  <w:p w14:paraId="0CD8D4DD" w14:textId="77777777" w:rsidR="00E15601" w:rsidRDefault="00E15601" w:rsidP="009926B2">
    <w:pPr>
      <w:pStyle w:val="Intestazione"/>
    </w:pPr>
  </w:p>
  <w:p w14:paraId="756AD143" w14:textId="77777777" w:rsidR="00E15601" w:rsidRDefault="00E15601" w:rsidP="00CF24FF">
    <w:pPr>
      <w:pStyle w:val="Intestazione"/>
      <w:rPr>
        <w:b/>
      </w:rPr>
    </w:pPr>
    <w:r>
      <w:rPr>
        <w:b/>
      </w:rPr>
      <w:t xml:space="preserve">     Sede AICS </w:t>
    </w:r>
    <w:r w:rsidR="001F1432">
      <w:rPr>
        <w:b/>
      </w:rPr>
      <w:t>Tirana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5188A"/>
    <w:multiLevelType w:val="hybridMultilevel"/>
    <w:tmpl w:val="12B4EF0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AF072B"/>
    <w:multiLevelType w:val="hybridMultilevel"/>
    <w:tmpl w:val="618CC51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F0279E"/>
    <w:multiLevelType w:val="hybridMultilevel"/>
    <w:tmpl w:val="4860F842"/>
    <w:lvl w:ilvl="0" w:tplc="B72A3EB6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C23A03"/>
    <w:multiLevelType w:val="hybridMultilevel"/>
    <w:tmpl w:val="076CF9C4"/>
    <w:lvl w:ilvl="0" w:tplc="B72A3EB6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EF768B"/>
    <w:multiLevelType w:val="multilevel"/>
    <w:tmpl w:val="F982966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DF44D6E"/>
    <w:multiLevelType w:val="hybridMultilevel"/>
    <w:tmpl w:val="5B809D8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D34A2F"/>
    <w:multiLevelType w:val="multilevel"/>
    <w:tmpl w:val="E96EDB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.%2.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1FB05B19"/>
    <w:multiLevelType w:val="multilevel"/>
    <w:tmpl w:val="3ABCAE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.%2.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2316C37"/>
    <w:multiLevelType w:val="multilevel"/>
    <w:tmpl w:val="E96EDB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.%2.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27FE78C6"/>
    <w:multiLevelType w:val="hybridMultilevel"/>
    <w:tmpl w:val="4E28BFAA"/>
    <w:lvl w:ilvl="0" w:tplc="B72A3EB6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2C625F"/>
    <w:multiLevelType w:val="hybridMultilevel"/>
    <w:tmpl w:val="62B4ED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FE3788"/>
    <w:multiLevelType w:val="multilevel"/>
    <w:tmpl w:val="3ABCAE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.%2.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304A50DF"/>
    <w:multiLevelType w:val="multilevel"/>
    <w:tmpl w:val="3ABCAE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.%2.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 w15:restartNumberingAfterBreak="0">
    <w:nsid w:val="36157AF7"/>
    <w:multiLevelType w:val="multilevel"/>
    <w:tmpl w:val="1868AE7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366C009A"/>
    <w:multiLevelType w:val="multilevel"/>
    <w:tmpl w:val="7BE22C4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BB128C5"/>
    <w:multiLevelType w:val="multilevel"/>
    <w:tmpl w:val="F982966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397370E"/>
    <w:multiLevelType w:val="multilevel"/>
    <w:tmpl w:val="26807D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3E5186"/>
    <w:multiLevelType w:val="multilevel"/>
    <w:tmpl w:val="AFD875B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98"/>
        </w:tabs>
        <w:ind w:left="1098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8" w15:restartNumberingAfterBreak="0">
    <w:nsid w:val="482318A7"/>
    <w:multiLevelType w:val="multilevel"/>
    <w:tmpl w:val="B46049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48E822B2"/>
    <w:multiLevelType w:val="multilevel"/>
    <w:tmpl w:val="778CD30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4DCE1822"/>
    <w:multiLevelType w:val="hybridMultilevel"/>
    <w:tmpl w:val="DEDC3F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E41690A"/>
    <w:multiLevelType w:val="hybridMultilevel"/>
    <w:tmpl w:val="E2989292"/>
    <w:lvl w:ilvl="0" w:tplc="B72A3EB6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9B1AF9"/>
    <w:multiLevelType w:val="multilevel"/>
    <w:tmpl w:val="85B04B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.%2.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3" w15:restartNumberingAfterBreak="0">
    <w:nsid w:val="50DD7456"/>
    <w:multiLevelType w:val="multilevel"/>
    <w:tmpl w:val="E96EDB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.%2.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4" w15:restartNumberingAfterBreak="0">
    <w:nsid w:val="55387AD7"/>
    <w:multiLevelType w:val="hybridMultilevel"/>
    <w:tmpl w:val="6D283774"/>
    <w:lvl w:ilvl="0" w:tplc="42A0620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5" w15:restartNumberingAfterBreak="0">
    <w:nsid w:val="55C22968"/>
    <w:multiLevelType w:val="multilevel"/>
    <w:tmpl w:val="85B04B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.%2.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6" w15:restartNumberingAfterBreak="0">
    <w:nsid w:val="68914CE3"/>
    <w:multiLevelType w:val="hybridMultilevel"/>
    <w:tmpl w:val="28E0A558"/>
    <w:lvl w:ilvl="0" w:tplc="771871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CC171C5"/>
    <w:multiLevelType w:val="hybridMultilevel"/>
    <w:tmpl w:val="B7F0F0FC"/>
    <w:lvl w:ilvl="0" w:tplc="B72A3EB6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DB2087"/>
    <w:multiLevelType w:val="multilevel"/>
    <w:tmpl w:val="0428DE1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7C440F72"/>
    <w:multiLevelType w:val="multilevel"/>
    <w:tmpl w:val="E96EDB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.%2.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0" w15:restartNumberingAfterBreak="0">
    <w:nsid w:val="7DE338C5"/>
    <w:multiLevelType w:val="hybridMultilevel"/>
    <w:tmpl w:val="4170BF56"/>
    <w:lvl w:ilvl="0" w:tplc="B72A3EB6">
      <w:start w:val="1"/>
      <w:numFmt w:val="bullet"/>
      <w:lvlText w:val=""/>
      <w:lvlJc w:val="left"/>
      <w:pPr>
        <w:tabs>
          <w:tab w:val="num" w:pos="398"/>
        </w:tabs>
        <w:ind w:left="38" w:firstLine="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78"/>
        </w:tabs>
        <w:ind w:left="14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98"/>
        </w:tabs>
        <w:ind w:left="21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18"/>
        </w:tabs>
        <w:ind w:left="29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38"/>
        </w:tabs>
        <w:ind w:left="36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58"/>
        </w:tabs>
        <w:ind w:left="43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78"/>
        </w:tabs>
        <w:ind w:left="50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98"/>
        </w:tabs>
        <w:ind w:left="57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18"/>
        </w:tabs>
        <w:ind w:left="6518" w:hanging="360"/>
      </w:pPr>
      <w:rPr>
        <w:rFonts w:ascii="Wingdings" w:hAnsi="Wingdings" w:hint="default"/>
      </w:rPr>
    </w:lvl>
  </w:abstractNum>
  <w:num w:numId="1" w16cid:durableId="2020614360">
    <w:abstractNumId w:val="24"/>
  </w:num>
  <w:num w:numId="2" w16cid:durableId="505824630">
    <w:abstractNumId w:val="30"/>
  </w:num>
  <w:num w:numId="3" w16cid:durableId="835418808">
    <w:abstractNumId w:val="27"/>
  </w:num>
  <w:num w:numId="4" w16cid:durableId="2134472085">
    <w:abstractNumId w:val="3"/>
  </w:num>
  <w:num w:numId="5" w16cid:durableId="61635106">
    <w:abstractNumId w:val="9"/>
  </w:num>
  <w:num w:numId="6" w16cid:durableId="873008087">
    <w:abstractNumId w:val="2"/>
  </w:num>
  <w:num w:numId="7" w16cid:durableId="1628775492">
    <w:abstractNumId w:val="20"/>
  </w:num>
  <w:num w:numId="8" w16cid:durableId="1059548393">
    <w:abstractNumId w:val="0"/>
  </w:num>
  <w:num w:numId="9" w16cid:durableId="305547187">
    <w:abstractNumId w:val="10"/>
  </w:num>
  <w:num w:numId="10" w16cid:durableId="99865501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00507676">
    <w:abstractNumId w:val="28"/>
  </w:num>
  <w:num w:numId="12" w16cid:durableId="1612786767">
    <w:abstractNumId w:val="21"/>
  </w:num>
  <w:num w:numId="13" w16cid:durableId="48578899">
    <w:abstractNumId w:val="8"/>
  </w:num>
  <w:num w:numId="14" w16cid:durableId="7219045">
    <w:abstractNumId w:val="16"/>
  </w:num>
  <w:num w:numId="15" w16cid:durableId="156583286">
    <w:abstractNumId w:val="18"/>
  </w:num>
  <w:num w:numId="16" w16cid:durableId="1527597913">
    <w:abstractNumId w:val="29"/>
  </w:num>
  <w:num w:numId="17" w16cid:durableId="1262255402">
    <w:abstractNumId w:val="23"/>
  </w:num>
  <w:num w:numId="18" w16cid:durableId="842091665">
    <w:abstractNumId w:val="22"/>
  </w:num>
  <w:num w:numId="19" w16cid:durableId="633221995">
    <w:abstractNumId w:val="6"/>
  </w:num>
  <w:num w:numId="20" w16cid:durableId="1687101129">
    <w:abstractNumId w:val="11"/>
  </w:num>
  <w:num w:numId="21" w16cid:durableId="2125803490">
    <w:abstractNumId w:val="25"/>
  </w:num>
  <w:num w:numId="22" w16cid:durableId="688333204">
    <w:abstractNumId w:val="12"/>
  </w:num>
  <w:num w:numId="23" w16cid:durableId="462847635">
    <w:abstractNumId w:val="13"/>
  </w:num>
  <w:num w:numId="24" w16cid:durableId="379475247">
    <w:abstractNumId w:val="7"/>
  </w:num>
  <w:num w:numId="25" w16cid:durableId="163471693">
    <w:abstractNumId w:val="17"/>
  </w:num>
  <w:num w:numId="26" w16cid:durableId="89157808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93611195">
    <w:abstractNumId w:val="14"/>
  </w:num>
  <w:num w:numId="28" w16cid:durableId="883129680">
    <w:abstractNumId w:val="1"/>
  </w:num>
  <w:num w:numId="29" w16cid:durableId="271127894">
    <w:abstractNumId w:val="5"/>
  </w:num>
  <w:num w:numId="30" w16cid:durableId="1885671772">
    <w:abstractNumId w:val="4"/>
  </w:num>
  <w:num w:numId="31" w16cid:durableId="305866110">
    <w:abstractNumId w:val="15"/>
  </w:num>
  <w:num w:numId="32" w16cid:durableId="120737758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08"/>
  <w:hyphenationZone w:val="283"/>
  <w:drawingGridHorizontalSpacing w:val="100"/>
  <w:displayHorizontalDrawingGridEvery w:val="2"/>
  <w:displayVertic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488C"/>
    <w:rsid w:val="00000734"/>
    <w:rsid w:val="0000092C"/>
    <w:rsid w:val="000019AA"/>
    <w:rsid w:val="00001AE7"/>
    <w:rsid w:val="00005F22"/>
    <w:rsid w:val="0001070F"/>
    <w:rsid w:val="00012881"/>
    <w:rsid w:val="00014384"/>
    <w:rsid w:val="000148D0"/>
    <w:rsid w:val="0001783D"/>
    <w:rsid w:val="000248B6"/>
    <w:rsid w:val="00025829"/>
    <w:rsid w:val="00030D74"/>
    <w:rsid w:val="0003602B"/>
    <w:rsid w:val="00041E23"/>
    <w:rsid w:val="00042CC8"/>
    <w:rsid w:val="00045880"/>
    <w:rsid w:val="00053558"/>
    <w:rsid w:val="00054970"/>
    <w:rsid w:val="00060EF1"/>
    <w:rsid w:val="00061399"/>
    <w:rsid w:val="00062CA1"/>
    <w:rsid w:val="00063EB2"/>
    <w:rsid w:val="000679B2"/>
    <w:rsid w:val="0007162B"/>
    <w:rsid w:val="00071B2F"/>
    <w:rsid w:val="00072C68"/>
    <w:rsid w:val="00077576"/>
    <w:rsid w:val="00080662"/>
    <w:rsid w:val="0008138D"/>
    <w:rsid w:val="00082BD0"/>
    <w:rsid w:val="00082C53"/>
    <w:rsid w:val="000850FD"/>
    <w:rsid w:val="0009124B"/>
    <w:rsid w:val="000918DA"/>
    <w:rsid w:val="00096E90"/>
    <w:rsid w:val="00097568"/>
    <w:rsid w:val="00097911"/>
    <w:rsid w:val="000A0681"/>
    <w:rsid w:val="000B0BBE"/>
    <w:rsid w:val="000B0E9B"/>
    <w:rsid w:val="000B2B97"/>
    <w:rsid w:val="000B3033"/>
    <w:rsid w:val="000B5161"/>
    <w:rsid w:val="000B5344"/>
    <w:rsid w:val="000B65D3"/>
    <w:rsid w:val="000B7009"/>
    <w:rsid w:val="000C54E2"/>
    <w:rsid w:val="000C7509"/>
    <w:rsid w:val="000D0FE3"/>
    <w:rsid w:val="000D2962"/>
    <w:rsid w:val="000D44DA"/>
    <w:rsid w:val="000D5876"/>
    <w:rsid w:val="000D72F0"/>
    <w:rsid w:val="000E26C9"/>
    <w:rsid w:val="000E568C"/>
    <w:rsid w:val="000E5895"/>
    <w:rsid w:val="000F0BF8"/>
    <w:rsid w:val="000F1AAC"/>
    <w:rsid w:val="000F1CEE"/>
    <w:rsid w:val="000F1DEC"/>
    <w:rsid w:val="000F5D19"/>
    <w:rsid w:val="000F6E8D"/>
    <w:rsid w:val="000F77E8"/>
    <w:rsid w:val="00100199"/>
    <w:rsid w:val="00100F14"/>
    <w:rsid w:val="001108B1"/>
    <w:rsid w:val="00112836"/>
    <w:rsid w:val="001136FB"/>
    <w:rsid w:val="00117465"/>
    <w:rsid w:val="00121AA5"/>
    <w:rsid w:val="0012327E"/>
    <w:rsid w:val="001240E1"/>
    <w:rsid w:val="00124B9C"/>
    <w:rsid w:val="001256B2"/>
    <w:rsid w:val="00130CAA"/>
    <w:rsid w:val="001311CB"/>
    <w:rsid w:val="00133548"/>
    <w:rsid w:val="001345A9"/>
    <w:rsid w:val="00140EB3"/>
    <w:rsid w:val="00142547"/>
    <w:rsid w:val="00143863"/>
    <w:rsid w:val="00145235"/>
    <w:rsid w:val="00145A13"/>
    <w:rsid w:val="001477D6"/>
    <w:rsid w:val="0015148E"/>
    <w:rsid w:val="00151705"/>
    <w:rsid w:val="001602A3"/>
    <w:rsid w:val="00166849"/>
    <w:rsid w:val="0016746E"/>
    <w:rsid w:val="00167D91"/>
    <w:rsid w:val="001729FD"/>
    <w:rsid w:val="00173739"/>
    <w:rsid w:val="00173ED0"/>
    <w:rsid w:val="00175421"/>
    <w:rsid w:val="001768BC"/>
    <w:rsid w:val="001772FD"/>
    <w:rsid w:val="00183BB2"/>
    <w:rsid w:val="00185B7E"/>
    <w:rsid w:val="00186BB5"/>
    <w:rsid w:val="00187F47"/>
    <w:rsid w:val="00187F84"/>
    <w:rsid w:val="00191543"/>
    <w:rsid w:val="00194981"/>
    <w:rsid w:val="001966AA"/>
    <w:rsid w:val="00197C3F"/>
    <w:rsid w:val="001A0032"/>
    <w:rsid w:val="001A2BDA"/>
    <w:rsid w:val="001A7DA2"/>
    <w:rsid w:val="001B260A"/>
    <w:rsid w:val="001B7A2D"/>
    <w:rsid w:val="001C0050"/>
    <w:rsid w:val="001D08EB"/>
    <w:rsid w:val="001D1253"/>
    <w:rsid w:val="001D15D0"/>
    <w:rsid w:val="001D2E2E"/>
    <w:rsid w:val="001D66D7"/>
    <w:rsid w:val="001D790E"/>
    <w:rsid w:val="001E283F"/>
    <w:rsid w:val="001E2C18"/>
    <w:rsid w:val="001E2DB6"/>
    <w:rsid w:val="001E6B2F"/>
    <w:rsid w:val="001F1432"/>
    <w:rsid w:val="001F3113"/>
    <w:rsid w:val="00206B6F"/>
    <w:rsid w:val="00207117"/>
    <w:rsid w:val="00207B6F"/>
    <w:rsid w:val="00207E59"/>
    <w:rsid w:val="00212BC7"/>
    <w:rsid w:val="00213D69"/>
    <w:rsid w:val="00214E32"/>
    <w:rsid w:val="00215430"/>
    <w:rsid w:val="00216C24"/>
    <w:rsid w:val="00216E49"/>
    <w:rsid w:val="00223531"/>
    <w:rsid w:val="002244B8"/>
    <w:rsid w:val="00233374"/>
    <w:rsid w:val="00233B6E"/>
    <w:rsid w:val="0023411D"/>
    <w:rsid w:val="00235C6B"/>
    <w:rsid w:val="00241A40"/>
    <w:rsid w:val="00244E3C"/>
    <w:rsid w:val="002472C5"/>
    <w:rsid w:val="00252A86"/>
    <w:rsid w:val="00262055"/>
    <w:rsid w:val="00272DA9"/>
    <w:rsid w:val="00281AA1"/>
    <w:rsid w:val="002822E3"/>
    <w:rsid w:val="002823DE"/>
    <w:rsid w:val="00283220"/>
    <w:rsid w:val="0028428E"/>
    <w:rsid w:val="00284F5A"/>
    <w:rsid w:val="002930F2"/>
    <w:rsid w:val="00295467"/>
    <w:rsid w:val="002970A5"/>
    <w:rsid w:val="002A01DD"/>
    <w:rsid w:val="002A096B"/>
    <w:rsid w:val="002A336F"/>
    <w:rsid w:val="002A6D49"/>
    <w:rsid w:val="002B2945"/>
    <w:rsid w:val="002B2FFB"/>
    <w:rsid w:val="002B3BB3"/>
    <w:rsid w:val="002B48C9"/>
    <w:rsid w:val="002B7CB4"/>
    <w:rsid w:val="002C0433"/>
    <w:rsid w:val="002C0662"/>
    <w:rsid w:val="002C1E31"/>
    <w:rsid w:val="002C2BC6"/>
    <w:rsid w:val="002C365A"/>
    <w:rsid w:val="002C445D"/>
    <w:rsid w:val="002C5D8F"/>
    <w:rsid w:val="002C75DD"/>
    <w:rsid w:val="002D18AD"/>
    <w:rsid w:val="002D360C"/>
    <w:rsid w:val="002D4DFA"/>
    <w:rsid w:val="002D6E42"/>
    <w:rsid w:val="002E1591"/>
    <w:rsid w:val="002E2178"/>
    <w:rsid w:val="002E3383"/>
    <w:rsid w:val="002E3E89"/>
    <w:rsid w:val="002E6A94"/>
    <w:rsid w:val="002F1388"/>
    <w:rsid w:val="002F4962"/>
    <w:rsid w:val="00301F2B"/>
    <w:rsid w:val="00303E69"/>
    <w:rsid w:val="00310838"/>
    <w:rsid w:val="0031100C"/>
    <w:rsid w:val="003115A6"/>
    <w:rsid w:val="00311903"/>
    <w:rsid w:val="00312697"/>
    <w:rsid w:val="00314931"/>
    <w:rsid w:val="0031519E"/>
    <w:rsid w:val="00315FF9"/>
    <w:rsid w:val="00317F77"/>
    <w:rsid w:val="003275E3"/>
    <w:rsid w:val="00327872"/>
    <w:rsid w:val="00335048"/>
    <w:rsid w:val="00336900"/>
    <w:rsid w:val="003369BF"/>
    <w:rsid w:val="003415C1"/>
    <w:rsid w:val="00341D2F"/>
    <w:rsid w:val="00343CB4"/>
    <w:rsid w:val="00345E78"/>
    <w:rsid w:val="0035291F"/>
    <w:rsid w:val="0035678A"/>
    <w:rsid w:val="00357EC3"/>
    <w:rsid w:val="0036048B"/>
    <w:rsid w:val="00360AAA"/>
    <w:rsid w:val="00363CFD"/>
    <w:rsid w:val="00364061"/>
    <w:rsid w:val="00367394"/>
    <w:rsid w:val="0036772F"/>
    <w:rsid w:val="0037098B"/>
    <w:rsid w:val="00370E84"/>
    <w:rsid w:val="00372D20"/>
    <w:rsid w:val="00374097"/>
    <w:rsid w:val="0037421B"/>
    <w:rsid w:val="003825A1"/>
    <w:rsid w:val="00384E26"/>
    <w:rsid w:val="0039064D"/>
    <w:rsid w:val="00391C81"/>
    <w:rsid w:val="003947C4"/>
    <w:rsid w:val="00394C42"/>
    <w:rsid w:val="00394EE4"/>
    <w:rsid w:val="00396D66"/>
    <w:rsid w:val="00397A60"/>
    <w:rsid w:val="003A2A5C"/>
    <w:rsid w:val="003A6FAF"/>
    <w:rsid w:val="003B6A3A"/>
    <w:rsid w:val="003B6A7A"/>
    <w:rsid w:val="003B6D2E"/>
    <w:rsid w:val="003C3BC9"/>
    <w:rsid w:val="003C5FB7"/>
    <w:rsid w:val="003C687B"/>
    <w:rsid w:val="003C6DCB"/>
    <w:rsid w:val="003D0F53"/>
    <w:rsid w:val="003D3E9A"/>
    <w:rsid w:val="003E0587"/>
    <w:rsid w:val="003E6F4C"/>
    <w:rsid w:val="003E7BF5"/>
    <w:rsid w:val="003F1110"/>
    <w:rsid w:val="003F2038"/>
    <w:rsid w:val="00404C6C"/>
    <w:rsid w:val="004063B2"/>
    <w:rsid w:val="004066DB"/>
    <w:rsid w:val="004101CA"/>
    <w:rsid w:val="00411A56"/>
    <w:rsid w:val="00412E7A"/>
    <w:rsid w:val="00412FC6"/>
    <w:rsid w:val="004134F3"/>
    <w:rsid w:val="00414581"/>
    <w:rsid w:val="004149DE"/>
    <w:rsid w:val="00416283"/>
    <w:rsid w:val="00417F8D"/>
    <w:rsid w:val="00425B8E"/>
    <w:rsid w:val="004354C0"/>
    <w:rsid w:val="00436D14"/>
    <w:rsid w:val="004412EA"/>
    <w:rsid w:val="00442348"/>
    <w:rsid w:val="0044260D"/>
    <w:rsid w:val="004450EC"/>
    <w:rsid w:val="00452170"/>
    <w:rsid w:val="00452D44"/>
    <w:rsid w:val="00454A5C"/>
    <w:rsid w:val="004572E8"/>
    <w:rsid w:val="0046172C"/>
    <w:rsid w:val="004651EF"/>
    <w:rsid w:val="004671CB"/>
    <w:rsid w:val="00467DC6"/>
    <w:rsid w:val="004703DD"/>
    <w:rsid w:val="00474035"/>
    <w:rsid w:val="00475B5B"/>
    <w:rsid w:val="00480A54"/>
    <w:rsid w:val="00482347"/>
    <w:rsid w:val="00482A2A"/>
    <w:rsid w:val="00482B9C"/>
    <w:rsid w:val="00490572"/>
    <w:rsid w:val="004918EB"/>
    <w:rsid w:val="00494019"/>
    <w:rsid w:val="00494723"/>
    <w:rsid w:val="004A272E"/>
    <w:rsid w:val="004A30C4"/>
    <w:rsid w:val="004A327F"/>
    <w:rsid w:val="004A5049"/>
    <w:rsid w:val="004B0796"/>
    <w:rsid w:val="004B147D"/>
    <w:rsid w:val="004B209E"/>
    <w:rsid w:val="004C21CD"/>
    <w:rsid w:val="004C36ED"/>
    <w:rsid w:val="004C7B87"/>
    <w:rsid w:val="004D14E9"/>
    <w:rsid w:val="004D1EFB"/>
    <w:rsid w:val="004D3C58"/>
    <w:rsid w:val="004D5EA9"/>
    <w:rsid w:val="004E0946"/>
    <w:rsid w:val="004E1285"/>
    <w:rsid w:val="004E3BE4"/>
    <w:rsid w:val="004E4B33"/>
    <w:rsid w:val="004E60B5"/>
    <w:rsid w:val="004E70D0"/>
    <w:rsid w:val="004E71A2"/>
    <w:rsid w:val="004F4467"/>
    <w:rsid w:val="004F70D2"/>
    <w:rsid w:val="004F7B74"/>
    <w:rsid w:val="00501B1B"/>
    <w:rsid w:val="005027E7"/>
    <w:rsid w:val="00503A1F"/>
    <w:rsid w:val="0050424E"/>
    <w:rsid w:val="00504B3F"/>
    <w:rsid w:val="00506F9F"/>
    <w:rsid w:val="005076E5"/>
    <w:rsid w:val="00510460"/>
    <w:rsid w:val="00510FAD"/>
    <w:rsid w:val="00511372"/>
    <w:rsid w:val="00516289"/>
    <w:rsid w:val="00516DB6"/>
    <w:rsid w:val="0052365A"/>
    <w:rsid w:val="00523D3C"/>
    <w:rsid w:val="0053071A"/>
    <w:rsid w:val="005330BC"/>
    <w:rsid w:val="00533A3D"/>
    <w:rsid w:val="00537F26"/>
    <w:rsid w:val="00544DBD"/>
    <w:rsid w:val="0054645D"/>
    <w:rsid w:val="005517B3"/>
    <w:rsid w:val="00555BB9"/>
    <w:rsid w:val="00564297"/>
    <w:rsid w:val="00564798"/>
    <w:rsid w:val="00565E25"/>
    <w:rsid w:val="0056779E"/>
    <w:rsid w:val="0057555B"/>
    <w:rsid w:val="00581D2C"/>
    <w:rsid w:val="00583941"/>
    <w:rsid w:val="00583C02"/>
    <w:rsid w:val="0058408D"/>
    <w:rsid w:val="0058680F"/>
    <w:rsid w:val="00586BEF"/>
    <w:rsid w:val="00586D03"/>
    <w:rsid w:val="00587336"/>
    <w:rsid w:val="005905F2"/>
    <w:rsid w:val="0059561F"/>
    <w:rsid w:val="0059600D"/>
    <w:rsid w:val="00596035"/>
    <w:rsid w:val="005A6180"/>
    <w:rsid w:val="005B42DA"/>
    <w:rsid w:val="005C0FE4"/>
    <w:rsid w:val="005C2868"/>
    <w:rsid w:val="005D1B18"/>
    <w:rsid w:val="005D2B0E"/>
    <w:rsid w:val="005D4AB0"/>
    <w:rsid w:val="005D55E1"/>
    <w:rsid w:val="005D5F5A"/>
    <w:rsid w:val="005D7A81"/>
    <w:rsid w:val="005E0B7B"/>
    <w:rsid w:val="005E3205"/>
    <w:rsid w:val="005E604B"/>
    <w:rsid w:val="005E74B1"/>
    <w:rsid w:val="005F2C7B"/>
    <w:rsid w:val="005F44E6"/>
    <w:rsid w:val="005F6732"/>
    <w:rsid w:val="00601982"/>
    <w:rsid w:val="00602F48"/>
    <w:rsid w:val="00605A13"/>
    <w:rsid w:val="00605AFC"/>
    <w:rsid w:val="00605DC5"/>
    <w:rsid w:val="0060694E"/>
    <w:rsid w:val="006101F8"/>
    <w:rsid w:val="00611C26"/>
    <w:rsid w:val="00611C5C"/>
    <w:rsid w:val="0061229C"/>
    <w:rsid w:val="00613C13"/>
    <w:rsid w:val="006147A3"/>
    <w:rsid w:val="00615027"/>
    <w:rsid w:val="00615DBA"/>
    <w:rsid w:val="006224E5"/>
    <w:rsid w:val="00623FFE"/>
    <w:rsid w:val="006319B9"/>
    <w:rsid w:val="00633E74"/>
    <w:rsid w:val="00634A75"/>
    <w:rsid w:val="006351A4"/>
    <w:rsid w:val="00641451"/>
    <w:rsid w:val="00647D77"/>
    <w:rsid w:val="006510AE"/>
    <w:rsid w:val="006519FD"/>
    <w:rsid w:val="00651F4F"/>
    <w:rsid w:val="00653D81"/>
    <w:rsid w:val="006545E0"/>
    <w:rsid w:val="00655F2A"/>
    <w:rsid w:val="006568D3"/>
    <w:rsid w:val="00666326"/>
    <w:rsid w:val="00667884"/>
    <w:rsid w:val="00670A1C"/>
    <w:rsid w:val="0067635B"/>
    <w:rsid w:val="00677ED3"/>
    <w:rsid w:val="00681E81"/>
    <w:rsid w:val="00685CA6"/>
    <w:rsid w:val="0069007C"/>
    <w:rsid w:val="006904F6"/>
    <w:rsid w:val="00691526"/>
    <w:rsid w:val="00692064"/>
    <w:rsid w:val="00695DEC"/>
    <w:rsid w:val="00696DF9"/>
    <w:rsid w:val="006B06CA"/>
    <w:rsid w:val="006B0DC9"/>
    <w:rsid w:val="006B34B1"/>
    <w:rsid w:val="006B46E6"/>
    <w:rsid w:val="006B7EFC"/>
    <w:rsid w:val="006C7F1B"/>
    <w:rsid w:val="006D2F99"/>
    <w:rsid w:val="006E1578"/>
    <w:rsid w:val="006E1D27"/>
    <w:rsid w:val="006E1ED5"/>
    <w:rsid w:val="006E53A3"/>
    <w:rsid w:val="006F5D13"/>
    <w:rsid w:val="00701E17"/>
    <w:rsid w:val="00702D86"/>
    <w:rsid w:val="007030CE"/>
    <w:rsid w:val="007037AE"/>
    <w:rsid w:val="00704314"/>
    <w:rsid w:val="00704FDA"/>
    <w:rsid w:val="0070565F"/>
    <w:rsid w:val="007111BC"/>
    <w:rsid w:val="007118A1"/>
    <w:rsid w:val="0071580B"/>
    <w:rsid w:val="00716073"/>
    <w:rsid w:val="007177B7"/>
    <w:rsid w:val="0072036B"/>
    <w:rsid w:val="00720D98"/>
    <w:rsid w:val="007244E3"/>
    <w:rsid w:val="00727551"/>
    <w:rsid w:val="00734D5E"/>
    <w:rsid w:val="007400F5"/>
    <w:rsid w:val="00742441"/>
    <w:rsid w:val="00742857"/>
    <w:rsid w:val="00745C0C"/>
    <w:rsid w:val="007470C1"/>
    <w:rsid w:val="0075222A"/>
    <w:rsid w:val="00752F67"/>
    <w:rsid w:val="00755E19"/>
    <w:rsid w:val="0076351D"/>
    <w:rsid w:val="00765EAD"/>
    <w:rsid w:val="00767DE4"/>
    <w:rsid w:val="00771ECC"/>
    <w:rsid w:val="00772FDD"/>
    <w:rsid w:val="0077359A"/>
    <w:rsid w:val="00773D68"/>
    <w:rsid w:val="00775155"/>
    <w:rsid w:val="007819F9"/>
    <w:rsid w:val="0078488C"/>
    <w:rsid w:val="0079161B"/>
    <w:rsid w:val="0079401C"/>
    <w:rsid w:val="0079554B"/>
    <w:rsid w:val="007A5044"/>
    <w:rsid w:val="007A7800"/>
    <w:rsid w:val="007B457C"/>
    <w:rsid w:val="007B5BDB"/>
    <w:rsid w:val="007B63E3"/>
    <w:rsid w:val="007B66B1"/>
    <w:rsid w:val="007B7122"/>
    <w:rsid w:val="007C0E93"/>
    <w:rsid w:val="007C1FBC"/>
    <w:rsid w:val="007C3C02"/>
    <w:rsid w:val="007C632C"/>
    <w:rsid w:val="007C7324"/>
    <w:rsid w:val="007D0692"/>
    <w:rsid w:val="007D10C2"/>
    <w:rsid w:val="007D2243"/>
    <w:rsid w:val="007D582C"/>
    <w:rsid w:val="007D6D8A"/>
    <w:rsid w:val="007D6EBB"/>
    <w:rsid w:val="007E0D58"/>
    <w:rsid w:val="007E17C3"/>
    <w:rsid w:val="007E1BD4"/>
    <w:rsid w:val="007E215F"/>
    <w:rsid w:val="007E3ED2"/>
    <w:rsid w:val="007E5C11"/>
    <w:rsid w:val="007E5CD8"/>
    <w:rsid w:val="007E7CD3"/>
    <w:rsid w:val="007F13F1"/>
    <w:rsid w:val="007F1719"/>
    <w:rsid w:val="007F4482"/>
    <w:rsid w:val="007F5A20"/>
    <w:rsid w:val="007F719B"/>
    <w:rsid w:val="008011FF"/>
    <w:rsid w:val="008017A7"/>
    <w:rsid w:val="00805805"/>
    <w:rsid w:val="00805876"/>
    <w:rsid w:val="00806DCB"/>
    <w:rsid w:val="00811652"/>
    <w:rsid w:val="00813A2D"/>
    <w:rsid w:val="008222A2"/>
    <w:rsid w:val="00822CF0"/>
    <w:rsid w:val="008230D5"/>
    <w:rsid w:val="00824031"/>
    <w:rsid w:val="00825F67"/>
    <w:rsid w:val="0082662F"/>
    <w:rsid w:val="00833CF2"/>
    <w:rsid w:val="00836384"/>
    <w:rsid w:val="0084162A"/>
    <w:rsid w:val="00842A41"/>
    <w:rsid w:val="00852B8E"/>
    <w:rsid w:val="00853B77"/>
    <w:rsid w:val="00855915"/>
    <w:rsid w:val="0085681D"/>
    <w:rsid w:val="008634E4"/>
    <w:rsid w:val="008659D1"/>
    <w:rsid w:val="008661BC"/>
    <w:rsid w:val="008663AD"/>
    <w:rsid w:val="00871E42"/>
    <w:rsid w:val="00873FD1"/>
    <w:rsid w:val="00875FFA"/>
    <w:rsid w:val="00877EB5"/>
    <w:rsid w:val="00880B3C"/>
    <w:rsid w:val="00883E63"/>
    <w:rsid w:val="00885358"/>
    <w:rsid w:val="0088738E"/>
    <w:rsid w:val="0088793B"/>
    <w:rsid w:val="00887B13"/>
    <w:rsid w:val="00890339"/>
    <w:rsid w:val="00890742"/>
    <w:rsid w:val="00892D37"/>
    <w:rsid w:val="0089730E"/>
    <w:rsid w:val="008A1E96"/>
    <w:rsid w:val="008A3EBC"/>
    <w:rsid w:val="008A4201"/>
    <w:rsid w:val="008A5333"/>
    <w:rsid w:val="008A5A02"/>
    <w:rsid w:val="008A6951"/>
    <w:rsid w:val="008A7D80"/>
    <w:rsid w:val="008B0D75"/>
    <w:rsid w:val="008B1030"/>
    <w:rsid w:val="008B34CA"/>
    <w:rsid w:val="008B54A7"/>
    <w:rsid w:val="008C0D00"/>
    <w:rsid w:val="008C1330"/>
    <w:rsid w:val="008D4723"/>
    <w:rsid w:val="008E20F7"/>
    <w:rsid w:val="008E25C6"/>
    <w:rsid w:val="008E2601"/>
    <w:rsid w:val="008E26F4"/>
    <w:rsid w:val="008E331C"/>
    <w:rsid w:val="008E45CD"/>
    <w:rsid w:val="008E5A47"/>
    <w:rsid w:val="008E697C"/>
    <w:rsid w:val="008F042D"/>
    <w:rsid w:val="008F4673"/>
    <w:rsid w:val="008F4E50"/>
    <w:rsid w:val="008F6E70"/>
    <w:rsid w:val="0090244A"/>
    <w:rsid w:val="00902FC4"/>
    <w:rsid w:val="00903CEC"/>
    <w:rsid w:val="00905EE4"/>
    <w:rsid w:val="00905F21"/>
    <w:rsid w:val="00906361"/>
    <w:rsid w:val="00906F96"/>
    <w:rsid w:val="00910312"/>
    <w:rsid w:val="00911354"/>
    <w:rsid w:val="009118D9"/>
    <w:rsid w:val="00911B6B"/>
    <w:rsid w:val="00915DA3"/>
    <w:rsid w:val="00920EE1"/>
    <w:rsid w:val="0092298B"/>
    <w:rsid w:val="00924C29"/>
    <w:rsid w:val="00925985"/>
    <w:rsid w:val="00932494"/>
    <w:rsid w:val="00932EB7"/>
    <w:rsid w:val="0093520B"/>
    <w:rsid w:val="009405B3"/>
    <w:rsid w:val="0094125C"/>
    <w:rsid w:val="0094187E"/>
    <w:rsid w:val="00941882"/>
    <w:rsid w:val="00952D03"/>
    <w:rsid w:val="00952FB6"/>
    <w:rsid w:val="009530F0"/>
    <w:rsid w:val="0095540E"/>
    <w:rsid w:val="009623CC"/>
    <w:rsid w:val="00963684"/>
    <w:rsid w:val="00963BA0"/>
    <w:rsid w:val="0097106F"/>
    <w:rsid w:val="009719D9"/>
    <w:rsid w:val="00972156"/>
    <w:rsid w:val="009740BB"/>
    <w:rsid w:val="00976497"/>
    <w:rsid w:val="00984250"/>
    <w:rsid w:val="009926B2"/>
    <w:rsid w:val="00992F38"/>
    <w:rsid w:val="00994AC4"/>
    <w:rsid w:val="00994D97"/>
    <w:rsid w:val="00996581"/>
    <w:rsid w:val="00997962"/>
    <w:rsid w:val="009A0D08"/>
    <w:rsid w:val="009A0DD0"/>
    <w:rsid w:val="009A19DD"/>
    <w:rsid w:val="009B58E1"/>
    <w:rsid w:val="009C0E87"/>
    <w:rsid w:val="009C555E"/>
    <w:rsid w:val="009C5D8D"/>
    <w:rsid w:val="009C6ED6"/>
    <w:rsid w:val="009C7C0A"/>
    <w:rsid w:val="009D24C3"/>
    <w:rsid w:val="009D2815"/>
    <w:rsid w:val="009D44C3"/>
    <w:rsid w:val="009D7B07"/>
    <w:rsid w:val="009D7D09"/>
    <w:rsid w:val="009E08EB"/>
    <w:rsid w:val="009E1AF3"/>
    <w:rsid w:val="009E7068"/>
    <w:rsid w:val="009E7FAF"/>
    <w:rsid w:val="009F1A71"/>
    <w:rsid w:val="009F5D63"/>
    <w:rsid w:val="00A03113"/>
    <w:rsid w:val="00A11053"/>
    <w:rsid w:val="00A1496D"/>
    <w:rsid w:val="00A16376"/>
    <w:rsid w:val="00A173E7"/>
    <w:rsid w:val="00A2232A"/>
    <w:rsid w:val="00A24902"/>
    <w:rsid w:val="00A31B7D"/>
    <w:rsid w:val="00A32F28"/>
    <w:rsid w:val="00A33E02"/>
    <w:rsid w:val="00A35ED8"/>
    <w:rsid w:val="00A35F7C"/>
    <w:rsid w:val="00A36FA2"/>
    <w:rsid w:val="00A4004C"/>
    <w:rsid w:val="00A42F5D"/>
    <w:rsid w:val="00A45BED"/>
    <w:rsid w:val="00A53FCD"/>
    <w:rsid w:val="00A5468E"/>
    <w:rsid w:val="00A55714"/>
    <w:rsid w:val="00A65A4D"/>
    <w:rsid w:val="00A66EA8"/>
    <w:rsid w:val="00A6747C"/>
    <w:rsid w:val="00A7395C"/>
    <w:rsid w:val="00A73B4E"/>
    <w:rsid w:val="00A74672"/>
    <w:rsid w:val="00A75706"/>
    <w:rsid w:val="00A766F0"/>
    <w:rsid w:val="00A7780C"/>
    <w:rsid w:val="00A81759"/>
    <w:rsid w:val="00A82B28"/>
    <w:rsid w:val="00A85D86"/>
    <w:rsid w:val="00A87BEE"/>
    <w:rsid w:val="00A924EB"/>
    <w:rsid w:val="00A95039"/>
    <w:rsid w:val="00AA0C0F"/>
    <w:rsid w:val="00AA2CE1"/>
    <w:rsid w:val="00AA59CD"/>
    <w:rsid w:val="00AA6519"/>
    <w:rsid w:val="00AB1BEA"/>
    <w:rsid w:val="00AB1D16"/>
    <w:rsid w:val="00AB3E57"/>
    <w:rsid w:val="00AB3E92"/>
    <w:rsid w:val="00AB475A"/>
    <w:rsid w:val="00AB485D"/>
    <w:rsid w:val="00AB6D13"/>
    <w:rsid w:val="00AC022A"/>
    <w:rsid w:val="00AC1068"/>
    <w:rsid w:val="00AC60B8"/>
    <w:rsid w:val="00AD2337"/>
    <w:rsid w:val="00AD42FD"/>
    <w:rsid w:val="00AD4E64"/>
    <w:rsid w:val="00AD5667"/>
    <w:rsid w:val="00AD5CD6"/>
    <w:rsid w:val="00AE018C"/>
    <w:rsid w:val="00AE108A"/>
    <w:rsid w:val="00AE3FFE"/>
    <w:rsid w:val="00AE656B"/>
    <w:rsid w:val="00AE7973"/>
    <w:rsid w:val="00AF4E45"/>
    <w:rsid w:val="00B02F12"/>
    <w:rsid w:val="00B06001"/>
    <w:rsid w:val="00B12476"/>
    <w:rsid w:val="00B12ED2"/>
    <w:rsid w:val="00B155A5"/>
    <w:rsid w:val="00B1716E"/>
    <w:rsid w:val="00B20F62"/>
    <w:rsid w:val="00B216E9"/>
    <w:rsid w:val="00B24130"/>
    <w:rsid w:val="00B31063"/>
    <w:rsid w:val="00B31233"/>
    <w:rsid w:val="00B3253A"/>
    <w:rsid w:val="00B36405"/>
    <w:rsid w:val="00B37BA8"/>
    <w:rsid w:val="00B416D6"/>
    <w:rsid w:val="00B424FA"/>
    <w:rsid w:val="00B438BA"/>
    <w:rsid w:val="00B45A51"/>
    <w:rsid w:val="00B52571"/>
    <w:rsid w:val="00B5308B"/>
    <w:rsid w:val="00B53C04"/>
    <w:rsid w:val="00B5429E"/>
    <w:rsid w:val="00B62C1D"/>
    <w:rsid w:val="00B63D8C"/>
    <w:rsid w:val="00B63E37"/>
    <w:rsid w:val="00B65050"/>
    <w:rsid w:val="00B702F6"/>
    <w:rsid w:val="00B713EE"/>
    <w:rsid w:val="00B715D7"/>
    <w:rsid w:val="00B77904"/>
    <w:rsid w:val="00B82DF5"/>
    <w:rsid w:val="00B84FEC"/>
    <w:rsid w:val="00B85F06"/>
    <w:rsid w:val="00B86A1C"/>
    <w:rsid w:val="00B9596B"/>
    <w:rsid w:val="00B95BFA"/>
    <w:rsid w:val="00BA1B20"/>
    <w:rsid w:val="00BA1D3E"/>
    <w:rsid w:val="00BA601E"/>
    <w:rsid w:val="00BB22A6"/>
    <w:rsid w:val="00BB36E2"/>
    <w:rsid w:val="00BB3871"/>
    <w:rsid w:val="00BC50FE"/>
    <w:rsid w:val="00BD198F"/>
    <w:rsid w:val="00BD492C"/>
    <w:rsid w:val="00BD51E6"/>
    <w:rsid w:val="00BD691E"/>
    <w:rsid w:val="00BE29FD"/>
    <w:rsid w:val="00BF0439"/>
    <w:rsid w:val="00BF0479"/>
    <w:rsid w:val="00BF525F"/>
    <w:rsid w:val="00C00A74"/>
    <w:rsid w:val="00C032DF"/>
    <w:rsid w:val="00C062F4"/>
    <w:rsid w:val="00C1205E"/>
    <w:rsid w:val="00C13519"/>
    <w:rsid w:val="00C16C93"/>
    <w:rsid w:val="00C20C82"/>
    <w:rsid w:val="00C218D7"/>
    <w:rsid w:val="00C226B5"/>
    <w:rsid w:val="00C24506"/>
    <w:rsid w:val="00C25877"/>
    <w:rsid w:val="00C25A77"/>
    <w:rsid w:val="00C266F5"/>
    <w:rsid w:val="00C27B07"/>
    <w:rsid w:val="00C31686"/>
    <w:rsid w:val="00C3293D"/>
    <w:rsid w:val="00C3671C"/>
    <w:rsid w:val="00C41E0A"/>
    <w:rsid w:val="00C44DC7"/>
    <w:rsid w:val="00C45C3E"/>
    <w:rsid w:val="00C56A3A"/>
    <w:rsid w:val="00C6239A"/>
    <w:rsid w:val="00C65DCB"/>
    <w:rsid w:val="00C67F3C"/>
    <w:rsid w:val="00C7193D"/>
    <w:rsid w:val="00C72F9C"/>
    <w:rsid w:val="00C739E2"/>
    <w:rsid w:val="00C762CF"/>
    <w:rsid w:val="00C835E8"/>
    <w:rsid w:val="00C8491C"/>
    <w:rsid w:val="00C90E5D"/>
    <w:rsid w:val="00C91F80"/>
    <w:rsid w:val="00C91FC4"/>
    <w:rsid w:val="00C92671"/>
    <w:rsid w:val="00CA08C6"/>
    <w:rsid w:val="00CA5058"/>
    <w:rsid w:val="00CA508E"/>
    <w:rsid w:val="00CB0AC9"/>
    <w:rsid w:val="00CB0B15"/>
    <w:rsid w:val="00CB1604"/>
    <w:rsid w:val="00CB23FF"/>
    <w:rsid w:val="00CB6698"/>
    <w:rsid w:val="00CB75A6"/>
    <w:rsid w:val="00CC1040"/>
    <w:rsid w:val="00CC1D1E"/>
    <w:rsid w:val="00CC3B14"/>
    <w:rsid w:val="00CD0CA7"/>
    <w:rsid w:val="00CD3294"/>
    <w:rsid w:val="00CD3B0C"/>
    <w:rsid w:val="00CD6A3D"/>
    <w:rsid w:val="00CD7F59"/>
    <w:rsid w:val="00CE10D7"/>
    <w:rsid w:val="00CE1710"/>
    <w:rsid w:val="00CE1DD5"/>
    <w:rsid w:val="00CE33B1"/>
    <w:rsid w:val="00CE356F"/>
    <w:rsid w:val="00CE3708"/>
    <w:rsid w:val="00CE73D2"/>
    <w:rsid w:val="00CE7715"/>
    <w:rsid w:val="00CF0F7D"/>
    <w:rsid w:val="00CF1F70"/>
    <w:rsid w:val="00CF24FF"/>
    <w:rsid w:val="00CF2F4C"/>
    <w:rsid w:val="00CF371B"/>
    <w:rsid w:val="00CF4543"/>
    <w:rsid w:val="00CF54B1"/>
    <w:rsid w:val="00CF5F74"/>
    <w:rsid w:val="00CF6CFE"/>
    <w:rsid w:val="00D1126F"/>
    <w:rsid w:val="00D11FA5"/>
    <w:rsid w:val="00D14F21"/>
    <w:rsid w:val="00D25A04"/>
    <w:rsid w:val="00D25EBE"/>
    <w:rsid w:val="00D273A6"/>
    <w:rsid w:val="00D30F61"/>
    <w:rsid w:val="00D30FA5"/>
    <w:rsid w:val="00D310F4"/>
    <w:rsid w:val="00D31B31"/>
    <w:rsid w:val="00D32CC8"/>
    <w:rsid w:val="00D33E54"/>
    <w:rsid w:val="00D36E40"/>
    <w:rsid w:val="00D417EB"/>
    <w:rsid w:val="00D447B3"/>
    <w:rsid w:val="00D46138"/>
    <w:rsid w:val="00D46218"/>
    <w:rsid w:val="00D46743"/>
    <w:rsid w:val="00D47C8D"/>
    <w:rsid w:val="00D50F01"/>
    <w:rsid w:val="00D5129B"/>
    <w:rsid w:val="00D52F5A"/>
    <w:rsid w:val="00D62BAE"/>
    <w:rsid w:val="00D62DB6"/>
    <w:rsid w:val="00D65D84"/>
    <w:rsid w:val="00D670F8"/>
    <w:rsid w:val="00D67B94"/>
    <w:rsid w:val="00D748DE"/>
    <w:rsid w:val="00D81EB4"/>
    <w:rsid w:val="00D83893"/>
    <w:rsid w:val="00D8769C"/>
    <w:rsid w:val="00D90F43"/>
    <w:rsid w:val="00D91D79"/>
    <w:rsid w:val="00D93105"/>
    <w:rsid w:val="00D9353F"/>
    <w:rsid w:val="00D9400C"/>
    <w:rsid w:val="00D9611D"/>
    <w:rsid w:val="00D96A74"/>
    <w:rsid w:val="00DA07B5"/>
    <w:rsid w:val="00DA0B55"/>
    <w:rsid w:val="00DA16E6"/>
    <w:rsid w:val="00DA2C4A"/>
    <w:rsid w:val="00DA3966"/>
    <w:rsid w:val="00DA5BF7"/>
    <w:rsid w:val="00DB11A5"/>
    <w:rsid w:val="00DB773C"/>
    <w:rsid w:val="00DC2BEA"/>
    <w:rsid w:val="00DC36F7"/>
    <w:rsid w:val="00DC3CA1"/>
    <w:rsid w:val="00DC506E"/>
    <w:rsid w:val="00DD2281"/>
    <w:rsid w:val="00DD36DB"/>
    <w:rsid w:val="00DD3B66"/>
    <w:rsid w:val="00DD6611"/>
    <w:rsid w:val="00DE0278"/>
    <w:rsid w:val="00DE2544"/>
    <w:rsid w:val="00DE57D0"/>
    <w:rsid w:val="00DE7E93"/>
    <w:rsid w:val="00DF07FC"/>
    <w:rsid w:val="00DF31C0"/>
    <w:rsid w:val="00DF7001"/>
    <w:rsid w:val="00E00528"/>
    <w:rsid w:val="00E024BE"/>
    <w:rsid w:val="00E04A21"/>
    <w:rsid w:val="00E04D7B"/>
    <w:rsid w:val="00E05DF7"/>
    <w:rsid w:val="00E071A0"/>
    <w:rsid w:val="00E0762D"/>
    <w:rsid w:val="00E07ACA"/>
    <w:rsid w:val="00E1258C"/>
    <w:rsid w:val="00E15385"/>
    <w:rsid w:val="00E15601"/>
    <w:rsid w:val="00E17D6A"/>
    <w:rsid w:val="00E20679"/>
    <w:rsid w:val="00E20C37"/>
    <w:rsid w:val="00E21907"/>
    <w:rsid w:val="00E227C1"/>
    <w:rsid w:val="00E25DC7"/>
    <w:rsid w:val="00E31627"/>
    <w:rsid w:val="00E32C5E"/>
    <w:rsid w:val="00E37BAD"/>
    <w:rsid w:val="00E418B0"/>
    <w:rsid w:val="00E419F2"/>
    <w:rsid w:val="00E43ADD"/>
    <w:rsid w:val="00E44612"/>
    <w:rsid w:val="00E44BD3"/>
    <w:rsid w:val="00E46828"/>
    <w:rsid w:val="00E4715F"/>
    <w:rsid w:val="00E47406"/>
    <w:rsid w:val="00E47FAE"/>
    <w:rsid w:val="00E50EE8"/>
    <w:rsid w:val="00E51200"/>
    <w:rsid w:val="00E51653"/>
    <w:rsid w:val="00E54110"/>
    <w:rsid w:val="00E6230F"/>
    <w:rsid w:val="00E628B8"/>
    <w:rsid w:val="00E62AEF"/>
    <w:rsid w:val="00E633D9"/>
    <w:rsid w:val="00E65E32"/>
    <w:rsid w:val="00E7036F"/>
    <w:rsid w:val="00E73A2C"/>
    <w:rsid w:val="00E76CD4"/>
    <w:rsid w:val="00E803CB"/>
    <w:rsid w:val="00E8171B"/>
    <w:rsid w:val="00E8260E"/>
    <w:rsid w:val="00E8416D"/>
    <w:rsid w:val="00E84679"/>
    <w:rsid w:val="00E87DF9"/>
    <w:rsid w:val="00E9187C"/>
    <w:rsid w:val="00E92113"/>
    <w:rsid w:val="00E92548"/>
    <w:rsid w:val="00E92A51"/>
    <w:rsid w:val="00E93A02"/>
    <w:rsid w:val="00E9650C"/>
    <w:rsid w:val="00EA06E8"/>
    <w:rsid w:val="00EA15FB"/>
    <w:rsid w:val="00EA1C1B"/>
    <w:rsid w:val="00EA2C8B"/>
    <w:rsid w:val="00EA6BCC"/>
    <w:rsid w:val="00EB0368"/>
    <w:rsid w:val="00EC090A"/>
    <w:rsid w:val="00EC144D"/>
    <w:rsid w:val="00EC6F72"/>
    <w:rsid w:val="00ED1461"/>
    <w:rsid w:val="00ED1515"/>
    <w:rsid w:val="00ED20F2"/>
    <w:rsid w:val="00ED35E5"/>
    <w:rsid w:val="00ED70CE"/>
    <w:rsid w:val="00EE157C"/>
    <w:rsid w:val="00EE1E3F"/>
    <w:rsid w:val="00EE368A"/>
    <w:rsid w:val="00EE5DF8"/>
    <w:rsid w:val="00EE611C"/>
    <w:rsid w:val="00EE67B9"/>
    <w:rsid w:val="00EF1676"/>
    <w:rsid w:val="00EF40AF"/>
    <w:rsid w:val="00EF4E5A"/>
    <w:rsid w:val="00EF729D"/>
    <w:rsid w:val="00F00547"/>
    <w:rsid w:val="00F009FE"/>
    <w:rsid w:val="00F06183"/>
    <w:rsid w:val="00F07A02"/>
    <w:rsid w:val="00F104F3"/>
    <w:rsid w:val="00F1087B"/>
    <w:rsid w:val="00F10A78"/>
    <w:rsid w:val="00F1569D"/>
    <w:rsid w:val="00F17FF7"/>
    <w:rsid w:val="00F23C6D"/>
    <w:rsid w:val="00F2653B"/>
    <w:rsid w:val="00F2713D"/>
    <w:rsid w:val="00F3061F"/>
    <w:rsid w:val="00F3179D"/>
    <w:rsid w:val="00F33054"/>
    <w:rsid w:val="00F3531D"/>
    <w:rsid w:val="00F37647"/>
    <w:rsid w:val="00F40D42"/>
    <w:rsid w:val="00F41101"/>
    <w:rsid w:val="00F41D6B"/>
    <w:rsid w:val="00F433B1"/>
    <w:rsid w:val="00F43C2F"/>
    <w:rsid w:val="00F44FD0"/>
    <w:rsid w:val="00F51483"/>
    <w:rsid w:val="00F542C6"/>
    <w:rsid w:val="00F5735E"/>
    <w:rsid w:val="00F62989"/>
    <w:rsid w:val="00F65DCD"/>
    <w:rsid w:val="00F70123"/>
    <w:rsid w:val="00F739C1"/>
    <w:rsid w:val="00F73EE7"/>
    <w:rsid w:val="00F8120F"/>
    <w:rsid w:val="00F812F3"/>
    <w:rsid w:val="00F81BBA"/>
    <w:rsid w:val="00F84A6E"/>
    <w:rsid w:val="00F90FE2"/>
    <w:rsid w:val="00F9146B"/>
    <w:rsid w:val="00F93EC7"/>
    <w:rsid w:val="00F971F2"/>
    <w:rsid w:val="00F97DBB"/>
    <w:rsid w:val="00FA0052"/>
    <w:rsid w:val="00FA0F5F"/>
    <w:rsid w:val="00FA1C17"/>
    <w:rsid w:val="00FB64F3"/>
    <w:rsid w:val="00FC4D81"/>
    <w:rsid w:val="00FC5C5F"/>
    <w:rsid w:val="00FD0FE9"/>
    <w:rsid w:val="00FD20C5"/>
    <w:rsid w:val="00FD5BEF"/>
    <w:rsid w:val="00FD7FD3"/>
    <w:rsid w:val="00FE0E4B"/>
    <w:rsid w:val="00FE5EA2"/>
    <w:rsid w:val="00FE5FCE"/>
    <w:rsid w:val="00FE68C8"/>
    <w:rsid w:val="00FE7B34"/>
    <w:rsid w:val="00FF048F"/>
    <w:rsid w:val="00FF05A6"/>
    <w:rsid w:val="00FF09E3"/>
    <w:rsid w:val="00FF2BD6"/>
    <w:rsid w:val="00FF2C15"/>
    <w:rsid w:val="00FF6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CC8B74"/>
  <w15:docId w15:val="{431FD7C5-7162-4805-8E96-332DFF726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43ADD"/>
    <w:rPr>
      <w:rFonts w:ascii="Arial" w:hAnsi="Arial"/>
      <w:szCs w:val="24"/>
    </w:rPr>
  </w:style>
  <w:style w:type="paragraph" w:styleId="Titolo1">
    <w:name w:val="heading 1"/>
    <w:basedOn w:val="Normale"/>
    <w:next w:val="Normale"/>
    <w:qFormat/>
    <w:rsid w:val="00494019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b/>
      <w:kern w:val="28"/>
      <w:sz w:val="28"/>
      <w:szCs w:val="20"/>
    </w:rPr>
  </w:style>
  <w:style w:type="paragraph" w:styleId="Titolo5">
    <w:name w:val="heading 5"/>
    <w:basedOn w:val="Normale"/>
    <w:next w:val="Normale"/>
    <w:qFormat/>
    <w:rsid w:val="0049401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494019"/>
    <w:pPr>
      <w:spacing w:before="240" w:after="60"/>
      <w:outlineLvl w:val="5"/>
    </w:pPr>
    <w:rPr>
      <w:b/>
      <w:bCs/>
      <w:sz w:val="22"/>
      <w:szCs w:val="22"/>
    </w:rPr>
  </w:style>
  <w:style w:type="paragraph" w:styleId="Titolo9">
    <w:name w:val="heading 9"/>
    <w:basedOn w:val="Normale"/>
    <w:next w:val="Normale"/>
    <w:qFormat/>
    <w:rsid w:val="00F5735E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Marta">
    <w:name w:val="Marta"/>
    <w:basedOn w:val="Normale"/>
    <w:rsid w:val="005E0B7B"/>
  </w:style>
  <w:style w:type="paragraph" w:styleId="Intestazione">
    <w:name w:val="header"/>
    <w:basedOn w:val="Normale"/>
    <w:rsid w:val="00F3531D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353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semiHidden/>
    <w:rsid w:val="008F6E70"/>
    <w:rPr>
      <w:szCs w:val="20"/>
    </w:rPr>
  </w:style>
  <w:style w:type="character" w:styleId="Rimandonotaapidipagina">
    <w:name w:val="footnote reference"/>
    <w:semiHidden/>
    <w:rsid w:val="008F6E70"/>
    <w:rPr>
      <w:vertAlign w:val="superscript"/>
    </w:rPr>
  </w:style>
  <w:style w:type="paragraph" w:styleId="Pidipagina">
    <w:name w:val="footer"/>
    <w:basedOn w:val="Normale"/>
    <w:rsid w:val="00AD5CD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AD5CD6"/>
  </w:style>
  <w:style w:type="paragraph" w:styleId="Testofumetto">
    <w:name w:val="Balloon Text"/>
    <w:basedOn w:val="Normale"/>
    <w:semiHidden/>
    <w:rsid w:val="00213D69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494019"/>
    <w:rPr>
      <w:color w:val="0000FF"/>
      <w:u w:val="single"/>
    </w:rPr>
  </w:style>
  <w:style w:type="paragraph" w:customStyle="1" w:styleId="CarattereCarattereCarCar">
    <w:name w:val="Carattere Carattere Car Car"/>
    <w:basedOn w:val="Normale"/>
    <w:rsid w:val="00494019"/>
    <w:pPr>
      <w:spacing w:after="160" w:line="240" w:lineRule="exact"/>
    </w:pPr>
    <w:rPr>
      <w:rFonts w:cs="Arial"/>
      <w:szCs w:val="20"/>
      <w:lang w:val="es-ES_tradnl" w:eastAsia="en-US"/>
    </w:rPr>
  </w:style>
  <w:style w:type="paragraph" w:styleId="Finemodulo-z">
    <w:name w:val="HTML Bottom of Form"/>
    <w:basedOn w:val="Normale"/>
    <w:next w:val="Normale"/>
    <w:hidden/>
    <w:rsid w:val="00494019"/>
    <w:pPr>
      <w:pBdr>
        <w:top w:val="single" w:sz="6" w:space="1" w:color="auto"/>
      </w:pBdr>
      <w:jc w:val="center"/>
    </w:pPr>
    <w:rPr>
      <w:rFonts w:cs="Arial"/>
      <w:vanish/>
      <w:sz w:val="16"/>
      <w:szCs w:val="16"/>
    </w:rPr>
  </w:style>
  <w:style w:type="paragraph" w:styleId="Iniziomodulo-z">
    <w:name w:val="HTML Top of Form"/>
    <w:basedOn w:val="Normale"/>
    <w:next w:val="Normale"/>
    <w:hidden/>
    <w:rsid w:val="00494019"/>
    <w:pPr>
      <w:pBdr>
        <w:bottom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styleId="Collegamentovisitato">
    <w:name w:val="FollowedHyperlink"/>
    <w:rsid w:val="00494019"/>
    <w:rPr>
      <w:color w:val="800080"/>
      <w:u w:val="single"/>
    </w:rPr>
  </w:style>
  <w:style w:type="character" w:styleId="Rimandocommento">
    <w:name w:val="annotation reference"/>
    <w:semiHidden/>
    <w:rsid w:val="00E32C5E"/>
    <w:rPr>
      <w:sz w:val="16"/>
      <w:szCs w:val="16"/>
    </w:rPr>
  </w:style>
  <w:style w:type="paragraph" w:styleId="Testocommento">
    <w:name w:val="annotation text"/>
    <w:basedOn w:val="Normale"/>
    <w:semiHidden/>
    <w:rsid w:val="00E32C5E"/>
    <w:rPr>
      <w:szCs w:val="20"/>
    </w:rPr>
  </w:style>
  <w:style w:type="paragraph" w:styleId="Soggettocommento">
    <w:name w:val="annotation subject"/>
    <w:basedOn w:val="Testocommento"/>
    <w:next w:val="Testocommento"/>
    <w:semiHidden/>
    <w:rsid w:val="00E32C5E"/>
    <w:rPr>
      <w:b/>
      <w:bCs/>
    </w:rPr>
  </w:style>
  <w:style w:type="paragraph" w:styleId="Corpotesto">
    <w:name w:val="Body Text"/>
    <w:basedOn w:val="Normale"/>
    <w:link w:val="CorpotestoCarattere"/>
    <w:rsid w:val="00587336"/>
    <w:pPr>
      <w:jc w:val="center"/>
    </w:pPr>
    <w:rPr>
      <w:rFonts w:ascii="Times New Roman" w:hAnsi="Times New Roman"/>
      <w:b/>
      <w:bCs/>
      <w:color w:val="FF0000"/>
      <w:sz w:val="28"/>
    </w:rPr>
  </w:style>
  <w:style w:type="character" w:customStyle="1" w:styleId="CorpotestoCarattere">
    <w:name w:val="Corpo testo Carattere"/>
    <w:link w:val="Corpotesto"/>
    <w:rsid w:val="00587336"/>
    <w:rPr>
      <w:b/>
      <w:bCs/>
      <w:color w:val="FF0000"/>
      <w:sz w:val="28"/>
      <w:szCs w:val="24"/>
    </w:rPr>
  </w:style>
  <w:style w:type="paragraph" w:styleId="Paragrafoelenco">
    <w:name w:val="List Paragraph"/>
    <w:basedOn w:val="Normale"/>
    <w:uiPriority w:val="34"/>
    <w:qFormat/>
    <w:rsid w:val="00587336"/>
    <w:pPr>
      <w:ind w:left="720"/>
      <w:contextualSpacing/>
    </w:pPr>
    <w:rPr>
      <w:rFonts w:ascii="Times New Roman" w:hAnsi="Times New Roman"/>
      <w:sz w:val="24"/>
    </w:rPr>
  </w:style>
  <w:style w:type="paragraph" w:styleId="Revisione">
    <w:name w:val="Revision"/>
    <w:hidden/>
    <w:uiPriority w:val="99"/>
    <w:semiHidden/>
    <w:rsid w:val="0061229C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UFFICIO%20VI\Desk%20Geografico\Formati%20Standard\Formati\POG\Formato%20Standard_POG_Allegato1_Schede%20Progetti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6FB6C-D035-4A0E-BCCE-09677B9A7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Formato Standard_POG_Allegato1_Schede Progetti</Template>
  <TotalTime>55</TotalTime>
  <Pages>6</Pages>
  <Words>1753</Words>
  <Characters>9998</Characters>
  <Application>Microsoft Office Word</Application>
  <DocSecurity>0</DocSecurity>
  <Lines>83</Lines>
  <Paragraphs>23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Luogo: ________</vt:lpstr>
      <vt:lpstr>Luogo: ________</vt:lpstr>
      <vt:lpstr>Luogo: ________</vt:lpstr>
    </vt:vector>
  </TitlesOfParts>
  <Company>Hewlett-Packard Company</Company>
  <LinksUpToDate>false</LinksUpToDate>
  <CharactersWithSpaces>11728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Luogo: ________</dc:title>
  <dc:subject/>
  <dc:creator>marta.collu.est</dc:creator>
  <cp:keywords/>
  <cp:lastModifiedBy>AICS</cp:lastModifiedBy>
  <cp:revision>18</cp:revision>
  <cp:lastPrinted>2017-03-13T15:58:00Z</cp:lastPrinted>
  <dcterms:created xsi:type="dcterms:W3CDTF">2023-03-15T14:08:00Z</dcterms:created>
  <dcterms:modified xsi:type="dcterms:W3CDTF">2023-09-12T13:06:00Z</dcterms:modified>
</cp:coreProperties>
</file>